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5" w:type="dxa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76"/>
        <w:gridCol w:w="7799"/>
      </w:tblGrid>
      <w:tr w:rsidR="001F4100" w:rsidTr="00D349DB">
        <w:trPr>
          <w:trHeight w:val="339"/>
        </w:trPr>
        <w:tc>
          <w:tcPr>
            <w:tcW w:w="2176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F4100" w:rsidRDefault="00745A4F">
            <w:pPr>
              <w:pStyle w:val="a4"/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</w:t>
            </w:r>
            <w:r w:rsidR="001F4100">
              <w:rPr>
                <w:i/>
                <w:iCs/>
              </w:rPr>
              <w:t>О</w:t>
            </w:r>
          </w:p>
          <w:p w:rsidR="001F4100" w:rsidRDefault="001F4100">
            <w:pPr>
              <w:spacing w:line="276" w:lineRule="auto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799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F4100" w:rsidRDefault="001F4100">
            <w:pPr>
              <w:pStyle w:val="a4"/>
              <w:spacing w:line="276" w:lineRule="auto"/>
              <w:jc w:val="center"/>
            </w:pPr>
            <w:r>
              <w:t xml:space="preserve">Федеральное государственное бюджетное образовательное учреждение высшего профессионального образования </w:t>
            </w:r>
          </w:p>
          <w:p w:rsidR="001F4100" w:rsidRDefault="001F4100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t>«Адыгейский государственный университет»</w:t>
            </w:r>
          </w:p>
        </w:tc>
      </w:tr>
      <w:tr w:rsidR="001F4100" w:rsidTr="00D349DB">
        <w:trPr>
          <w:trHeight w:val="340"/>
        </w:trPr>
        <w:tc>
          <w:tcPr>
            <w:tcW w:w="2176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F4100" w:rsidRDefault="001F4100"/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F4100" w:rsidRDefault="001F4100">
            <w:pPr>
              <w:spacing w:line="276" w:lineRule="auto"/>
              <w:jc w:val="center"/>
            </w:pPr>
            <w:r>
              <w:t>Рабочая программа  дисциплины (модуля)</w:t>
            </w:r>
          </w:p>
        </w:tc>
      </w:tr>
      <w:tr w:rsidR="001F4100" w:rsidTr="00D349DB">
        <w:trPr>
          <w:trHeight w:val="340"/>
        </w:trPr>
        <w:tc>
          <w:tcPr>
            <w:tcW w:w="2176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F4100" w:rsidRDefault="001F4100"/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1F4100" w:rsidRDefault="001F4100">
            <w:pPr>
              <w:pStyle w:val="a4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D349DB" w:rsidRDefault="00D349DB" w:rsidP="001F4100">
      <w:pPr>
        <w:ind w:right="-57"/>
        <w:jc w:val="center"/>
        <w:rPr>
          <w:b/>
          <w:bCs/>
          <w:sz w:val="28"/>
          <w:szCs w:val="28"/>
        </w:rPr>
      </w:pPr>
    </w:p>
    <w:p w:rsidR="00D349DB" w:rsidRDefault="00D349DB" w:rsidP="00D349DB">
      <w:pPr>
        <w:spacing w:after="200" w:line="276" w:lineRule="auto"/>
        <w:rPr>
          <w:b/>
        </w:rPr>
      </w:pPr>
    </w:p>
    <w:tbl>
      <w:tblPr>
        <w:tblpPr w:leftFromText="180" w:rightFromText="180" w:bottomFromText="200" w:vertAnchor="text" w:horzAnchor="page" w:tblpX="2422" w:tblpY="154"/>
        <w:tblW w:w="8798" w:type="dxa"/>
        <w:tblLook w:val="01E0"/>
      </w:tblPr>
      <w:tblGrid>
        <w:gridCol w:w="4248"/>
        <w:gridCol w:w="4550"/>
      </w:tblGrid>
      <w:tr w:rsidR="001536F9" w:rsidTr="001536F9">
        <w:tc>
          <w:tcPr>
            <w:tcW w:w="4248" w:type="dxa"/>
          </w:tcPr>
          <w:p w:rsidR="001536F9" w:rsidRDefault="001536F9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550" w:type="dxa"/>
          </w:tcPr>
          <w:p w:rsidR="001536F9" w:rsidRDefault="001536F9">
            <w:pPr>
              <w:spacing w:line="276" w:lineRule="auto"/>
              <w:ind w:left="254"/>
              <w:jc w:val="center"/>
              <w:rPr>
                <w:b/>
                <w:bCs/>
                <w:lang w:eastAsia="en-US"/>
              </w:rPr>
            </w:pPr>
          </w:p>
          <w:p w:rsidR="001536F9" w:rsidRDefault="001536F9">
            <w:pPr>
              <w:spacing w:line="276" w:lineRule="auto"/>
              <w:ind w:left="254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«УТВЕРЖДАЮ»</w:t>
            </w:r>
          </w:p>
          <w:p w:rsidR="001536F9" w:rsidRDefault="001536F9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Декан математического факультета</w:t>
            </w:r>
          </w:p>
          <w:p w:rsidR="001536F9" w:rsidRDefault="001536F9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________Мамий</w:t>
            </w:r>
            <w:proofErr w:type="spellEnd"/>
            <w:r>
              <w:rPr>
                <w:b/>
                <w:bCs/>
                <w:lang w:eastAsia="en-US"/>
              </w:rPr>
              <w:t xml:space="preserve"> Д.К.</w:t>
            </w:r>
          </w:p>
          <w:p w:rsidR="001536F9" w:rsidRDefault="001E6ED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28 августа</w:t>
            </w:r>
            <w:r w:rsidR="001536F9">
              <w:rPr>
                <w:b/>
                <w:bCs/>
                <w:lang w:eastAsia="en-US"/>
              </w:rPr>
              <w:t xml:space="preserve">  2018 г.</w:t>
            </w:r>
          </w:p>
        </w:tc>
      </w:tr>
    </w:tbl>
    <w:p w:rsidR="001536F9" w:rsidRDefault="001536F9" w:rsidP="001536F9">
      <w:pPr>
        <w:jc w:val="center"/>
      </w:pPr>
    </w:p>
    <w:p w:rsidR="001536F9" w:rsidRDefault="001536F9" w:rsidP="001536F9">
      <w:pPr>
        <w:jc w:val="center"/>
        <w:rPr>
          <w:b/>
          <w:bCs/>
        </w:rPr>
      </w:pPr>
    </w:p>
    <w:p w:rsidR="001536F9" w:rsidRDefault="001536F9" w:rsidP="001536F9">
      <w:pPr>
        <w:jc w:val="center"/>
        <w:rPr>
          <w:b/>
          <w:bCs/>
          <w:caps/>
        </w:rPr>
      </w:pPr>
    </w:p>
    <w:p w:rsidR="001536F9" w:rsidRDefault="001536F9" w:rsidP="001536F9">
      <w:pPr>
        <w:jc w:val="center"/>
        <w:rPr>
          <w:b/>
          <w:bCs/>
          <w:caps/>
        </w:rPr>
      </w:pPr>
    </w:p>
    <w:p w:rsidR="001536F9" w:rsidRDefault="001536F9" w:rsidP="001536F9">
      <w:pPr>
        <w:jc w:val="center"/>
        <w:rPr>
          <w:b/>
          <w:bCs/>
          <w:caps/>
        </w:rPr>
      </w:pPr>
    </w:p>
    <w:p w:rsidR="001536F9" w:rsidRDefault="001536F9" w:rsidP="001536F9">
      <w:pPr>
        <w:jc w:val="center"/>
        <w:rPr>
          <w:b/>
          <w:bCs/>
          <w:caps/>
        </w:rPr>
      </w:pPr>
    </w:p>
    <w:p w:rsidR="001536F9" w:rsidRDefault="001536F9" w:rsidP="001536F9">
      <w:pPr>
        <w:pStyle w:val="a8"/>
        <w:spacing w:line="240" w:lineRule="exact"/>
        <w:jc w:val="center"/>
        <w:rPr>
          <w:b/>
          <w:bCs/>
          <w:sz w:val="24"/>
          <w:szCs w:val="24"/>
        </w:rPr>
      </w:pPr>
    </w:p>
    <w:p w:rsidR="001536F9" w:rsidRDefault="001536F9" w:rsidP="001536F9">
      <w:pPr>
        <w:pStyle w:val="a8"/>
        <w:spacing w:line="240" w:lineRule="exact"/>
        <w:jc w:val="center"/>
        <w:rPr>
          <w:b/>
          <w:bCs/>
        </w:rPr>
      </w:pPr>
    </w:p>
    <w:p w:rsidR="001536F9" w:rsidRDefault="001536F9" w:rsidP="001536F9">
      <w:pPr>
        <w:pStyle w:val="a8"/>
        <w:spacing w:line="240" w:lineRule="exact"/>
        <w:jc w:val="center"/>
        <w:rPr>
          <w:b/>
          <w:bCs/>
        </w:rPr>
      </w:pPr>
    </w:p>
    <w:p w:rsidR="001536F9" w:rsidRDefault="001536F9" w:rsidP="001536F9">
      <w:pPr>
        <w:pStyle w:val="a8"/>
        <w:spacing w:line="240" w:lineRule="exact"/>
        <w:jc w:val="center"/>
        <w:rPr>
          <w:bCs/>
        </w:rPr>
      </w:pPr>
      <w:r>
        <w:rPr>
          <w:bCs/>
        </w:rPr>
        <w:t>Рабочая программа дисциплины</w:t>
      </w:r>
    </w:p>
    <w:p w:rsidR="001536F9" w:rsidRDefault="001536F9" w:rsidP="001536F9">
      <w:pPr>
        <w:pStyle w:val="a8"/>
        <w:spacing w:line="240" w:lineRule="exact"/>
        <w:jc w:val="center"/>
        <w:rPr>
          <w:bCs/>
        </w:rPr>
      </w:pPr>
    </w:p>
    <w:p w:rsidR="001536F9" w:rsidRDefault="001536F9" w:rsidP="001536F9">
      <w:pPr>
        <w:pStyle w:val="a8"/>
        <w:spacing w:line="240" w:lineRule="exact"/>
        <w:jc w:val="center"/>
        <w:rPr>
          <w:b/>
          <w:bCs/>
        </w:rPr>
      </w:pPr>
    </w:p>
    <w:p w:rsidR="001536F9" w:rsidRDefault="001536F9" w:rsidP="001536F9">
      <w:pPr>
        <w:pStyle w:val="a8"/>
        <w:spacing w:line="240" w:lineRule="exact"/>
        <w:jc w:val="center"/>
        <w:rPr>
          <w:b/>
          <w:bCs/>
        </w:rPr>
      </w:pPr>
    </w:p>
    <w:p w:rsidR="001536F9" w:rsidRDefault="001536F9" w:rsidP="001536F9">
      <w:pPr>
        <w:pStyle w:val="a8"/>
        <w:spacing w:line="240" w:lineRule="exact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Б.1.Б.17  Русский язык и культура речи</w:t>
      </w:r>
    </w:p>
    <w:p w:rsidR="001536F9" w:rsidRDefault="001536F9" w:rsidP="001536F9">
      <w:pPr>
        <w:pStyle w:val="a8"/>
        <w:spacing w:line="240" w:lineRule="exact"/>
        <w:rPr>
          <w:b/>
          <w:bCs/>
        </w:rPr>
      </w:pPr>
      <w:r>
        <w:rPr>
          <w:b/>
          <w:bCs/>
        </w:rPr>
        <w:t>__</w:t>
      </w:r>
    </w:p>
    <w:p w:rsidR="001536F9" w:rsidRDefault="001536F9" w:rsidP="001536F9">
      <w:pPr>
        <w:pStyle w:val="a8"/>
        <w:spacing w:line="240" w:lineRule="exact"/>
        <w:jc w:val="center"/>
        <w:rPr>
          <w:b/>
          <w:bCs/>
        </w:rPr>
      </w:pPr>
      <w:r>
        <w:rPr>
          <w:b/>
          <w:bCs/>
        </w:rPr>
        <w:t>01.03.01  Математика_</w:t>
      </w:r>
    </w:p>
    <w:p w:rsidR="001536F9" w:rsidRDefault="001536F9" w:rsidP="001536F9">
      <w:pPr>
        <w:pStyle w:val="2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1536F9" w:rsidRDefault="001536F9" w:rsidP="001536F9">
      <w:pPr>
        <w:pStyle w:val="2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Математический  факультет</w:t>
      </w:r>
    </w:p>
    <w:p w:rsidR="001536F9" w:rsidRDefault="00F27704" w:rsidP="001536F9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Преподавание математики и информатики</w:t>
      </w:r>
    </w:p>
    <w:p w:rsidR="001536F9" w:rsidRDefault="001536F9" w:rsidP="001536F9">
      <w:pPr>
        <w:pStyle w:val="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6F9" w:rsidRDefault="001536F9" w:rsidP="001536F9">
      <w:pPr>
        <w:pStyle w:val="2"/>
        <w:ind w:left="567" w:hanging="2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Рассмотрена и одобрена на заседании кафедры рус</w:t>
      </w:r>
      <w:r w:rsidR="001E6ED9">
        <w:rPr>
          <w:rFonts w:ascii="Times New Roman" w:hAnsi="Times New Roman" w:cs="Times New Roman"/>
          <w:b w:val="0"/>
          <w:sz w:val="28"/>
          <w:szCs w:val="28"/>
        </w:rPr>
        <w:t>ского языка, протокол № 1 от «27» августа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г.</w:t>
      </w:r>
    </w:p>
    <w:p w:rsidR="001536F9" w:rsidRDefault="001536F9" w:rsidP="001536F9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1536F9" w:rsidRDefault="001536F9" w:rsidP="001536F9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</w:p>
    <w:p w:rsidR="001536F9" w:rsidRDefault="001536F9" w:rsidP="001536F9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                                д.ф.н., доцент  З.К. </w:t>
      </w:r>
      <w:proofErr w:type="spellStart"/>
      <w:r>
        <w:rPr>
          <w:sz w:val="28"/>
          <w:szCs w:val="28"/>
        </w:rPr>
        <w:t>Беданокова</w:t>
      </w:r>
      <w:proofErr w:type="spellEnd"/>
      <w:r>
        <w:rPr>
          <w:sz w:val="28"/>
          <w:szCs w:val="28"/>
        </w:rPr>
        <w:t xml:space="preserve"> </w:t>
      </w:r>
    </w:p>
    <w:p w:rsidR="001536F9" w:rsidRDefault="001536F9" w:rsidP="001536F9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1536F9" w:rsidRDefault="001536F9" w:rsidP="001536F9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</w:p>
    <w:p w:rsidR="001536F9" w:rsidRDefault="001536F9" w:rsidP="001536F9">
      <w:pPr>
        <w:autoSpaceDE w:val="0"/>
        <w:autoSpaceDN w:val="0"/>
        <w:adjustRightInd w:val="0"/>
        <w:spacing w:line="240" w:lineRule="exact"/>
        <w:ind w:firstLine="540"/>
        <w:rPr>
          <w:b/>
          <w:sz w:val="28"/>
          <w:szCs w:val="28"/>
        </w:rPr>
      </w:pPr>
    </w:p>
    <w:p w:rsidR="001536F9" w:rsidRDefault="001536F9" w:rsidP="001536F9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Составитель  программы </w:t>
      </w:r>
      <w:proofErr w:type="spellStart"/>
      <w:r>
        <w:rPr>
          <w:sz w:val="28"/>
          <w:szCs w:val="28"/>
        </w:rPr>
        <w:t>___________________________________________к.ф.н</w:t>
      </w:r>
      <w:proofErr w:type="spellEnd"/>
      <w:r>
        <w:rPr>
          <w:sz w:val="28"/>
          <w:szCs w:val="28"/>
        </w:rPr>
        <w:t>., доцент Л.В. Копоть</w:t>
      </w:r>
    </w:p>
    <w:p w:rsidR="001536F9" w:rsidRDefault="001536F9" w:rsidP="001536F9">
      <w:pPr>
        <w:ind w:right="-57"/>
        <w:jc w:val="center"/>
        <w:rPr>
          <w:b/>
          <w:bCs/>
          <w:sz w:val="28"/>
          <w:szCs w:val="28"/>
        </w:rPr>
      </w:pPr>
    </w:p>
    <w:p w:rsidR="001536F9" w:rsidRDefault="001536F9" w:rsidP="001536F9">
      <w:pPr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349DB" w:rsidRDefault="00D349DB">
      <w:pPr>
        <w:spacing w:after="200" w:line="276" w:lineRule="auto"/>
        <w:rPr>
          <w:b/>
          <w:bCs/>
          <w:sz w:val="28"/>
          <w:szCs w:val="28"/>
        </w:rPr>
      </w:pPr>
    </w:p>
    <w:p w:rsidR="001F4100" w:rsidRDefault="001F4100" w:rsidP="001F4100">
      <w:pPr>
        <w:ind w:right="-57"/>
        <w:jc w:val="center"/>
        <w:rPr>
          <w:b/>
          <w:bCs/>
          <w:sz w:val="28"/>
          <w:szCs w:val="28"/>
        </w:rPr>
      </w:pPr>
    </w:p>
    <w:p w:rsidR="001F4100" w:rsidRDefault="001F4100" w:rsidP="001F4100">
      <w:pPr>
        <w:jc w:val="center"/>
        <w:rPr>
          <w:b/>
        </w:rPr>
      </w:pPr>
      <w:r>
        <w:rPr>
          <w:b/>
        </w:rPr>
        <w:t>Содержание</w:t>
      </w:r>
    </w:p>
    <w:p w:rsidR="001F4100" w:rsidRDefault="001F4100" w:rsidP="001F4100">
      <w:pPr>
        <w:jc w:val="center"/>
      </w:pPr>
    </w:p>
    <w:p w:rsidR="001F4100" w:rsidRDefault="001F4100" w:rsidP="001F4100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7938"/>
        <w:gridCol w:w="845"/>
      </w:tblGrid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jc w:val="center"/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стр.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jc w:val="center"/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jc w:val="center"/>
            </w:pP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jc w:val="center"/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both"/>
            </w:pPr>
            <w:r>
              <w:t>Пояснительная записка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3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both"/>
            </w:pPr>
            <w:r>
              <w:t>Цели и задачи дисциплины (модуля)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3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both"/>
            </w:pPr>
            <w:r>
              <w:t>Объём дисциплины (модуля) по видам учебной работы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4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both"/>
            </w:pPr>
            <w:r>
              <w:t>Содержание дисциплины (модуля)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4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both"/>
            </w:pPr>
            <w:r>
              <w:t xml:space="preserve">Самостоятельная 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6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both"/>
            </w:pPr>
            <w:r>
              <w:t>Учебно-методическое обеспечение дисциплины (модуля)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7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tabs>
                <w:tab w:val="left" w:pos="432"/>
              </w:tabs>
              <w:jc w:val="both"/>
            </w:pPr>
            <w:r>
              <w:t>Методические рекомендации по дисциплине (модулю)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7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both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9</w:t>
            </w:r>
          </w:p>
        </w:tc>
      </w:tr>
      <w:tr w:rsidR="001F4100" w:rsidTr="001F41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both"/>
            </w:pPr>
            <w:r>
              <w:t>Лист регистрации изменений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jc w:val="center"/>
            </w:pPr>
            <w:r>
              <w:t>10</w:t>
            </w:r>
          </w:p>
        </w:tc>
      </w:tr>
    </w:tbl>
    <w:p w:rsidR="001F4100" w:rsidRDefault="001F4100" w:rsidP="001F4100">
      <w:pPr>
        <w:jc w:val="center"/>
      </w:pPr>
    </w:p>
    <w:p w:rsidR="001F4100" w:rsidRDefault="001F4100" w:rsidP="001F4100">
      <w:pPr>
        <w:autoSpaceDE w:val="0"/>
        <w:autoSpaceDN w:val="0"/>
        <w:adjustRightInd w:val="0"/>
        <w:ind w:firstLine="1080"/>
        <w:jc w:val="center"/>
        <w:rPr>
          <w:b/>
          <w:bCs/>
          <w:sz w:val="26"/>
          <w:szCs w:val="26"/>
        </w:rPr>
      </w:pPr>
    </w:p>
    <w:p w:rsidR="001F4100" w:rsidRDefault="001F4100" w:rsidP="001F4100">
      <w:pPr>
        <w:spacing w:after="200"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1F4100" w:rsidRDefault="001F4100" w:rsidP="001F4100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1F4100" w:rsidRDefault="001F4100" w:rsidP="001F4100">
      <w:pPr>
        <w:autoSpaceDE w:val="0"/>
        <w:autoSpaceDN w:val="0"/>
        <w:adjustRightInd w:val="0"/>
        <w:ind w:firstLine="1080"/>
        <w:jc w:val="center"/>
        <w:rPr>
          <w:b/>
          <w:bCs/>
          <w:sz w:val="26"/>
          <w:szCs w:val="26"/>
        </w:rPr>
      </w:pPr>
    </w:p>
    <w:p w:rsidR="001F4100" w:rsidRDefault="001F4100" w:rsidP="001F4100">
      <w:pPr>
        <w:ind w:firstLine="720"/>
        <w:jc w:val="center"/>
        <w:rPr>
          <w:b/>
        </w:rPr>
      </w:pPr>
      <w:r>
        <w:rPr>
          <w:b/>
        </w:rPr>
        <w:t>Пояснительная записка</w:t>
      </w:r>
    </w:p>
    <w:p w:rsidR="001F4100" w:rsidRDefault="001F4100" w:rsidP="001F4100">
      <w:pPr>
        <w:ind w:firstLine="709"/>
        <w:jc w:val="both"/>
        <w:rPr>
          <w:i/>
          <w:iCs/>
        </w:rPr>
      </w:pPr>
    </w:p>
    <w:p w:rsidR="001F4100" w:rsidRDefault="001F4100" w:rsidP="001F4100">
      <w:pPr>
        <w:pStyle w:val="a8"/>
        <w:rPr>
          <w:b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Рабочая программа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дисциплины составлена в соответствии с требованиями Федерального государственного образовательного стандарта высшего профессионального образования  по направлению подготовки (специальности) </w:t>
      </w:r>
      <w:r>
        <w:rPr>
          <w:bCs/>
          <w:sz w:val="24"/>
          <w:szCs w:val="24"/>
        </w:rPr>
        <w:t>01.03.01 «Математика</w:t>
      </w:r>
      <w:proofErr w:type="gramStart"/>
      <w:r>
        <w:rPr>
          <w:bCs/>
          <w:sz w:val="24"/>
          <w:szCs w:val="24"/>
        </w:rPr>
        <w:t>»</w:t>
      </w:r>
      <w:r>
        <w:rPr>
          <w:iCs/>
          <w:sz w:val="24"/>
          <w:szCs w:val="24"/>
        </w:rPr>
        <w:t>«</w:t>
      </w:r>
      <w:proofErr w:type="gramEnd"/>
      <w:r>
        <w:rPr>
          <w:iCs/>
          <w:sz w:val="24"/>
          <w:szCs w:val="24"/>
        </w:rPr>
        <w:t>Бакалавр»).</w:t>
      </w:r>
      <w:r>
        <w:rPr>
          <w:sz w:val="24"/>
          <w:szCs w:val="24"/>
        </w:rPr>
        <w:t xml:space="preserve">   </w:t>
      </w:r>
    </w:p>
    <w:p w:rsidR="001F4100" w:rsidRPr="001F4100" w:rsidRDefault="001F4100" w:rsidP="001F4100">
      <w:pPr>
        <w:pStyle w:val="a3"/>
        <w:spacing w:before="0" w:beforeAutospacing="0" w:after="0" w:afterAutospacing="0"/>
        <w:ind w:left="-426" w:firstLine="426"/>
      </w:pPr>
      <w:r>
        <w:rPr>
          <w:iCs/>
        </w:rPr>
        <w:t xml:space="preserve">РП 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</w:t>
      </w:r>
      <w:r>
        <w:t>образования по направлению</w:t>
      </w:r>
      <w:r w:rsidRPr="001A03BB">
        <w:rPr>
          <w:sz w:val="28"/>
          <w:szCs w:val="28"/>
        </w:rPr>
        <w:t xml:space="preserve">  </w:t>
      </w:r>
      <w:r w:rsidRPr="001A03BB">
        <w:rPr>
          <w:b/>
          <w:sz w:val="28"/>
          <w:szCs w:val="28"/>
        </w:rPr>
        <w:t>«</w:t>
      </w:r>
      <w:r w:rsidRPr="001F4100">
        <w:t>Преподавание математики и информатики», профиль «Математическое моделирование».</w:t>
      </w:r>
    </w:p>
    <w:p w:rsidR="001F4100" w:rsidRDefault="001F4100" w:rsidP="001F4100">
      <w:pPr>
        <w:spacing w:line="360" w:lineRule="auto"/>
        <w:jc w:val="both"/>
      </w:pPr>
      <w:r>
        <w:t xml:space="preserve">Дисциплина «Русский язык и культура речи» относится к базовой  части программы </w:t>
      </w:r>
      <w:proofErr w:type="spellStart"/>
      <w:r>
        <w:t>бакалавриата</w:t>
      </w:r>
      <w:proofErr w:type="spellEnd"/>
      <w:r>
        <w:t>.</w:t>
      </w:r>
    </w:p>
    <w:p w:rsidR="001F4100" w:rsidRDefault="001F4100" w:rsidP="001F4100">
      <w:pPr>
        <w:ind w:hanging="142"/>
        <w:jc w:val="both"/>
      </w:pPr>
      <w:r>
        <w:t>Трудоемкость дисциплины:  3з.е. / 108ч.;</w:t>
      </w:r>
    </w:p>
    <w:p w:rsidR="001F4100" w:rsidRDefault="001F4100" w:rsidP="001F4100">
      <w:pPr>
        <w:ind w:hanging="142"/>
        <w:jc w:val="both"/>
      </w:pPr>
      <w:r>
        <w:t>контактная работа: 18,25 ч.</w:t>
      </w:r>
    </w:p>
    <w:p w:rsidR="001F4100" w:rsidRDefault="001F4100" w:rsidP="001F4100">
      <w:pPr>
        <w:ind w:hanging="142"/>
        <w:jc w:val="both"/>
      </w:pPr>
      <w:r>
        <w:t>занятия семинарского типа – (практические занятия) - 16 ч.,</w:t>
      </w:r>
    </w:p>
    <w:p w:rsidR="001F4100" w:rsidRDefault="001F4100" w:rsidP="001F4100">
      <w:pPr>
        <w:ind w:hanging="142"/>
        <w:jc w:val="both"/>
      </w:pPr>
      <w:r>
        <w:t>иная контактная работа – 0,25 ч.,</w:t>
      </w:r>
    </w:p>
    <w:p w:rsidR="001F4100" w:rsidRDefault="001F4100" w:rsidP="001F4100">
      <w:pPr>
        <w:ind w:hanging="142"/>
        <w:jc w:val="both"/>
      </w:pPr>
      <w:r>
        <w:t>СРС – 89,75 ч.,</w:t>
      </w:r>
    </w:p>
    <w:p w:rsidR="001F4100" w:rsidRDefault="001F4100" w:rsidP="001F4100">
      <w:pPr>
        <w:ind w:hanging="142"/>
        <w:jc w:val="both"/>
      </w:pPr>
      <w:r>
        <w:t>КСР-2 ч.</w:t>
      </w:r>
    </w:p>
    <w:p w:rsidR="001F4100" w:rsidRDefault="001F4100" w:rsidP="001F4100">
      <w:pPr>
        <w:ind w:hanging="142"/>
        <w:jc w:val="both"/>
      </w:pPr>
      <w:r>
        <w:t>Контроль – 0</w:t>
      </w:r>
    </w:p>
    <w:p w:rsidR="001F4100" w:rsidRDefault="001F4100" w:rsidP="001F4100">
      <w:pPr>
        <w:ind w:hanging="142"/>
        <w:jc w:val="both"/>
      </w:pPr>
      <w:r>
        <w:t>Ключевые слова: культура речи, нормы русского литературного языка, варианты норм, русский литературный язык.</w:t>
      </w:r>
    </w:p>
    <w:p w:rsidR="001F4100" w:rsidRDefault="001F4100" w:rsidP="001F4100">
      <w:pPr>
        <w:ind w:hanging="142"/>
        <w:jc w:val="both"/>
      </w:pPr>
      <w:r>
        <w:t>Составитель: Копоть лилия Владимировна, к.ф.н., доц</w:t>
      </w:r>
      <w:proofErr w:type="gramStart"/>
      <w:r>
        <w:t>..</w:t>
      </w:r>
      <w:proofErr w:type="gramEnd"/>
    </w:p>
    <w:p w:rsidR="001F4100" w:rsidRDefault="001F4100" w:rsidP="001F4100">
      <w:pPr>
        <w:pStyle w:val="Standard"/>
        <w:tabs>
          <w:tab w:val="left" w:pos="10632"/>
        </w:tabs>
        <w:ind w:right="287"/>
        <w:jc w:val="both"/>
        <w:rPr>
          <w:b/>
          <w:lang w:val="ru-RU"/>
        </w:rPr>
      </w:pPr>
    </w:p>
    <w:p w:rsidR="001F4100" w:rsidRDefault="001F4100" w:rsidP="001F4100">
      <w:pPr>
        <w:pStyle w:val="Standard"/>
        <w:tabs>
          <w:tab w:val="left" w:pos="10632"/>
        </w:tabs>
        <w:ind w:left="567" w:right="287" w:firstLine="567"/>
        <w:jc w:val="both"/>
        <w:rPr>
          <w:b/>
          <w:lang w:val="ru-RU"/>
        </w:rPr>
      </w:pPr>
      <w:r>
        <w:rPr>
          <w:b/>
          <w:lang w:val="ru-RU"/>
        </w:rPr>
        <w:t xml:space="preserve">1. </w:t>
      </w:r>
      <w:proofErr w:type="spellStart"/>
      <w:r>
        <w:rPr>
          <w:b/>
        </w:rPr>
        <w:t>Цели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задачи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дисциплины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модуля</w:t>
      </w:r>
      <w:proofErr w:type="spellEnd"/>
      <w:r>
        <w:t>)</w:t>
      </w:r>
    </w:p>
    <w:p w:rsidR="001F4100" w:rsidRDefault="001F4100" w:rsidP="001F4100">
      <w:pPr>
        <w:ind w:left="567" w:right="287" w:firstLine="567"/>
        <w:jc w:val="both"/>
      </w:pPr>
      <w:r>
        <w:t>В результате  данной учебной работы обучающийся должен приобрести следующие практические навыки, умения, универсальные и профессиональные компетенции:</w:t>
      </w:r>
    </w:p>
    <w:p w:rsidR="003259A5" w:rsidRPr="003259A5" w:rsidRDefault="003259A5" w:rsidP="003259A5">
      <w:pPr>
        <w:tabs>
          <w:tab w:val="left" w:pos="709"/>
          <w:tab w:val="left" w:pos="993"/>
        </w:tabs>
        <w:spacing w:before="120"/>
        <w:ind w:right="57"/>
        <w:jc w:val="both"/>
        <w:rPr>
          <w:b/>
        </w:rPr>
      </w:pPr>
      <w:r>
        <w:rPr>
          <w:sz w:val="28"/>
          <w:szCs w:val="28"/>
        </w:rPr>
        <w:t xml:space="preserve">- </w:t>
      </w:r>
      <w:r w:rsidRPr="003259A5">
        <w:t>способность к самостоятельной научной работе, умение найти, выбрать и проанализировать необходимый материал,</w:t>
      </w:r>
      <w:r w:rsidRPr="003259A5">
        <w:rPr>
          <w:bCs/>
        </w:rPr>
        <w:t xml:space="preserve"> владение навыками </w:t>
      </w:r>
      <w:r w:rsidRPr="003259A5">
        <w:rPr>
          <w:bCs/>
          <w:spacing w:val="-3"/>
        </w:rPr>
        <w:t>подготовки научных обзоров, аннотаций, составления рефератов и библиографий по тематике проводимых исследований,</w:t>
      </w:r>
      <w:r w:rsidRPr="003259A5">
        <w:rPr>
          <w:bCs/>
        </w:rPr>
        <w:t xml:space="preserve"> приемами библиографического описания</w:t>
      </w:r>
      <w:r w:rsidRPr="003259A5">
        <w:rPr>
          <w:bCs/>
          <w:spacing w:val="-3"/>
        </w:rPr>
        <w:t>;</w:t>
      </w:r>
      <w:r w:rsidRPr="003259A5">
        <w:rPr>
          <w:bCs/>
        </w:rPr>
        <w:t xml:space="preserve"> знание основных библиографических источников и поисковых систем</w:t>
      </w:r>
      <w:r>
        <w:rPr>
          <w:bCs/>
        </w:rPr>
        <w:t xml:space="preserve"> </w:t>
      </w:r>
      <w:r w:rsidRPr="003259A5">
        <w:t>(ОПК-3),</w:t>
      </w:r>
    </w:p>
    <w:p w:rsidR="001F4100" w:rsidRPr="003259A5" w:rsidRDefault="003259A5" w:rsidP="003259A5">
      <w:pPr>
        <w:pStyle w:val="aa"/>
        <w:tabs>
          <w:tab w:val="left" w:pos="993"/>
          <w:tab w:val="left" w:pos="2282"/>
        </w:tabs>
        <w:spacing w:after="0" w:line="360" w:lineRule="auto"/>
        <w:ind w:left="0"/>
        <w:jc w:val="both"/>
      </w:pPr>
      <w:r>
        <w:t>-</w:t>
      </w:r>
      <w:r w:rsidR="001F4100">
        <w:t xml:space="preserve">способность к коммуникации в устной и письменной </w:t>
      </w:r>
      <w:proofErr w:type="gramStart"/>
      <w:r w:rsidR="001F4100">
        <w:t>формах</w:t>
      </w:r>
      <w:proofErr w:type="gramEnd"/>
      <w:r w:rsidR="001F4100">
        <w:t xml:space="preserve"> на русском языке для решения задач  межкультурного взаимодействия (ОК-5);</w:t>
      </w:r>
    </w:p>
    <w:p w:rsidR="001F4100" w:rsidRDefault="001F4100" w:rsidP="001F4100">
      <w:pPr>
        <w:ind w:right="287"/>
        <w:jc w:val="both"/>
      </w:pPr>
      <w:r>
        <w:t>Показателями компетенций также являются:</w:t>
      </w:r>
    </w:p>
    <w:p w:rsidR="001F4100" w:rsidRDefault="001F4100" w:rsidP="001F4100">
      <w:pPr>
        <w:tabs>
          <w:tab w:val="left" w:pos="10632"/>
        </w:tabs>
        <w:ind w:right="287"/>
        <w:jc w:val="both"/>
      </w:pPr>
      <w:r>
        <w:t xml:space="preserve">а) знания: </w:t>
      </w:r>
    </w:p>
    <w:p w:rsidR="001F4100" w:rsidRDefault="001F4100" w:rsidP="001F4100">
      <w:pPr>
        <w:tabs>
          <w:tab w:val="left" w:pos="690"/>
        </w:tabs>
        <w:ind w:right="287"/>
        <w:jc w:val="both"/>
      </w:pPr>
      <w:r>
        <w:t xml:space="preserve">-об  основных </w:t>
      </w:r>
      <w:proofErr w:type="gramStart"/>
      <w:r>
        <w:t>понятиях</w:t>
      </w:r>
      <w:proofErr w:type="gramEnd"/>
      <w:r>
        <w:t xml:space="preserve"> о русском языке;</w:t>
      </w:r>
    </w:p>
    <w:p w:rsidR="001F4100" w:rsidRDefault="001F4100" w:rsidP="001F4100">
      <w:pPr>
        <w:tabs>
          <w:tab w:val="left" w:pos="690"/>
        </w:tabs>
        <w:ind w:right="287"/>
        <w:jc w:val="both"/>
      </w:pPr>
      <w:r>
        <w:t>-  о принципах нормативности русской речи</w:t>
      </w:r>
    </w:p>
    <w:p w:rsidR="001F4100" w:rsidRDefault="001F4100" w:rsidP="001F4100">
      <w:pPr>
        <w:tabs>
          <w:tab w:val="left" w:pos="709"/>
        </w:tabs>
        <w:ind w:right="287"/>
        <w:jc w:val="both"/>
      </w:pPr>
      <w:r>
        <w:t xml:space="preserve">б) умения: </w:t>
      </w:r>
    </w:p>
    <w:p w:rsidR="003259A5" w:rsidRDefault="003259A5" w:rsidP="003259A5">
      <w:pPr>
        <w:tabs>
          <w:tab w:val="left" w:pos="709"/>
        </w:tabs>
        <w:autoSpaceDN w:val="0"/>
        <w:ind w:right="287"/>
        <w:jc w:val="both"/>
      </w:pPr>
      <w:r>
        <w:t>-</w:t>
      </w:r>
      <w:r w:rsidR="001F4100">
        <w:t>квалифицировать ошибки, связанные с нарушениями литературных норм;</w:t>
      </w:r>
    </w:p>
    <w:p w:rsidR="001F4100" w:rsidRDefault="003259A5" w:rsidP="003259A5">
      <w:pPr>
        <w:tabs>
          <w:tab w:val="left" w:pos="709"/>
        </w:tabs>
        <w:autoSpaceDN w:val="0"/>
        <w:ind w:right="287"/>
        <w:jc w:val="both"/>
      </w:pPr>
      <w:r>
        <w:t>-</w:t>
      </w:r>
      <w:r w:rsidR="001F4100">
        <w:t>исправить ненормативные словоупотребления;</w:t>
      </w:r>
    </w:p>
    <w:p w:rsidR="001F4100" w:rsidRDefault="003259A5" w:rsidP="003259A5">
      <w:pPr>
        <w:tabs>
          <w:tab w:val="left" w:pos="709"/>
        </w:tabs>
        <w:autoSpaceDN w:val="0"/>
        <w:ind w:right="287"/>
        <w:jc w:val="both"/>
      </w:pPr>
      <w:r>
        <w:t>-</w:t>
      </w:r>
      <w:r w:rsidR="001F4100">
        <w:t>навыки:</w:t>
      </w:r>
    </w:p>
    <w:p w:rsidR="001F4100" w:rsidRDefault="003259A5" w:rsidP="003259A5">
      <w:pPr>
        <w:tabs>
          <w:tab w:val="left" w:pos="709"/>
        </w:tabs>
        <w:autoSpaceDN w:val="0"/>
        <w:ind w:right="287"/>
        <w:jc w:val="both"/>
      </w:pPr>
      <w:r>
        <w:t>-</w:t>
      </w:r>
      <w:r w:rsidR="001F4100">
        <w:t>пользоваться понятиями и специальной терминологией русского языка;</w:t>
      </w:r>
    </w:p>
    <w:p w:rsidR="001F4100" w:rsidRDefault="003259A5" w:rsidP="003259A5">
      <w:pPr>
        <w:tabs>
          <w:tab w:val="left" w:pos="709"/>
        </w:tabs>
        <w:autoSpaceDN w:val="0"/>
        <w:ind w:right="287"/>
        <w:jc w:val="both"/>
      </w:pPr>
      <w:r>
        <w:t>-</w:t>
      </w:r>
      <w:r w:rsidR="001F4100">
        <w:t>работать с методической литературой и источниками.</w:t>
      </w:r>
    </w:p>
    <w:p w:rsidR="003259A5" w:rsidRDefault="003259A5" w:rsidP="003259A5">
      <w:pPr>
        <w:ind w:firstLine="539"/>
        <w:jc w:val="both"/>
        <w:rPr>
          <w:b/>
          <w:bCs/>
        </w:rPr>
      </w:pPr>
    </w:p>
    <w:p w:rsidR="003259A5" w:rsidRDefault="003259A5" w:rsidP="003259A5">
      <w:pPr>
        <w:ind w:firstLine="539"/>
        <w:jc w:val="both"/>
        <w:rPr>
          <w:b/>
          <w:bCs/>
        </w:rPr>
      </w:pPr>
    </w:p>
    <w:p w:rsidR="003259A5" w:rsidRDefault="003259A5" w:rsidP="003259A5">
      <w:pPr>
        <w:ind w:left="284" w:right="-185"/>
        <w:rPr>
          <w:b/>
          <w:bCs/>
        </w:rPr>
      </w:pPr>
      <w:r>
        <w:rPr>
          <w:b/>
          <w:bCs/>
        </w:rPr>
        <w:lastRenderedPageBreak/>
        <w:t xml:space="preserve">2.Объем дисциплины и виды учебной нагрузки </w:t>
      </w:r>
    </w:p>
    <w:p w:rsidR="003259A5" w:rsidRDefault="003259A5" w:rsidP="003259A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Таблица 2.1. Объем дисциплины (общая трудоемкость в зачетных единицах)- 3 </w:t>
      </w:r>
      <w:proofErr w:type="spellStart"/>
      <w:r>
        <w:rPr>
          <w:b/>
          <w:bCs/>
        </w:rPr>
        <w:t>з.е</w:t>
      </w:r>
      <w:proofErr w:type="spellEnd"/>
      <w:r>
        <w:rPr>
          <w:b/>
          <w:bCs/>
        </w:rPr>
        <w:t>.</w:t>
      </w:r>
    </w:p>
    <w:p w:rsidR="003259A5" w:rsidRDefault="003259A5" w:rsidP="003259A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ОДО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8"/>
        <w:gridCol w:w="1125"/>
        <w:gridCol w:w="1736"/>
      </w:tblGrid>
      <w:tr w:rsidR="003259A5" w:rsidTr="003259A5">
        <w:trPr>
          <w:trHeight w:val="416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Виды учебной работы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Всего часов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Распределение по семестрам</w:t>
            </w:r>
          </w:p>
        </w:tc>
      </w:tr>
      <w:tr w:rsidR="003259A5" w:rsidTr="003259A5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9A5" w:rsidRDefault="003259A5" w:rsidP="003259A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9A5" w:rsidRDefault="003259A5" w:rsidP="003259A5"/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2</w:t>
            </w:r>
          </w:p>
        </w:tc>
      </w:tr>
      <w:tr w:rsidR="003259A5" w:rsidTr="003259A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трудоемкость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108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108</w:t>
            </w:r>
          </w:p>
        </w:tc>
      </w:tr>
      <w:tr w:rsidR="003259A5" w:rsidTr="003259A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18,25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18,25</w:t>
            </w:r>
          </w:p>
        </w:tc>
      </w:tr>
      <w:tr w:rsidR="003259A5" w:rsidTr="003259A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16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16</w:t>
            </w:r>
          </w:p>
        </w:tc>
      </w:tr>
      <w:tr w:rsidR="003259A5" w:rsidTr="003259A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A5" w:rsidRDefault="003259A5" w:rsidP="003259A5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3259A5" w:rsidRDefault="003259A5" w:rsidP="003259A5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A5" w:rsidRDefault="003259A5" w:rsidP="003259A5">
            <w:pPr>
              <w:jc w:val="center"/>
            </w:pPr>
            <w:r>
              <w:t>89,75</w:t>
            </w:r>
          </w:p>
          <w:p w:rsidR="003259A5" w:rsidRDefault="003259A5" w:rsidP="003259A5">
            <w:pPr>
              <w:jc w:val="center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A5" w:rsidRDefault="003259A5" w:rsidP="003259A5">
            <w:pPr>
              <w:jc w:val="center"/>
            </w:pPr>
            <w:r>
              <w:t>89,75</w:t>
            </w:r>
          </w:p>
          <w:p w:rsidR="003259A5" w:rsidRDefault="003259A5" w:rsidP="003259A5">
            <w:pPr>
              <w:jc w:val="center"/>
            </w:pPr>
          </w:p>
        </w:tc>
      </w:tr>
      <w:tr w:rsidR="003259A5" w:rsidTr="003259A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2</w:t>
            </w:r>
          </w:p>
        </w:tc>
      </w:tr>
      <w:tr w:rsidR="003259A5" w:rsidTr="003259A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0,25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0,25</w:t>
            </w:r>
          </w:p>
        </w:tc>
      </w:tr>
      <w:tr w:rsidR="003259A5" w:rsidTr="003259A5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A5" w:rsidRDefault="003259A5" w:rsidP="003259A5">
            <w:pPr>
              <w:jc w:val="center"/>
            </w:pPr>
            <w:r>
              <w:t>0</w:t>
            </w:r>
          </w:p>
        </w:tc>
      </w:tr>
    </w:tbl>
    <w:p w:rsidR="003259A5" w:rsidRDefault="003259A5" w:rsidP="003259A5">
      <w:pPr>
        <w:autoSpaceDE w:val="0"/>
        <w:autoSpaceDN w:val="0"/>
        <w:adjustRightInd w:val="0"/>
        <w:rPr>
          <w:b/>
          <w:bCs/>
        </w:rPr>
      </w:pPr>
    </w:p>
    <w:p w:rsidR="003259A5" w:rsidRDefault="003259A5" w:rsidP="003259A5">
      <w:pPr>
        <w:ind w:firstLine="539"/>
        <w:jc w:val="both"/>
        <w:rPr>
          <w:b/>
          <w:bCs/>
        </w:rPr>
      </w:pPr>
    </w:p>
    <w:p w:rsidR="00D520CB" w:rsidRDefault="00D520CB" w:rsidP="00D520C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Таблица 2.2. Объем дисциплины (общая трудоемкость в зачетных единицах)- 3 </w:t>
      </w:r>
      <w:proofErr w:type="spellStart"/>
      <w:r>
        <w:rPr>
          <w:b/>
          <w:bCs/>
        </w:rPr>
        <w:t>з.е</w:t>
      </w:r>
      <w:proofErr w:type="spellEnd"/>
      <w:r>
        <w:rPr>
          <w:b/>
          <w:bCs/>
        </w:rPr>
        <w:t>.</w:t>
      </w:r>
    </w:p>
    <w:p w:rsidR="00D520CB" w:rsidRDefault="00D520CB" w:rsidP="00D520CB">
      <w:pPr>
        <w:autoSpaceDE w:val="0"/>
        <w:autoSpaceDN w:val="0"/>
        <w:adjustRightInd w:val="0"/>
        <w:rPr>
          <w:b/>
          <w:bCs/>
        </w:rPr>
      </w:pPr>
      <w:proofErr w:type="spellStart"/>
      <w:r>
        <w:rPr>
          <w:b/>
          <w:bCs/>
        </w:rPr>
        <w:t>Очно-заочное</w:t>
      </w:r>
      <w:proofErr w:type="spellEnd"/>
      <w:r>
        <w:rPr>
          <w:b/>
          <w:bCs/>
        </w:rPr>
        <w:t xml:space="preserve"> (Б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>.В.ОД.1)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8"/>
        <w:gridCol w:w="1125"/>
        <w:gridCol w:w="1736"/>
      </w:tblGrid>
      <w:tr w:rsidR="00D520CB" w:rsidTr="00AD2EE3">
        <w:trPr>
          <w:trHeight w:val="416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Виды учебной работы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Всего часов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Распределение по семестрам</w:t>
            </w:r>
          </w:p>
        </w:tc>
      </w:tr>
      <w:tr w:rsidR="00D520CB" w:rsidTr="00AD2EE3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CB" w:rsidRDefault="00D520CB" w:rsidP="00AD2EE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0CB" w:rsidRDefault="00D520CB" w:rsidP="00AD2EE3"/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2</w:t>
            </w:r>
          </w:p>
        </w:tc>
      </w:tr>
      <w:tr w:rsidR="00D520CB" w:rsidTr="00AD2EE3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трудоемкость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108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108</w:t>
            </w:r>
          </w:p>
        </w:tc>
      </w:tr>
      <w:tr w:rsidR="00D520CB" w:rsidTr="00AD2EE3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</w:p>
        </w:tc>
      </w:tr>
      <w:tr w:rsidR="00D520CB" w:rsidTr="00AD2EE3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8</w:t>
            </w:r>
          </w:p>
        </w:tc>
      </w:tr>
      <w:tr w:rsidR="00D520CB" w:rsidTr="00AD2EE3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CB" w:rsidRDefault="00D520CB" w:rsidP="00AD2EE3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D520CB" w:rsidRDefault="00D520CB" w:rsidP="00AD2EE3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CB" w:rsidRDefault="00D520CB" w:rsidP="00AD2EE3">
            <w:pPr>
              <w:jc w:val="center"/>
            </w:pPr>
            <w:r>
              <w:t>98</w:t>
            </w:r>
          </w:p>
          <w:p w:rsidR="00D520CB" w:rsidRDefault="00D520CB" w:rsidP="00AD2EE3">
            <w:pPr>
              <w:jc w:val="center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CB" w:rsidRDefault="00D520CB" w:rsidP="00AD2EE3">
            <w:pPr>
              <w:jc w:val="center"/>
            </w:pPr>
            <w:r>
              <w:t>98</w:t>
            </w:r>
          </w:p>
          <w:p w:rsidR="00D520CB" w:rsidRDefault="00D520CB" w:rsidP="00AD2EE3">
            <w:pPr>
              <w:jc w:val="center"/>
            </w:pPr>
          </w:p>
        </w:tc>
      </w:tr>
      <w:tr w:rsidR="00D520CB" w:rsidTr="00AD2EE3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2</w:t>
            </w:r>
          </w:p>
        </w:tc>
      </w:tr>
      <w:tr w:rsidR="00D520CB" w:rsidTr="00AD2EE3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</w:p>
        </w:tc>
      </w:tr>
      <w:tr w:rsidR="00D520CB" w:rsidTr="00AD2EE3"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pStyle w:val="ac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CB" w:rsidRDefault="00D520CB" w:rsidP="00AD2EE3">
            <w:pPr>
              <w:jc w:val="center"/>
            </w:pPr>
            <w:r>
              <w:t>0</w:t>
            </w:r>
          </w:p>
        </w:tc>
      </w:tr>
    </w:tbl>
    <w:p w:rsidR="003259A5" w:rsidRDefault="003259A5" w:rsidP="00501E79">
      <w:pPr>
        <w:jc w:val="both"/>
        <w:rPr>
          <w:b/>
          <w:bCs/>
        </w:rPr>
      </w:pPr>
    </w:p>
    <w:p w:rsidR="00D520CB" w:rsidRDefault="00D520CB" w:rsidP="00D520CB">
      <w:pPr>
        <w:pStyle w:val="2"/>
        <w:spacing w:line="232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3.Содержание дисциплины</w:t>
      </w:r>
    </w:p>
    <w:p w:rsidR="003259A5" w:rsidRPr="00D45A74" w:rsidRDefault="00D520CB" w:rsidP="00D520CB">
      <w:pPr>
        <w:pStyle w:val="ae"/>
        <w:spacing w:line="230" w:lineRule="auto"/>
        <w:ind w:left="644"/>
      </w:pPr>
      <w:r>
        <w:rPr>
          <w:b/>
          <w:bCs/>
          <w:sz w:val="23"/>
          <w:szCs w:val="23"/>
        </w:rPr>
        <w:t xml:space="preserve">Таблица 3.1 Распределение часов по темам (модулям) и видам учебной работы ОДО </w:t>
      </w:r>
      <w:r w:rsidR="003259A5" w:rsidRPr="0081702A">
        <w:t>общая трудоемкость</w:t>
      </w:r>
      <w:r w:rsidR="003259A5">
        <w:t>:</w:t>
      </w:r>
      <w:r w:rsidR="003259A5" w:rsidRPr="0081702A">
        <w:t xml:space="preserve"> </w:t>
      </w:r>
      <w:r w:rsidR="003259A5">
        <w:t>_3 зачетных единицы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811"/>
        <w:gridCol w:w="709"/>
        <w:gridCol w:w="426"/>
        <w:gridCol w:w="141"/>
        <w:gridCol w:w="851"/>
        <w:gridCol w:w="708"/>
      </w:tblGrid>
      <w:tr w:rsidR="00D520CB" w:rsidRPr="00B12D66" w:rsidTr="00501E79">
        <w:trPr>
          <w:gridAfter w:val="3"/>
          <w:wAfter w:w="1700" w:type="dxa"/>
          <w:trHeight w:val="276"/>
        </w:trPr>
        <w:tc>
          <w:tcPr>
            <w:tcW w:w="568" w:type="dxa"/>
            <w:vMerge w:val="restart"/>
          </w:tcPr>
          <w:p w:rsidR="00D520CB" w:rsidRPr="00DC209E" w:rsidRDefault="00D520CB" w:rsidP="003259A5">
            <w:r w:rsidRPr="00DC209E">
              <w:t>Номер</w:t>
            </w:r>
          </w:p>
          <w:p w:rsidR="00D520CB" w:rsidRDefault="00D520CB" w:rsidP="003259A5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:rsidR="00D520CB" w:rsidRPr="00DC209E" w:rsidRDefault="00D520CB" w:rsidP="003259A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811" w:type="dxa"/>
            <w:vMerge w:val="restart"/>
          </w:tcPr>
          <w:p w:rsidR="00D520CB" w:rsidRDefault="00D520CB" w:rsidP="003259A5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:rsidR="00D520CB" w:rsidRPr="00DC209E" w:rsidRDefault="00D520CB" w:rsidP="003259A5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1135" w:type="dxa"/>
            <w:gridSpan w:val="2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  <w:jc w:val="center"/>
            </w:pPr>
          </w:p>
        </w:tc>
      </w:tr>
      <w:tr w:rsidR="00D520CB" w:rsidRPr="00B12D66" w:rsidTr="00501E79">
        <w:trPr>
          <w:trHeight w:val="535"/>
        </w:trPr>
        <w:tc>
          <w:tcPr>
            <w:tcW w:w="568" w:type="dxa"/>
            <w:vMerge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</w:p>
        </w:tc>
        <w:tc>
          <w:tcPr>
            <w:tcW w:w="5811" w:type="dxa"/>
            <w:vMerge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567" w:type="dxa"/>
            <w:gridSpan w:val="2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851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 w:rsidRPr="00DC209E">
              <w:t>СР</w:t>
            </w:r>
            <w:r>
              <w:t>С</w:t>
            </w:r>
          </w:p>
        </w:tc>
        <w:tc>
          <w:tcPr>
            <w:tcW w:w="708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КСР</w:t>
            </w:r>
          </w:p>
        </w:tc>
      </w:tr>
      <w:tr w:rsidR="00D520CB" w:rsidRPr="00B12D66" w:rsidTr="00501E79">
        <w:tc>
          <w:tcPr>
            <w:tcW w:w="568" w:type="dxa"/>
          </w:tcPr>
          <w:p w:rsidR="00D520CB" w:rsidRPr="006756AF" w:rsidRDefault="00D520CB" w:rsidP="003259A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11" w:type="dxa"/>
          </w:tcPr>
          <w:p w:rsidR="00D520CB" w:rsidRPr="001B64DA" w:rsidRDefault="00D520CB" w:rsidP="003259A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B64DA">
              <w:rPr>
                <w:b/>
                <w:sz w:val="20"/>
                <w:szCs w:val="20"/>
              </w:rPr>
              <w:t>Нормы русского литературного языка</w:t>
            </w:r>
          </w:p>
          <w:p w:rsidR="00D520CB" w:rsidRPr="001B64DA" w:rsidRDefault="00D520CB" w:rsidP="003259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1.Орфоэпические нормы.</w:t>
            </w:r>
          </w:p>
          <w:p w:rsidR="00D520CB" w:rsidRPr="001B64DA" w:rsidRDefault="00D520CB" w:rsidP="003259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2.Лексические нормы.</w:t>
            </w:r>
          </w:p>
          <w:p w:rsidR="00D520CB" w:rsidRPr="001B64DA" w:rsidRDefault="00D520CB" w:rsidP="003259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3. Морфологические нормы.</w:t>
            </w:r>
          </w:p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 w:rsidRPr="001B64DA">
              <w:rPr>
                <w:sz w:val="20"/>
                <w:szCs w:val="20"/>
              </w:rPr>
              <w:t>4. Синтаксические нормы.</w:t>
            </w:r>
          </w:p>
        </w:tc>
        <w:tc>
          <w:tcPr>
            <w:tcW w:w="709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30</w:t>
            </w:r>
          </w:p>
        </w:tc>
        <w:tc>
          <w:tcPr>
            <w:tcW w:w="567" w:type="dxa"/>
            <w:gridSpan w:val="2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708" w:type="dxa"/>
          </w:tcPr>
          <w:p w:rsidR="00D520CB" w:rsidRDefault="00D520CB" w:rsidP="003259A5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520CB" w:rsidRPr="00B12D66" w:rsidTr="00501E79">
        <w:tc>
          <w:tcPr>
            <w:tcW w:w="568" w:type="dxa"/>
          </w:tcPr>
          <w:p w:rsidR="00D520CB" w:rsidRPr="006756AF" w:rsidRDefault="00D520CB" w:rsidP="003259A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11" w:type="dxa"/>
          </w:tcPr>
          <w:p w:rsidR="00D520CB" w:rsidRPr="001B64DA" w:rsidRDefault="00D520CB" w:rsidP="003259A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B64DA">
              <w:rPr>
                <w:b/>
                <w:sz w:val="20"/>
                <w:szCs w:val="20"/>
              </w:rPr>
              <w:t>Функциональные стили русского литературного языка</w:t>
            </w:r>
          </w:p>
          <w:p w:rsidR="00D520CB" w:rsidRPr="001B64DA" w:rsidRDefault="00D520CB" w:rsidP="003259A5">
            <w:pPr>
              <w:jc w:val="both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Ф</w:t>
            </w:r>
            <w:r w:rsidRPr="001B64DA">
              <w:rPr>
                <w:sz w:val="20"/>
                <w:szCs w:val="20"/>
              </w:rPr>
              <w:t>ункционально-стилистический состав книжной речи.</w:t>
            </w:r>
          </w:p>
          <w:p w:rsidR="00D520CB" w:rsidRPr="001B64DA" w:rsidRDefault="00D520CB" w:rsidP="003259A5">
            <w:pPr>
              <w:jc w:val="both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2. Сфера функционирования, видовое разнообразие, языковые черты ОДС.</w:t>
            </w:r>
          </w:p>
          <w:p w:rsidR="00D520CB" w:rsidRPr="001B64DA" w:rsidRDefault="00D520CB" w:rsidP="003259A5">
            <w:pPr>
              <w:jc w:val="both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3. Специфика элементов всех языковых уровней в научной речи.</w:t>
            </w:r>
          </w:p>
          <w:p w:rsidR="00D520CB" w:rsidRDefault="00D520CB" w:rsidP="003259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4. Жанровая дифференциация, отбор языковых сре</w:t>
            </w:r>
            <w:proofErr w:type="gramStart"/>
            <w:r w:rsidRPr="001B64DA">
              <w:rPr>
                <w:sz w:val="20"/>
                <w:szCs w:val="20"/>
              </w:rPr>
              <w:t>дств</w:t>
            </w:r>
            <w:r>
              <w:rPr>
                <w:sz w:val="20"/>
                <w:szCs w:val="20"/>
              </w:rPr>
              <w:t xml:space="preserve"> </w:t>
            </w:r>
            <w:r w:rsidRPr="001B64DA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</w:t>
            </w:r>
            <w:r w:rsidRPr="001B64DA">
              <w:rPr>
                <w:sz w:val="20"/>
                <w:szCs w:val="20"/>
              </w:rPr>
              <w:t xml:space="preserve"> </w:t>
            </w:r>
            <w:r w:rsidRPr="001B64DA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1B64DA">
              <w:rPr>
                <w:sz w:val="20"/>
                <w:szCs w:val="20"/>
              </w:rPr>
              <w:t>ублицистическом стиле.</w:t>
            </w:r>
          </w:p>
          <w:p w:rsidR="00D520CB" w:rsidRDefault="00D520CB" w:rsidP="003259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5.Признаки разговорного  стиля.</w:t>
            </w:r>
          </w:p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6.Художественный стиль.</w:t>
            </w:r>
          </w:p>
        </w:tc>
        <w:tc>
          <w:tcPr>
            <w:tcW w:w="709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lastRenderedPageBreak/>
              <w:t>30</w:t>
            </w:r>
          </w:p>
        </w:tc>
        <w:tc>
          <w:tcPr>
            <w:tcW w:w="567" w:type="dxa"/>
            <w:gridSpan w:val="2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708" w:type="dxa"/>
          </w:tcPr>
          <w:p w:rsidR="00D520CB" w:rsidRDefault="00D520CB" w:rsidP="003259A5">
            <w:pPr>
              <w:autoSpaceDE w:val="0"/>
              <w:autoSpaceDN w:val="0"/>
              <w:adjustRightInd w:val="0"/>
            </w:pPr>
          </w:p>
        </w:tc>
      </w:tr>
      <w:tr w:rsidR="00D520CB" w:rsidRPr="00B12D66" w:rsidTr="00501E79">
        <w:tc>
          <w:tcPr>
            <w:tcW w:w="568" w:type="dxa"/>
          </w:tcPr>
          <w:p w:rsidR="00D520CB" w:rsidRDefault="00D520CB" w:rsidP="003259A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</w:t>
            </w:r>
          </w:p>
        </w:tc>
        <w:tc>
          <w:tcPr>
            <w:tcW w:w="5811" w:type="dxa"/>
          </w:tcPr>
          <w:p w:rsidR="00D520CB" w:rsidRPr="00B566D0" w:rsidRDefault="00D520CB" w:rsidP="003259A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566D0">
              <w:rPr>
                <w:b/>
                <w:sz w:val="20"/>
                <w:szCs w:val="20"/>
              </w:rPr>
              <w:t>Оратор и его аудитория</w:t>
            </w:r>
          </w:p>
          <w:p w:rsidR="00D520CB" w:rsidRPr="00B566D0" w:rsidRDefault="00D520CB" w:rsidP="003259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566D0">
              <w:rPr>
                <w:sz w:val="20"/>
                <w:szCs w:val="20"/>
              </w:rPr>
              <w:t>Особенности публичной речи. Оратор и его аудитория. Основные виды аргументов.</w:t>
            </w:r>
          </w:p>
          <w:p w:rsidR="00D520CB" w:rsidRPr="00B566D0" w:rsidRDefault="00D520CB" w:rsidP="003259A5">
            <w:pPr>
              <w:jc w:val="both"/>
              <w:rPr>
                <w:sz w:val="20"/>
                <w:szCs w:val="20"/>
              </w:rPr>
            </w:pPr>
            <w:r w:rsidRPr="00B566D0">
              <w:rPr>
                <w:sz w:val="20"/>
                <w:szCs w:val="20"/>
              </w:rPr>
              <w:t xml:space="preserve">2. Подготовка речи: выбор темы, цель речи, поиск материала, начало, развертывание и завершение речи. </w:t>
            </w:r>
          </w:p>
          <w:p w:rsidR="00D520CB" w:rsidRPr="00B566D0" w:rsidRDefault="00D520CB" w:rsidP="003259A5">
            <w:pPr>
              <w:jc w:val="both"/>
              <w:rPr>
                <w:sz w:val="20"/>
                <w:szCs w:val="20"/>
              </w:rPr>
            </w:pPr>
            <w:r w:rsidRPr="00B566D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B566D0">
              <w:rPr>
                <w:sz w:val="20"/>
                <w:szCs w:val="20"/>
              </w:rPr>
              <w:t>Основные приемы поиска материала  и виды вспомогательных материалов.</w:t>
            </w:r>
          </w:p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 w:rsidRPr="00B566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B566D0">
              <w:rPr>
                <w:sz w:val="20"/>
                <w:szCs w:val="20"/>
              </w:rPr>
              <w:t>. Словесное оформление публичного выступления.</w:t>
            </w:r>
          </w:p>
        </w:tc>
        <w:tc>
          <w:tcPr>
            <w:tcW w:w="709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567" w:type="dxa"/>
            <w:gridSpan w:val="2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25</w:t>
            </w:r>
          </w:p>
        </w:tc>
        <w:tc>
          <w:tcPr>
            <w:tcW w:w="708" w:type="dxa"/>
          </w:tcPr>
          <w:p w:rsidR="00D520CB" w:rsidRDefault="00D520CB" w:rsidP="003259A5">
            <w:pPr>
              <w:autoSpaceDE w:val="0"/>
              <w:autoSpaceDN w:val="0"/>
              <w:adjustRightInd w:val="0"/>
            </w:pPr>
          </w:p>
        </w:tc>
      </w:tr>
      <w:tr w:rsidR="00D520CB" w:rsidRPr="00B12D66" w:rsidTr="00501E79">
        <w:tc>
          <w:tcPr>
            <w:tcW w:w="568" w:type="dxa"/>
          </w:tcPr>
          <w:p w:rsidR="00D520CB" w:rsidRDefault="00D520CB" w:rsidP="003259A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11" w:type="dxa"/>
          </w:tcPr>
          <w:p w:rsidR="00D520CB" w:rsidRPr="00040022" w:rsidRDefault="00D520CB" w:rsidP="003259A5">
            <w:pPr>
              <w:jc w:val="both"/>
              <w:rPr>
                <w:b/>
                <w:sz w:val="20"/>
                <w:szCs w:val="20"/>
              </w:rPr>
            </w:pPr>
            <w:r w:rsidRPr="00040022">
              <w:rPr>
                <w:b/>
                <w:sz w:val="20"/>
                <w:szCs w:val="20"/>
              </w:rPr>
              <w:t>Деловой язык. Составление деловой документации</w:t>
            </w:r>
          </w:p>
          <w:p w:rsidR="00D520CB" w:rsidRPr="00040022" w:rsidRDefault="00D520CB" w:rsidP="003259A5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>1. Приемы унификации языка служебных документов. Интернациональные свойства русской официально-деловой письменной речи.</w:t>
            </w:r>
          </w:p>
          <w:p w:rsidR="00D520CB" w:rsidRPr="00040022" w:rsidRDefault="00D520CB" w:rsidP="003259A5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>2. Язык и стиль распорядительных документов.</w:t>
            </w:r>
          </w:p>
          <w:p w:rsidR="00D520CB" w:rsidRPr="00040022" w:rsidRDefault="00D520CB" w:rsidP="003259A5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 xml:space="preserve">3. Язык и стиль коммерческой корреспонденции. Язык и стиль инструктивно-методических документов. </w:t>
            </w:r>
          </w:p>
          <w:p w:rsidR="00D520CB" w:rsidRPr="00040022" w:rsidRDefault="00D520CB" w:rsidP="003259A5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>4. Реклама в деловой речи. Правила оформления документов.</w:t>
            </w:r>
          </w:p>
          <w:p w:rsidR="00D520CB" w:rsidRPr="00040022" w:rsidRDefault="00D520CB" w:rsidP="003259A5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 xml:space="preserve">5. Речевой этикет в документе. </w:t>
            </w:r>
          </w:p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proofErr w:type="gramStart"/>
            <w:r>
              <w:rPr>
                <w:sz w:val="20"/>
                <w:szCs w:val="20"/>
              </w:rPr>
              <w:t>6.</w:t>
            </w:r>
            <w:r w:rsidRPr="00040022">
              <w:rPr>
                <w:sz w:val="20"/>
                <w:szCs w:val="20"/>
              </w:rPr>
              <w:t>Основные единицы общения (речевое событие, речевая ситуация, речевое взаимодействие</w:t>
            </w:r>
            <w:proofErr w:type="gramEnd"/>
          </w:p>
        </w:tc>
        <w:tc>
          <w:tcPr>
            <w:tcW w:w="709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567" w:type="dxa"/>
            <w:gridSpan w:val="2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25</w:t>
            </w:r>
          </w:p>
        </w:tc>
        <w:tc>
          <w:tcPr>
            <w:tcW w:w="708" w:type="dxa"/>
          </w:tcPr>
          <w:p w:rsidR="00D520CB" w:rsidRDefault="00D520CB" w:rsidP="003259A5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520CB" w:rsidRPr="00B12D66" w:rsidTr="00501E79">
        <w:trPr>
          <w:trHeight w:val="396"/>
        </w:trPr>
        <w:tc>
          <w:tcPr>
            <w:tcW w:w="568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</w:p>
        </w:tc>
        <w:tc>
          <w:tcPr>
            <w:tcW w:w="5811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108</w:t>
            </w:r>
          </w:p>
        </w:tc>
        <w:tc>
          <w:tcPr>
            <w:tcW w:w="567" w:type="dxa"/>
            <w:gridSpan w:val="2"/>
          </w:tcPr>
          <w:p w:rsidR="00D520CB" w:rsidRPr="00DC209E" w:rsidRDefault="00D520CB" w:rsidP="003259A5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851" w:type="dxa"/>
          </w:tcPr>
          <w:p w:rsidR="00D520CB" w:rsidRPr="00DC209E" w:rsidRDefault="00501E79" w:rsidP="003259A5">
            <w:pPr>
              <w:autoSpaceDE w:val="0"/>
              <w:autoSpaceDN w:val="0"/>
              <w:adjustRightInd w:val="0"/>
            </w:pPr>
            <w:r>
              <w:t>89,75+ Икр (0,25)</w:t>
            </w:r>
          </w:p>
        </w:tc>
        <w:tc>
          <w:tcPr>
            <w:tcW w:w="708" w:type="dxa"/>
          </w:tcPr>
          <w:p w:rsidR="00D520CB" w:rsidRDefault="00D520CB" w:rsidP="003259A5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</w:tbl>
    <w:p w:rsidR="003259A5" w:rsidRDefault="003259A5" w:rsidP="003259A5">
      <w:pPr>
        <w:pStyle w:val="a8"/>
        <w:rPr>
          <w:b/>
        </w:rPr>
      </w:pPr>
    </w:p>
    <w:p w:rsidR="001F4100" w:rsidRDefault="001F4100" w:rsidP="001F4100"/>
    <w:p w:rsidR="003259A5" w:rsidRDefault="003259A5" w:rsidP="001F4100"/>
    <w:p w:rsidR="00501E79" w:rsidRPr="00D45A74" w:rsidRDefault="00501E79" w:rsidP="00501E79">
      <w:pPr>
        <w:pStyle w:val="ae"/>
        <w:spacing w:line="230" w:lineRule="auto"/>
        <w:ind w:left="644"/>
      </w:pPr>
      <w:r>
        <w:rPr>
          <w:b/>
          <w:bCs/>
          <w:sz w:val="23"/>
          <w:szCs w:val="23"/>
        </w:rPr>
        <w:t xml:space="preserve">Таблица 3.2 Распределение часов по темам (модулям) и видам учебной работы </w:t>
      </w:r>
      <w:proofErr w:type="spellStart"/>
      <w:r>
        <w:rPr>
          <w:b/>
          <w:bCs/>
          <w:sz w:val="23"/>
          <w:szCs w:val="23"/>
        </w:rPr>
        <w:t>Очно-заочное</w:t>
      </w:r>
      <w:proofErr w:type="spellEnd"/>
      <w:r>
        <w:rPr>
          <w:b/>
          <w:bCs/>
          <w:sz w:val="23"/>
          <w:szCs w:val="23"/>
        </w:rPr>
        <w:t xml:space="preserve"> </w:t>
      </w:r>
      <w:r w:rsidRPr="0081702A">
        <w:t>общая трудоемкость</w:t>
      </w:r>
      <w:r>
        <w:t>:</w:t>
      </w:r>
      <w:r w:rsidRPr="0081702A">
        <w:t xml:space="preserve"> </w:t>
      </w:r>
      <w:r>
        <w:t>_3 зачетных единицы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811"/>
        <w:gridCol w:w="709"/>
        <w:gridCol w:w="426"/>
        <w:gridCol w:w="141"/>
        <w:gridCol w:w="851"/>
        <w:gridCol w:w="708"/>
      </w:tblGrid>
      <w:tr w:rsidR="00501E79" w:rsidRPr="00B12D66" w:rsidTr="00AD2EE3">
        <w:trPr>
          <w:gridAfter w:val="3"/>
          <w:wAfter w:w="1700" w:type="dxa"/>
          <w:trHeight w:val="276"/>
        </w:trPr>
        <w:tc>
          <w:tcPr>
            <w:tcW w:w="568" w:type="dxa"/>
            <w:vMerge w:val="restart"/>
          </w:tcPr>
          <w:p w:rsidR="00501E79" w:rsidRPr="00DC209E" w:rsidRDefault="00501E79" w:rsidP="00AD2EE3">
            <w:r w:rsidRPr="00DC209E">
              <w:t>Номер</w:t>
            </w:r>
          </w:p>
          <w:p w:rsidR="00501E79" w:rsidRDefault="00501E79" w:rsidP="00AD2EE3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:rsidR="00501E79" w:rsidRPr="00501E79" w:rsidRDefault="00501E79" w:rsidP="00AD2E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11" w:type="dxa"/>
            <w:vMerge w:val="restart"/>
          </w:tcPr>
          <w:p w:rsidR="00501E79" w:rsidRDefault="00501E79" w:rsidP="00AD2EE3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:rsidR="00501E79" w:rsidRPr="00DC209E" w:rsidRDefault="00501E79" w:rsidP="00AD2EE3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1135" w:type="dxa"/>
            <w:gridSpan w:val="2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  <w:jc w:val="center"/>
            </w:pPr>
          </w:p>
        </w:tc>
      </w:tr>
      <w:tr w:rsidR="00501E79" w:rsidRPr="00B12D66" w:rsidTr="00AD2EE3">
        <w:trPr>
          <w:trHeight w:val="535"/>
        </w:trPr>
        <w:tc>
          <w:tcPr>
            <w:tcW w:w="568" w:type="dxa"/>
            <w:vMerge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</w:p>
        </w:tc>
        <w:tc>
          <w:tcPr>
            <w:tcW w:w="5811" w:type="dxa"/>
            <w:vMerge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567" w:type="dxa"/>
            <w:gridSpan w:val="2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851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 w:rsidRPr="00DC209E">
              <w:t>СР</w:t>
            </w:r>
            <w:r>
              <w:t>С</w:t>
            </w:r>
          </w:p>
        </w:tc>
        <w:tc>
          <w:tcPr>
            <w:tcW w:w="708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КСР</w:t>
            </w:r>
          </w:p>
        </w:tc>
      </w:tr>
      <w:tr w:rsidR="00501E79" w:rsidRPr="00B12D66" w:rsidTr="00AD2EE3">
        <w:tc>
          <w:tcPr>
            <w:tcW w:w="568" w:type="dxa"/>
          </w:tcPr>
          <w:p w:rsidR="00501E79" w:rsidRPr="006756AF" w:rsidRDefault="00501E79" w:rsidP="00AD2EE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811" w:type="dxa"/>
          </w:tcPr>
          <w:p w:rsidR="00501E79" w:rsidRPr="001B64DA" w:rsidRDefault="00501E79" w:rsidP="00AD2EE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B64DA">
              <w:rPr>
                <w:b/>
                <w:sz w:val="20"/>
                <w:szCs w:val="20"/>
              </w:rPr>
              <w:t>Нормы русского литературного языка</w:t>
            </w:r>
          </w:p>
          <w:p w:rsidR="00501E79" w:rsidRPr="001B64DA" w:rsidRDefault="00501E79" w:rsidP="00AD2E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1.Орфоэпические нормы.</w:t>
            </w:r>
          </w:p>
          <w:p w:rsidR="00501E79" w:rsidRPr="001B64DA" w:rsidRDefault="00501E79" w:rsidP="00AD2E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2.Лексические нормы.</w:t>
            </w:r>
          </w:p>
          <w:p w:rsidR="00501E79" w:rsidRPr="001B64DA" w:rsidRDefault="00501E79" w:rsidP="00AD2E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3. Морфологические нормы.</w:t>
            </w:r>
          </w:p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 w:rsidRPr="001B64DA">
              <w:rPr>
                <w:sz w:val="20"/>
                <w:szCs w:val="20"/>
              </w:rPr>
              <w:t>4. Синтаксические нормы.</w:t>
            </w:r>
          </w:p>
        </w:tc>
        <w:tc>
          <w:tcPr>
            <w:tcW w:w="709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30</w:t>
            </w:r>
          </w:p>
        </w:tc>
        <w:tc>
          <w:tcPr>
            <w:tcW w:w="567" w:type="dxa"/>
            <w:gridSpan w:val="2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51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25</w:t>
            </w:r>
          </w:p>
        </w:tc>
        <w:tc>
          <w:tcPr>
            <w:tcW w:w="708" w:type="dxa"/>
          </w:tcPr>
          <w:p w:rsidR="00501E79" w:rsidRDefault="00501E79" w:rsidP="00AD2EE3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501E79" w:rsidRPr="00B12D66" w:rsidTr="00AD2EE3">
        <w:tc>
          <w:tcPr>
            <w:tcW w:w="568" w:type="dxa"/>
          </w:tcPr>
          <w:p w:rsidR="00501E79" w:rsidRPr="006756AF" w:rsidRDefault="00501E79" w:rsidP="00AD2EE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11" w:type="dxa"/>
          </w:tcPr>
          <w:p w:rsidR="00501E79" w:rsidRPr="001B64DA" w:rsidRDefault="00501E79" w:rsidP="00AD2EE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B64DA">
              <w:rPr>
                <w:b/>
                <w:sz w:val="20"/>
                <w:szCs w:val="20"/>
              </w:rPr>
              <w:t>Функциональные стили русского литературного языка</w:t>
            </w:r>
          </w:p>
          <w:p w:rsidR="00501E79" w:rsidRPr="001B64DA" w:rsidRDefault="00501E79" w:rsidP="00AD2EE3">
            <w:pPr>
              <w:jc w:val="both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Ф</w:t>
            </w:r>
            <w:r w:rsidRPr="001B64DA">
              <w:rPr>
                <w:sz w:val="20"/>
                <w:szCs w:val="20"/>
              </w:rPr>
              <w:t>ункционально-стилистический состав книжной речи.</w:t>
            </w:r>
          </w:p>
          <w:p w:rsidR="00501E79" w:rsidRPr="001B64DA" w:rsidRDefault="00501E79" w:rsidP="00AD2EE3">
            <w:pPr>
              <w:jc w:val="both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2. Сфера функционирования, видовое разнообразие, языковые черты ОДС.</w:t>
            </w:r>
          </w:p>
          <w:p w:rsidR="00501E79" w:rsidRPr="001B64DA" w:rsidRDefault="00501E79" w:rsidP="00AD2EE3">
            <w:pPr>
              <w:jc w:val="both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3. Специфика элементов всех языковых уровней в научной речи.</w:t>
            </w:r>
          </w:p>
          <w:p w:rsidR="00501E79" w:rsidRDefault="00501E79" w:rsidP="00AD2E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64DA">
              <w:rPr>
                <w:sz w:val="20"/>
                <w:szCs w:val="20"/>
              </w:rPr>
              <w:t>4. Жанровая дифференциация, отбор языковых сре</w:t>
            </w:r>
            <w:proofErr w:type="gramStart"/>
            <w:r w:rsidRPr="001B64DA">
              <w:rPr>
                <w:sz w:val="20"/>
                <w:szCs w:val="20"/>
              </w:rPr>
              <w:t>дств</w:t>
            </w:r>
            <w:r>
              <w:rPr>
                <w:sz w:val="20"/>
                <w:szCs w:val="20"/>
              </w:rPr>
              <w:t xml:space="preserve"> </w:t>
            </w:r>
            <w:r w:rsidRPr="001B64DA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</w:t>
            </w:r>
            <w:r w:rsidRPr="001B64DA">
              <w:rPr>
                <w:sz w:val="20"/>
                <w:szCs w:val="20"/>
              </w:rPr>
              <w:t xml:space="preserve"> п</w:t>
            </w:r>
            <w:proofErr w:type="gramEnd"/>
            <w:r w:rsidRPr="001B64DA">
              <w:rPr>
                <w:sz w:val="20"/>
                <w:szCs w:val="20"/>
              </w:rPr>
              <w:t>ублицистическом стиле.</w:t>
            </w:r>
          </w:p>
          <w:p w:rsidR="00501E79" w:rsidRDefault="00501E79" w:rsidP="00AD2E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5.Признаки разговорного  стиля.</w:t>
            </w:r>
          </w:p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6.Художественный стиль.</w:t>
            </w:r>
          </w:p>
        </w:tc>
        <w:tc>
          <w:tcPr>
            <w:tcW w:w="709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30</w:t>
            </w:r>
          </w:p>
        </w:tc>
        <w:tc>
          <w:tcPr>
            <w:tcW w:w="567" w:type="dxa"/>
            <w:gridSpan w:val="2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51" w:type="dxa"/>
          </w:tcPr>
          <w:p w:rsidR="00501E79" w:rsidRPr="00DC209E" w:rsidRDefault="00501E79" w:rsidP="00501E79">
            <w:pPr>
              <w:autoSpaceDE w:val="0"/>
              <w:autoSpaceDN w:val="0"/>
              <w:adjustRightInd w:val="0"/>
            </w:pPr>
            <w:r>
              <w:t>25</w:t>
            </w:r>
          </w:p>
        </w:tc>
        <w:tc>
          <w:tcPr>
            <w:tcW w:w="708" w:type="dxa"/>
          </w:tcPr>
          <w:p w:rsidR="00501E79" w:rsidRDefault="00501E79" w:rsidP="00AD2EE3">
            <w:pPr>
              <w:autoSpaceDE w:val="0"/>
              <w:autoSpaceDN w:val="0"/>
              <w:adjustRightInd w:val="0"/>
            </w:pPr>
          </w:p>
        </w:tc>
      </w:tr>
      <w:tr w:rsidR="00501E79" w:rsidRPr="00B12D66" w:rsidTr="00AD2EE3">
        <w:tc>
          <w:tcPr>
            <w:tcW w:w="568" w:type="dxa"/>
          </w:tcPr>
          <w:p w:rsidR="00501E79" w:rsidRDefault="00501E79" w:rsidP="00AD2EE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811" w:type="dxa"/>
          </w:tcPr>
          <w:p w:rsidR="00501E79" w:rsidRPr="00B566D0" w:rsidRDefault="00501E79" w:rsidP="00AD2EE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566D0">
              <w:rPr>
                <w:b/>
                <w:sz w:val="20"/>
                <w:szCs w:val="20"/>
              </w:rPr>
              <w:t>Оратор и его аудитория</w:t>
            </w:r>
          </w:p>
          <w:p w:rsidR="00501E79" w:rsidRPr="00B566D0" w:rsidRDefault="00501E79" w:rsidP="00AD2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566D0">
              <w:rPr>
                <w:sz w:val="20"/>
                <w:szCs w:val="20"/>
              </w:rPr>
              <w:t>Особенности публичной речи. Оратор и его аудитория. Основные виды аргументов.</w:t>
            </w:r>
          </w:p>
          <w:p w:rsidR="00501E79" w:rsidRPr="00B566D0" w:rsidRDefault="00501E79" w:rsidP="00AD2EE3">
            <w:pPr>
              <w:jc w:val="both"/>
              <w:rPr>
                <w:sz w:val="20"/>
                <w:szCs w:val="20"/>
              </w:rPr>
            </w:pPr>
            <w:r w:rsidRPr="00B566D0">
              <w:rPr>
                <w:sz w:val="20"/>
                <w:szCs w:val="20"/>
              </w:rPr>
              <w:t xml:space="preserve">2. Подготовка речи: выбор темы, цель речи, поиск материала, начало, развертывание и завершение речи. </w:t>
            </w:r>
          </w:p>
          <w:p w:rsidR="00501E79" w:rsidRPr="00B566D0" w:rsidRDefault="00501E79" w:rsidP="00AD2EE3">
            <w:pPr>
              <w:jc w:val="both"/>
              <w:rPr>
                <w:sz w:val="20"/>
                <w:szCs w:val="20"/>
              </w:rPr>
            </w:pPr>
            <w:r w:rsidRPr="00B566D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B566D0">
              <w:rPr>
                <w:sz w:val="20"/>
                <w:szCs w:val="20"/>
              </w:rPr>
              <w:t>Основные приемы поиска материала  и виды вспомогательных материалов.</w:t>
            </w:r>
          </w:p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 w:rsidRPr="00B566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B566D0">
              <w:rPr>
                <w:sz w:val="20"/>
                <w:szCs w:val="20"/>
              </w:rPr>
              <w:t>. Словесное оформление публичного выступления.</w:t>
            </w:r>
          </w:p>
        </w:tc>
        <w:tc>
          <w:tcPr>
            <w:tcW w:w="709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567" w:type="dxa"/>
            <w:gridSpan w:val="2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51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25</w:t>
            </w:r>
          </w:p>
        </w:tc>
        <w:tc>
          <w:tcPr>
            <w:tcW w:w="708" w:type="dxa"/>
          </w:tcPr>
          <w:p w:rsidR="00501E79" w:rsidRDefault="00501E79" w:rsidP="00AD2EE3">
            <w:pPr>
              <w:autoSpaceDE w:val="0"/>
              <w:autoSpaceDN w:val="0"/>
              <w:adjustRightInd w:val="0"/>
            </w:pPr>
          </w:p>
        </w:tc>
      </w:tr>
      <w:tr w:rsidR="00501E79" w:rsidRPr="00B12D66" w:rsidTr="00AD2EE3">
        <w:tc>
          <w:tcPr>
            <w:tcW w:w="568" w:type="dxa"/>
          </w:tcPr>
          <w:p w:rsidR="00501E79" w:rsidRDefault="00501E79" w:rsidP="00AD2EE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</w:p>
        </w:tc>
        <w:tc>
          <w:tcPr>
            <w:tcW w:w="5811" w:type="dxa"/>
          </w:tcPr>
          <w:p w:rsidR="00501E79" w:rsidRPr="00040022" w:rsidRDefault="00501E79" w:rsidP="00AD2EE3">
            <w:pPr>
              <w:jc w:val="both"/>
              <w:rPr>
                <w:b/>
                <w:sz w:val="20"/>
                <w:szCs w:val="20"/>
              </w:rPr>
            </w:pPr>
            <w:r w:rsidRPr="00040022">
              <w:rPr>
                <w:b/>
                <w:sz w:val="20"/>
                <w:szCs w:val="20"/>
              </w:rPr>
              <w:t>Деловой язык. Составление деловой документации</w:t>
            </w:r>
          </w:p>
          <w:p w:rsidR="00501E79" w:rsidRPr="00040022" w:rsidRDefault="00501E79" w:rsidP="00AD2EE3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>1. Приемы унификации языка служебных документов. Интернациональные свойства русской официально-деловой письменной речи.</w:t>
            </w:r>
          </w:p>
          <w:p w:rsidR="00501E79" w:rsidRPr="00040022" w:rsidRDefault="00501E79" w:rsidP="00AD2EE3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>2. Язык и стиль распорядительных документов.</w:t>
            </w:r>
          </w:p>
          <w:p w:rsidR="00501E79" w:rsidRPr="00040022" w:rsidRDefault="00501E79" w:rsidP="00AD2EE3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 xml:space="preserve">3. Язык и стиль коммерческой корреспонденции. Язык и стиль инструктивно-методических документов. </w:t>
            </w:r>
          </w:p>
          <w:p w:rsidR="00501E79" w:rsidRPr="00040022" w:rsidRDefault="00501E79" w:rsidP="00AD2EE3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>4. Реклама в деловой речи. Правила оформления документов.</w:t>
            </w:r>
          </w:p>
          <w:p w:rsidR="00501E79" w:rsidRPr="00040022" w:rsidRDefault="00501E79" w:rsidP="00AD2EE3">
            <w:pPr>
              <w:jc w:val="both"/>
              <w:rPr>
                <w:sz w:val="20"/>
                <w:szCs w:val="20"/>
              </w:rPr>
            </w:pPr>
            <w:r w:rsidRPr="00040022">
              <w:rPr>
                <w:sz w:val="20"/>
                <w:szCs w:val="20"/>
              </w:rPr>
              <w:t xml:space="preserve">5. Речевой этикет в документе. </w:t>
            </w:r>
          </w:p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proofErr w:type="gramStart"/>
            <w:r>
              <w:rPr>
                <w:sz w:val="20"/>
                <w:szCs w:val="20"/>
              </w:rPr>
              <w:t>6.</w:t>
            </w:r>
            <w:r w:rsidRPr="00040022">
              <w:rPr>
                <w:sz w:val="20"/>
                <w:szCs w:val="20"/>
              </w:rPr>
              <w:t>Основные единицы общения (речевое событие, речевая ситуация, речевое взаимодействие</w:t>
            </w:r>
            <w:proofErr w:type="gramEnd"/>
          </w:p>
        </w:tc>
        <w:tc>
          <w:tcPr>
            <w:tcW w:w="709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567" w:type="dxa"/>
            <w:gridSpan w:val="2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51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25</w:t>
            </w:r>
          </w:p>
        </w:tc>
        <w:tc>
          <w:tcPr>
            <w:tcW w:w="708" w:type="dxa"/>
          </w:tcPr>
          <w:p w:rsidR="00501E79" w:rsidRDefault="00501E79" w:rsidP="00AD2EE3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501E79" w:rsidRPr="00B12D66" w:rsidTr="00AD2EE3">
        <w:trPr>
          <w:trHeight w:val="396"/>
        </w:trPr>
        <w:tc>
          <w:tcPr>
            <w:tcW w:w="568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</w:p>
        </w:tc>
        <w:tc>
          <w:tcPr>
            <w:tcW w:w="5811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108</w:t>
            </w:r>
          </w:p>
        </w:tc>
        <w:tc>
          <w:tcPr>
            <w:tcW w:w="567" w:type="dxa"/>
            <w:gridSpan w:val="2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851" w:type="dxa"/>
          </w:tcPr>
          <w:p w:rsidR="00501E79" w:rsidRPr="00DC209E" w:rsidRDefault="00501E79" w:rsidP="00AD2EE3">
            <w:pPr>
              <w:autoSpaceDE w:val="0"/>
              <w:autoSpaceDN w:val="0"/>
              <w:adjustRightInd w:val="0"/>
            </w:pPr>
            <w:r>
              <w:t>28+70=98</w:t>
            </w:r>
          </w:p>
        </w:tc>
        <w:tc>
          <w:tcPr>
            <w:tcW w:w="708" w:type="dxa"/>
          </w:tcPr>
          <w:p w:rsidR="00501E79" w:rsidRDefault="00501E79" w:rsidP="00AD2EE3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</w:tbl>
    <w:p w:rsidR="003259A5" w:rsidRDefault="003259A5" w:rsidP="001F4100"/>
    <w:p w:rsidR="003259A5" w:rsidRDefault="003259A5" w:rsidP="001F4100"/>
    <w:p w:rsidR="001F4100" w:rsidRDefault="001F4100" w:rsidP="001F4100">
      <w:pPr>
        <w:pStyle w:val="a8"/>
        <w:ind w:left="-180"/>
        <w:rPr>
          <w:b/>
        </w:rPr>
      </w:pPr>
      <w:r>
        <w:rPr>
          <w:b/>
        </w:rPr>
        <w:t>4. Самостоятельная работа студентов.</w:t>
      </w:r>
    </w:p>
    <w:p w:rsidR="00B9141E" w:rsidRDefault="00B9141E" w:rsidP="00B9141E">
      <w:pPr>
        <w:pStyle w:val="a8"/>
        <w:ind w:left="-180"/>
        <w:rPr>
          <w:b/>
        </w:rPr>
      </w:pPr>
      <w:r>
        <w:rPr>
          <w:b/>
        </w:rPr>
        <w:t>4. Самостоятельная работа студентов.</w:t>
      </w:r>
    </w:p>
    <w:p w:rsidR="00B9141E" w:rsidRDefault="00B9141E" w:rsidP="00B9141E">
      <w:pPr>
        <w:jc w:val="right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835"/>
        <w:gridCol w:w="2849"/>
        <w:gridCol w:w="837"/>
        <w:gridCol w:w="2375"/>
      </w:tblGrid>
      <w:tr w:rsidR="00B9141E" w:rsidTr="00B91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 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Вид СРС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Разделы или темы рабочей программы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часы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Форма отчетности</w:t>
            </w:r>
          </w:p>
        </w:tc>
      </w:tr>
      <w:tr w:rsidR="00B9141E" w:rsidTr="00B91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Индивидуальное домашнее задание.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ind w:left="57"/>
            </w:pPr>
            <w:r>
              <w:t>.Язык и стиль официальных документов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Default="00B9141E">
            <w:pPr>
              <w:spacing w:line="276" w:lineRule="auto"/>
            </w:pPr>
            <w:r>
              <w:t>20</w:t>
            </w:r>
          </w:p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spacing w:line="276" w:lineRule="auto"/>
            </w:pPr>
            <w:r>
              <w:t>Выполнение упражнений.</w:t>
            </w:r>
          </w:p>
          <w:p w:rsidR="00B9141E" w:rsidRDefault="00B9141E">
            <w:pPr>
              <w:spacing w:line="276" w:lineRule="auto"/>
            </w:pPr>
            <w:r>
              <w:t>Тест</w:t>
            </w:r>
          </w:p>
        </w:tc>
      </w:tr>
      <w:tr w:rsidR="00B9141E" w:rsidTr="00B91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Контрольная работа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  <w:r>
              <w:t>Стили речи.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Default="00B9141E">
            <w:pPr>
              <w:spacing w:line="276" w:lineRule="auto"/>
            </w:pPr>
            <w:r>
              <w:t>25</w:t>
            </w:r>
          </w:p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spacing w:line="276" w:lineRule="auto"/>
            </w:pPr>
            <w:proofErr w:type="spellStart"/>
            <w:proofErr w:type="gramStart"/>
            <w:r>
              <w:t>Лингво-стилистический</w:t>
            </w:r>
            <w:proofErr w:type="spellEnd"/>
            <w:proofErr w:type="gramEnd"/>
            <w:r>
              <w:t xml:space="preserve"> анализ текста</w:t>
            </w:r>
          </w:p>
        </w:tc>
      </w:tr>
      <w:tr w:rsidR="00B9141E" w:rsidTr="00B9141E"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3.</w:t>
            </w:r>
          </w:p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Конспектирование научной литературы по проблеме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  <w:r>
              <w:t xml:space="preserve">Нормы русского литературного </w:t>
            </w:r>
          </w:p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  <w:r>
              <w:t>языка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Default="00B9141E">
            <w:pPr>
              <w:spacing w:line="276" w:lineRule="auto"/>
            </w:pPr>
            <w:r>
              <w:t>25</w:t>
            </w:r>
          </w:p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spacing w:line="276" w:lineRule="auto"/>
            </w:pPr>
            <w:r>
              <w:t>Коллоквиум</w:t>
            </w:r>
          </w:p>
        </w:tc>
      </w:tr>
      <w:tr w:rsidR="00B9141E" w:rsidTr="00B9141E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Подготовка к занятиям при помощи лекционного  материала и учебно-методической рекомендуемой литературы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  <w:r>
              <w:t>Основные типы речевых ошибок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19,75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Презентация</w:t>
            </w:r>
          </w:p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Тест</w:t>
            </w:r>
          </w:p>
        </w:tc>
      </w:tr>
      <w:tr w:rsidR="00B9141E" w:rsidTr="00B9141E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</w:pPr>
            <w:r>
              <w:t>Итого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ind w:left="57"/>
              <w:jc w:val="both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89,75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Default="00B9141E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:rsidR="001F4100" w:rsidRDefault="001F4100" w:rsidP="001F4100">
      <w:pPr>
        <w:autoSpaceDE w:val="0"/>
        <w:autoSpaceDN w:val="0"/>
        <w:adjustRightInd w:val="0"/>
        <w:rPr>
          <w:b/>
          <w:bCs/>
        </w:rPr>
      </w:pPr>
    </w:p>
    <w:p w:rsidR="001F4100" w:rsidRDefault="001F4100" w:rsidP="001F410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5. Учебно-методическое обеспечение дисциплины</w:t>
      </w:r>
    </w:p>
    <w:p w:rsidR="001F4100" w:rsidRDefault="001F4100" w:rsidP="001F4100">
      <w:pPr>
        <w:autoSpaceDE w:val="0"/>
        <w:autoSpaceDN w:val="0"/>
        <w:adjustRightInd w:val="0"/>
        <w:rPr>
          <w:b/>
          <w:bCs/>
        </w:rPr>
      </w:pPr>
    </w:p>
    <w:p w:rsidR="001F4100" w:rsidRDefault="001F4100" w:rsidP="001F410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Основная литература</w:t>
      </w:r>
    </w:p>
    <w:p w:rsidR="001F4100" w:rsidRDefault="001F4100" w:rsidP="001F4100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8537"/>
        <w:gridCol w:w="505"/>
      </w:tblGrid>
      <w:tr w:rsidR="001F4100" w:rsidTr="001F410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Введенская,  Л.А.</w:t>
            </w:r>
            <w:r>
              <w:br/>
              <w:t>   Риторика и культура речи 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особие для студентов вузов / Л. А. Введенская, Л. Г. Павлова. - 10-е изд. - Ростов </w:t>
            </w:r>
            <w:proofErr w:type="spellStart"/>
            <w:r>
              <w:t>н</w:t>
            </w:r>
            <w:proofErr w:type="spellEnd"/>
            <w:r>
              <w:t xml:space="preserve">/Д : Феникс, 2009. - 537, [1] с. ; 84х108/32. - (Высшее образование). - </w:t>
            </w:r>
            <w:proofErr w:type="spellStart"/>
            <w:r>
              <w:t>Библиогр</w:t>
            </w:r>
            <w:proofErr w:type="spellEnd"/>
            <w:r>
              <w:t xml:space="preserve">.: с. 533-534. - К читателю. - ISBN </w:t>
            </w:r>
            <w:r w:rsidR="00B9141E">
              <w:t>978-5-222-15032-0</w:t>
            </w:r>
            <w:proofErr w:type="gramStart"/>
            <w:r w:rsidR="00B9141E">
              <w:t xml:space="preserve"> :</w:t>
            </w:r>
            <w:proofErr w:type="gramEnd"/>
            <w:r w:rsidR="00B9141E">
              <w:t xml:space="preserve"> 274-89, 300</w:t>
            </w:r>
            <w:r>
              <w:t xml:space="preserve"> экз.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1F4100" w:rsidTr="001F410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Шеватлохова</w:t>
            </w:r>
            <w:proofErr w:type="spellEnd"/>
            <w:r>
              <w:rPr>
                <w:b/>
                <w:bCs/>
              </w:rPr>
              <w:t>, Е.Д.</w:t>
            </w:r>
            <w:r>
              <w:br/>
              <w:t>   Русский язык и культура речи</w:t>
            </w:r>
            <w:proofErr w:type="gramStart"/>
            <w:r>
              <w:t xml:space="preserve"> :</w:t>
            </w:r>
            <w:proofErr w:type="gramEnd"/>
            <w:r>
              <w:t xml:space="preserve"> сборник упражнений для студентов нефилологических специальностей / Е.Д. </w:t>
            </w:r>
            <w:proofErr w:type="spellStart"/>
            <w:r>
              <w:t>Шеватлохова</w:t>
            </w:r>
            <w:proofErr w:type="spellEnd"/>
            <w:r>
              <w:t>.- Майкоп</w:t>
            </w:r>
            <w:proofErr w:type="gramStart"/>
            <w:r>
              <w:t xml:space="preserve"> :</w:t>
            </w:r>
            <w:proofErr w:type="gramEnd"/>
            <w:r>
              <w:t xml:space="preserve"> Изд-во АГУ, </w:t>
            </w:r>
            <w:r>
              <w:lastRenderedPageBreak/>
              <w:t>2003. - 58 с.</w:t>
            </w:r>
            <w:proofErr w:type="gramStart"/>
            <w:r>
              <w:t xml:space="preserve"> ;</w:t>
            </w:r>
            <w:proofErr w:type="gramEnd"/>
            <w:r>
              <w:t xml:space="preserve"> 60х84. - </w:t>
            </w:r>
            <w:proofErr w:type="spellStart"/>
            <w:r>
              <w:t>Предисл</w:t>
            </w:r>
            <w:proofErr w:type="spellEnd"/>
            <w:r>
              <w:t>.; Прил. -100 экз.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1F4100" w:rsidTr="001F410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autoSpaceDE w:val="0"/>
              <w:autoSpaceDN w:val="0"/>
              <w:adjustRightInd w:val="0"/>
            </w:pPr>
            <w:r>
              <w:t>   </w:t>
            </w:r>
            <w:r>
              <w:rPr>
                <w:b/>
                <w:bCs/>
              </w:rPr>
              <w:t>Риторика</w:t>
            </w:r>
            <w:r>
              <w:t xml:space="preserve"> 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ля вузов / З. С. </w:t>
            </w:r>
            <w:proofErr w:type="spellStart"/>
            <w:r>
              <w:t>Смелкова</w:t>
            </w:r>
            <w:proofErr w:type="spellEnd"/>
            <w:r>
              <w:t xml:space="preserve"> [и др.] ; под ред. Н.А. </w:t>
            </w:r>
            <w:proofErr w:type="spellStart"/>
            <w:r>
              <w:t>Ипполитовой</w:t>
            </w:r>
            <w:proofErr w:type="spellEnd"/>
            <w:r>
              <w:t>. - М.</w:t>
            </w:r>
            <w:proofErr w:type="gramStart"/>
            <w:r>
              <w:t xml:space="preserve"> :</w:t>
            </w:r>
            <w:proofErr w:type="gramEnd"/>
            <w:r>
              <w:t xml:space="preserve"> Проспект, 2011. - 448 с. ; 60х90/16. - </w:t>
            </w:r>
            <w:proofErr w:type="spellStart"/>
            <w:r>
              <w:t>Библиогр</w:t>
            </w:r>
            <w:proofErr w:type="spellEnd"/>
            <w:r>
              <w:t xml:space="preserve">.: с. 442-443 . - </w:t>
            </w:r>
            <w:proofErr w:type="spellStart"/>
            <w:r>
              <w:t>Предисл</w:t>
            </w:r>
            <w:proofErr w:type="spellEnd"/>
            <w:r>
              <w:t>.; Прил. - ISBN 978-5-</w:t>
            </w:r>
            <w:r w:rsidR="00B9141E">
              <w:t>392-02339-4</w:t>
            </w:r>
            <w:proofErr w:type="gramStart"/>
            <w:r w:rsidR="00B9141E">
              <w:t xml:space="preserve"> :</w:t>
            </w:r>
            <w:proofErr w:type="gramEnd"/>
            <w:r w:rsidR="00B9141E">
              <w:t xml:space="preserve"> 287-50. - 30</w:t>
            </w:r>
            <w:r>
              <w:t xml:space="preserve"> экз.</w:t>
            </w:r>
          </w:p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1F4100" w:rsidRDefault="001F4100" w:rsidP="001F4100">
      <w:pPr>
        <w:autoSpaceDE w:val="0"/>
        <w:autoSpaceDN w:val="0"/>
        <w:adjustRightInd w:val="0"/>
        <w:rPr>
          <w:b/>
          <w:bCs/>
          <w:iCs/>
        </w:rPr>
      </w:pPr>
    </w:p>
    <w:p w:rsidR="001F4100" w:rsidRDefault="001F4100" w:rsidP="001F4100">
      <w:pPr>
        <w:autoSpaceDE w:val="0"/>
        <w:autoSpaceDN w:val="0"/>
        <w:adjustRightInd w:val="0"/>
        <w:rPr>
          <w:b/>
          <w:bCs/>
          <w:iCs/>
        </w:rPr>
      </w:pPr>
      <w:r>
        <w:rPr>
          <w:b/>
          <w:bCs/>
          <w:iCs/>
        </w:rPr>
        <w:t xml:space="preserve"> Дополнительная литература</w:t>
      </w:r>
    </w:p>
    <w:tbl>
      <w:tblPr>
        <w:tblW w:w="49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468"/>
        <w:gridCol w:w="8445"/>
        <w:gridCol w:w="467"/>
      </w:tblGrid>
      <w:tr w:rsidR="001F4100" w:rsidTr="001F4100">
        <w:trPr>
          <w:tblCellSpacing w:w="15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4100" w:rsidRDefault="001F4100">
            <w:r>
              <w:t>1</w:t>
            </w:r>
          </w:p>
        </w:tc>
        <w:tc>
          <w:tcPr>
            <w:tcW w:w="8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4100" w:rsidRDefault="001F4100">
            <w:pPr>
              <w:pStyle w:val="a3"/>
            </w:pPr>
            <w:proofErr w:type="spellStart"/>
            <w:r>
              <w:rPr>
                <w:b/>
                <w:bCs/>
              </w:rPr>
              <w:t>Гойхман</w:t>
            </w:r>
            <w:proofErr w:type="spellEnd"/>
            <w:r>
              <w:rPr>
                <w:b/>
                <w:bCs/>
              </w:rPr>
              <w:t>, О.Я.</w:t>
            </w:r>
            <w:r>
              <w:br/>
              <w:t>   Речевая коммуникация 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ля студентов вузов / О. Я. </w:t>
            </w:r>
            <w:proofErr w:type="spellStart"/>
            <w:r>
              <w:t>Гойхман</w:t>
            </w:r>
            <w:proofErr w:type="spellEnd"/>
            <w:r>
              <w:t xml:space="preserve">, Т. М. </w:t>
            </w:r>
            <w:proofErr w:type="spellStart"/>
            <w:r>
              <w:t>Надеина</w:t>
            </w:r>
            <w:proofErr w:type="spellEnd"/>
            <w:r>
              <w:t xml:space="preserve">. - 2-е изд., </w:t>
            </w:r>
            <w:proofErr w:type="spellStart"/>
            <w:r>
              <w:t>перераб</w:t>
            </w:r>
            <w:proofErr w:type="spellEnd"/>
            <w:r>
              <w:t xml:space="preserve">. и доп. - М. : ИНФРА-М, 2009. - 272 с. ; 60х90/16. - (Высшее образование). - </w:t>
            </w:r>
            <w:proofErr w:type="spellStart"/>
            <w:r>
              <w:t>Библиогр</w:t>
            </w:r>
            <w:proofErr w:type="spellEnd"/>
            <w:r>
              <w:t>.: 269-270. - Крат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лов. </w:t>
            </w:r>
            <w:proofErr w:type="spellStart"/>
            <w:r>
              <w:t>иностр</w:t>
            </w:r>
            <w:proofErr w:type="spellEnd"/>
            <w:r>
              <w:t>. слов. - ISBN 978-5-16-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4100" w:rsidRDefault="001F4100"/>
        </w:tc>
      </w:tr>
      <w:tr w:rsidR="001F4100" w:rsidTr="001F4100">
        <w:trPr>
          <w:tblCellSpacing w:w="15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4100" w:rsidRDefault="001F4100">
            <w:r>
              <w:t>2 </w:t>
            </w:r>
          </w:p>
        </w:tc>
        <w:tc>
          <w:tcPr>
            <w:tcW w:w="8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4100" w:rsidRDefault="001F4100">
            <w:pPr>
              <w:pStyle w:val="a3"/>
            </w:pPr>
            <w:r>
              <w:rPr>
                <w:b/>
                <w:bCs/>
              </w:rPr>
              <w:t>Аннушкин, В.И.</w:t>
            </w:r>
            <w:r>
              <w:br/>
              <w:t>   Риторика : вводный курс: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особие / В. И. Аннушкин. - 3-е изд. - М. : Флинта: Наука, 2008. - 296 с.</w:t>
            </w:r>
            <w:proofErr w:type="gramStart"/>
            <w:r>
              <w:t xml:space="preserve"> ;</w:t>
            </w:r>
            <w:proofErr w:type="gramEnd"/>
            <w:r>
              <w:t xml:space="preserve"> 60х88/16. - </w:t>
            </w:r>
            <w:proofErr w:type="spellStart"/>
            <w:r>
              <w:t>Библиогр</w:t>
            </w:r>
            <w:proofErr w:type="spellEnd"/>
            <w:r>
              <w:t xml:space="preserve">.: с. 287-291. - </w:t>
            </w:r>
            <w:proofErr w:type="spellStart"/>
            <w:r>
              <w:t>Предисл</w:t>
            </w:r>
            <w:proofErr w:type="spellEnd"/>
            <w:r>
              <w:t xml:space="preserve">. - ISBN </w:t>
            </w:r>
            <w:r w:rsidR="001F4FEA">
              <w:t>978-5-89349-933-9</w:t>
            </w:r>
            <w:proofErr w:type="gramStart"/>
            <w:r w:rsidR="001F4FEA">
              <w:t xml:space="preserve"> :</w:t>
            </w:r>
            <w:proofErr w:type="gramEnd"/>
            <w:r w:rsidR="001F4FEA">
              <w:t xml:space="preserve"> 132-00, 150</w:t>
            </w:r>
            <w:r>
              <w:t xml:space="preserve"> экз.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4100" w:rsidRDefault="001F4100">
            <w:r>
              <w:t> </w:t>
            </w:r>
          </w:p>
        </w:tc>
      </w:tr>
    </w:tbl>
    <w:p w:rsidR="001F4100" w:rsidRDefault="001F4100" w:rsidP="001F4100">
      <w:pPr>
        <w:autoSpaceDE w:val="0"/>
        <w:autoSpaceDN w:val="0"/>
        <w:adjustRightInd w:val="0"/>
        <w:rPr>
          <w:b/>
          <w:bCs/>
          <w:iCs/>
        </w:rPr>
      </w:pPr>
    </w:p>
    <w:p w:rsidR="001F4100" w:rsidRDefault="001F4100" w:rsidP="001F4100">
      <w:pPr>
        <w:autoSpaceDE w:val="0"/>
        <w:autoSpaceDN w:val="0"/>
        <w:adjustRightInd w:val="0"/>
        <w:rPr>
          <w:b/>
          <w:bCs/>
          <w:iCs/>
        </w:rPr>
      </w:pPr>
      <w:r>
        <w:rPr>
          <w:b/>
          <w:bCs/>
          <w:iCs/>
        </w:rPr>
        <w:t xml:space="preserve"> Ссылки на ресурсы </w:t>
      </w:r>
      <w:r>
        <w:rPr>
          <w:b/>
          <w:lang w:val="en-US"/>
        </w:rPr>
        <w:t>Internet</w:t>
      </w:r>
      <w:r>
        <w:rPr>
          <w:b/>
        </w:rPr>
        <w:t>.</w:t>
      </w:r>
    </w:p>
    <w:tbl>
      <w:tblPr>
        <w:tblW w:w="1079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10240"/>
      </w:tblGrid>
      <w:tr w:rsidR="001F4100" w:rsidTr="001F410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№</w:t>
            </w:r>
          </w:p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proofErr w:type="spellStart"/>
            <w:proofErr w:type="gramStart"/>
            <w:r>
              <w:rPr>
                <w:b/>
                <w:bCs/>
                <w:i/>
                <w:iCs/>
              </w:rPr>
              <w:t>п</w:t>
            </w:r>
            <w:proofErr w:type="spellEnd"/>
            <w:proofErr w:type="gramEnd"/>
            <w:r>
              <w:rPr>
                <w:b/>
                <w:bCs/>
                <w:i/>
                <w:iCs/>
              </w:rPr>
              <w:t>/</w:t>
            </w:r>
            <w:proofErr w:type="spellStart"/>
            <w:r>
              <w:rPr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Название (адрес в Интернет)</w:t>
            </w:r>
          </w:p>
        </w:tc>
      </w:tr>
      <w:tr w:rsidR="001F4100" w:rsidTr="001F410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spacing w:line="360" w:lineRule="auto"/>
            </w:pPr>
            <w:r>
              <w:t xml:space="preserve">http://www.repetitor.1c.ru/online  </w:t>
            </w:r>
          </w:p>
        </w:tc>
      </w:tr>
      <w:tr w:rsidR="001F4100" w:rsidTr="001F410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spacing w:line="360" w:lineRule="auto"/>
            </w:pPr>
            <w:r>
              <w:rPr>
                <w:lang w:val="en-US"/>
              </w:rPr>
              <w:t>http</w:t>
            </w:r>
            <w:r>
              <w:t>://</w:t>
            </w:r>
            <w:r>
              <w:rPr>
                <w:lang w:val="en-US"/>
              </w:rPr>
              <w:t>KURSY</w:t>
            </w:r>
            <w:r>
              <w:t>.</w:t>
            </w:r>
            <w:r>
              <w:rPr>
                <w:lang w:val="en-US"/>
              </w:rPr>
              <w:t>RU</w:t>
            </w:r>
            <w:r>
              <w:t>/</w:t>
            </w:r>
            <w:proofErr w:type="spellStart"/>
            <w:r>
              <w:rPr>
                <w:lang w:val="en-US"/>
              </w:rPr>
              <w:t>jur</w:t>
            </w:r>
            <w:proofErr w:type="spellEnd"/>
            <w:r>
              <w:t>_</w:t>
            </w:r>
            <w:proofErr w:type="spellStart"/>
            <w:r>
              <w:rPr>
                <w:lang w:val="en-US"/>
              </w:rPr>
              <w:t>wrds</w:t>
            </w:r>
            <w:proofErr w:type="spellEnd"/>
            <w:r>
              <w:t xml:space="preserve">/  </w:t>
            </w:r>
          </w:p>
        </w:tc>
      </w:tr>
      <w:tr w:rsidR="001F4100" w:rsidTr="001F410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100" w:rsidRDefault="001F4100">
            <w:pPr>
              <w:spacing w:line="360" w:lineRule="auto"/>
            </w:pPr>
            <w:r>
              <w:rPr>
                <w:lang w:val="en-US"/>
              </w:rPr>
              <w:t>http</w:t>
            </w:r>
            <w:r>
              <w:t>://</w:t>
            </w: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philology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/  </w:t>
            </w:r>
          </w:p>
        </w:tc>
      </w:tr>
    </w:tbl>
    <w:p w:rsidR="001F4100" w:rsidRDefault="001F4100" w:rsidP="001F4100">
      <w:pPr>
        <w:jc w:val="right"/>
      </w:pPr>
    </w:p>
    <w:p w:rsidR="001F4100" w:rsidRDefault="001F4100" w:rsidP="001F410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6. Методические рекомендации по дисциплине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</w:rPr>
      </w:pPr>
      <w:r>
        <w:rPr>
          <w:b/>
          <w:color w:val="000000"/>
        </w:rPr>
        <w:t xml:space="preserve">Методические рекомендации для студентов по изучению учебной дисциплины 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При работе особое внимание следует обратить на овладение практическими умениями и навыками по русскому языку. К ним относятся владение нормами русского литературного языка, знание лексического минимума, знание фразеологического минимума.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процессе освоения дисциплины необходимо регулярно обращаться к списку рекомендованной (основной и дополнительной) литературы. 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color w:val="000000"/>
        </w:rPr>
        <w:t>Рекомендации изучения отдельных тем курса</w:t>
      </w:r>
      <w:r>
        <w:rPr>
          <w:color w:val="000000"/>
        </w:rPr>
        <w:t>: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При изучении темы «Нормы русского литературного языка» следует обратить внимание на богатые выразительные возможности языка, разнообразие речевых средств, а также учитывать такие качества речи, как правильность, точность, логичность, понятность. 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При изучении темы «Стили речи» особое внимание следует обратить на умение составлять разнообразные типы текста в соответствии со стилевой  принадлежностью, исправлять ошибки в текстах различных стилей речи.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color w:val="000000"/>
        </w:rPr>
        <w:t>Разъяснения по поводу работы с тестовой системой курса</w:t>
      </w:r>
      <w:r>
        <w:rPr>
          <w:color w:val="000000"/>
        </w:rPr>
        <w:t>: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После изучения каждой темы Вам предложено выполнить тестовые задания. Специфика выполнения данных заданий заключается в том, что тесты требуют краткого однословного или цифрового ответа.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Каждый тест оценивается «правильно - неправильно» 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Тема считается освоенной, если Вы дали не менее  50% правильных ответов. </w:t>
      </w:r>
    </w:p>
    <w:p w:rsidR="001F4100" w:rsidRDefault="001F4100" w:rsidP="001F410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color w:val="000000"/>
        </w:rPr>
        <w:t>Советы по подготовке к зачету</w:t>
      </w:r>
    </w:p>
    <w:p w:rsidR="001F4100" w:rsidRDefault="001F4100" w:rsidP="001F4100">
      <w:pPr>
        <w:pStyle w:val="aa"/>
      </w:pPr>
      <w:r>
        <w:rPr>
          <w:color w:val="000000"/>
        </w:rPr>
        <w:t>При подготовке к зачету особое внимание следует обратить на следующие моменты:</w:t>
      </w:r>
      <w:r>
        <w:t xml:space="preserve"> </w:t>
      </w:r>
    </w:p>
    <w:p w:rsidR="001F4100" w:rsidRDefault="001F4100" w:rsidP="001F4100">
      <w:pPr>
        <w:pStyle w:val="aa"/>
        <w:numPr>
          <w:ilvl w:val="0"/>
          <w:numId w:val="3"/>
        </w:numPr>
        <w:spacing w:after="0"/>
      </w:pPr>
      <w:r>
        <w:lastRenderedPageBreak/>
        <w:t>Полнота и правильность ответа по поставленному вопросу.</w:t>
      </w:r>
    </w:p>
    <w:p w:rsidR="001F4100" w:rsidRDefault="001F4100" w:rsidP="001F4100">
      <w:pPr>
        <w:pStyle w:val="aa"/>
        <w:numPr>
          <w:ilvl w:val="0"/>
          <w:numId w:val="3"/>
        </w:numPr>
        <w:spacing w:after="0"/>
      </w:pPr>
      <w:r>
        <w:t>Степень осознанности, понимания изученного.</w:t>
      </w:r>
    </w:p>
    <w:p w:rsidR="001F4100" w:rsidRDefault="001F4100" w:rsidP="001F4100">
      <w:pPr>
        <w:pStyle w:val="aa"/>
        <w:numPr>
          <w:ilvl w:val="0"/>
          <w:numId w:val="3"/>
        </w:numPr>
        <w:spacing w:after="0"/>
      </w:pPr>
      <w:r>
        <w:t>Логичность, последовательность изложения существа вопроса.</w:t>
      </w:r>
    </w:p>
    <w:p w:rsidR="001F4100" w:rsidRDefault="001F4100" w:rsidP="001F4100">
      <w:pPr>
        <w:pStyle w:val="aa"/>
        <w:numPr>
          <w:ilvl w:val="0"/>
          <w:numId w:val="3"/>
        </w:numPr>
        <w:spacing w:after="0"/>
      </w:pPr>
      <w:r>
        <w:t>Языковое оформление ответа.</w:t>
      </w:r>
    </w:p>
    <w:p w:rsidR="001F4100" w:rsidRDefault="001F4100" w:rsidP="001F4100">
      <w:pPr>
        <w:pStyle w:val="aa"/>
        <w:numPr>
          <w:ilvl w:val="0"/>
          <w:numId w:val="3"/>
        </w:numPr>
        <w:spacing w:after="0"/>
      </w:pPr>
      <w:r>
        <w:t>Знание терминологии курса и умение ее применять.</w:t>
      </w:r>
    </w:p>
    <w:p w:rsidR="001F4100" w:rsidRDefault="001F4100" w:rsidP="001F4100">
      <w:pPr>
        <w:pStyle w:val="aa"/>
        <w:numPr>
          <w:ilvl w:val="0"/>
          <w:numId w:val="3"/>
        </w:numPr>
        <w:spacing w:after="0"/>
      </w:pPr>
      <w:r>
        <w:t>Умение рассуждать, делать обобщения и выводы.</w:t>
      </w:r>
    </w:p>
    <w:p w:rsidR="001F4100" w:rsidRDefault="001F4100" w:rsidP="001F410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</w:pPr>
      <w:r>
        <w:t>Умение применять теоретические знания на практике, а также приводить собственные примеры к поставленному вопросу.</w:t>
      </w:r>
    </w:p>
    <w:p w:rsidR="001F4100" w:rsidRDefault="001F4100" w:rsidP="001F4100">
      <w:pPr>
        <w:ind w:firstLine="709"/>
        <w:jc w:val="both"/>
        <w:rPr>
          <w:color w:val="000000"/>
        </w:rPr>
      </w:pPr>
      <w:r>
        <w:rPr>
          <w:color w:val="000000"/>
        </w:rPr>
        <w:t>Для того чтобы избежать трудностей при ответах по вышеназванным разделам, рекомендуем  внимательно изучить соответствующую литературу по темам.</w:t>
      </w:r>
    </w:p>
    <w:p w:rsidR="001F4100" w:rsidRDefault="001F4100" w:rsidP="001F4100">
      <w:pPr>
        <w:spacing w:line="360" w:lineRule="auto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Методические рекомендации для студентов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Цель </w:t>
      </w:r>
      <w:r>
        <w:rPr>
          <w:b/>
          <w:bCs/>
          <w:color w:val="000000"/>
        </w:rPr>
        <w:t>самостоятельной работы студентов</w:t>
      </w:r>
      <w:r>
        <w:rPr>
          <w:bCs/>
          <w:color w:val="000000"/>
        </w:rPr>
        <w:t xml:space="preserve"> заключается в глубоком полном усвоении учебного материала и развития навыков самообразования. Это позволяет реализовать: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познавательный компонент высшего образования (усвоение необходимой суммой знаний по данной дисциплине, способность самостоятельно пополнять их);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развивающий компонент высшего образования (выработка навыков аналитического и логического мышления, способность профессионально оценивать ситуацию и находить правильное решение);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воспитательный компонент высшего образования (формирование профессионального сознания, развитие общего уровня личности).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/>
          <w:bCs/>
          <w:color w:val="000000"/>
        </w:rPr>
        <w:t>Самостоятельная работа студента предполагает</w:t>
      </w:r>
      <w:r>
        <w:rPr>
          <w:bCs/>
          <w:color w:val="000000"/>
        </w:rPr>
        <w:t>: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работу с текстами, документацией, дополнительной литературой, сведениями Интернета, проработкой конспектов лекций;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написание рефератов,  составление графиков, таблиц, схем;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участие в семинарах, научно-практических конференциях;</w:t>
      </w:r>
    </w:p>
    <w:p w:rsidR="001F4100" w:rsidRDefault="001F4100" w:rsidP="001F410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подготовку к зачёту.</w:t>
      </w:r>
    </w:p>
    <w:p w:rsidR="001F4100" w:rsidRDefault="001F4100" w:rsidP="001F4100">
      <w:pPr>
        <w:jc w:val="both"/>
        <w:rPr>
          <w:b/>
        </w:rPr>
      </w:pPr>
      <w:r>
        <w:rPr>
          <w:b/>
        </w:rPr>
        <w:t xml:space="preserve">  </w:t>
      </w:r>
      <w:r>
        <w:rPr>
          <w:b/>
          <w:bCs/>
          <w:color w:val="000000"/>
        </w:rPr>
        <w:t>Методические рекомендации для преподавателей</w:t>
      </w:r>
    </w:p>
    <w:p w:rsidR="001F4100" w:rsidRDefault="001F4100" w:rsidP="001F4100">
      <w:pPr>
        <w:jc w:val="both"/>
        <w:rPr>
          <w:b/>
        </w:rPr>
      </w:pPr>
      <w:r>
        <w:t>Качество рабочей программы обеспечивается:</w:t>
      </w:r>
    </w:p>
    <w:p w:rsidR="001F4100" w:rsidRDefault="001F4100" w:rsidP="001F4100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– соответствием требованиям ФГОС </w:t>
      </w:r>
      <w:r>
        <w:rPr>
          <w:bCs/>
        </w:rPr>
        <w:t xml:space="preserve">  (бакалавр)</w:t>
      </w:r>
      <w:r>
        <w:rPr>
          <w:iCs/>
        </w:rPr>
        <w:t>;</w:t>
      </w:r>
    </w:p>
    <w:p w:rsidR="001F4100" w:rsidRDefault="001F4100" w:rsidP="001F4100">
      <w:pPr>
        <w:jc w:val="both"/>
      </w:pPr>
      <w:r>
        <w:rPr>
          <w:iCs/>
        </w:rPr>
        <w:t>– достижением целей и решением задач дисциплины:</w:t>
      </w:r>
      <w:r>
        <w:t xml:space="preserve"> формировать у студентов языковую и коммуникативную компетенции, дать описание основных педагогических качеств речи учителя, используя принцип совмещения традиционной  и современной интерпретации языковых явлений; </w:t>
      </w:r>
    </w:p>
    <w:p w:rsidR="001F4100" w:rsidRDefault="001F4100" w:rsidP="001F4100">
      <w:pPr>
        <w:autoSpaceDE w:val="0"/>
        <w:autoSpaceDN w:val="0"/>
        <w:adjustRightInd w:val="0"/>
        <w:rPr>
          <w:iCs/>
        </w:rPr>
      </w:pPr>
      <w:r>
        <w:rPr>
          <w:iCs/>
        </w:rPr>
        <w:t>– последовательностью и логикой изучения всех разделов (модулей) дисциплины;</w:t>
      </w:r>
    </w:p>
    <w:p w:rsidR="001F4100" w:rsidRDefault="001F4100" w:rsidP="001F4100">
      <w:pPr>
        <w:autoSpaceDE w:val="0"/>
        <w:autoSpaceDN w:val="0"/>
        <w:adjustRightInd w:val="0"/>
        <w:rPr>
          <w:iCs/>
        </w:rPr>
      </w:pPr>
      <w:r>
        <w:rPr>
          <w:iCs/>
        </w:rPr>
        <w:t>– междисциплинарным подходом к изучению дисциплины;</w:t>
      </w:r>
    </w:p>
    <w:p w:rsidR="001F4100" w:rsidRDefault="001F4100" w:rsidP="001F4100">
      <w:pPr>
        <w:autoSpaceDE w:val="0"/>
        <w:autoSpaceDN w:val="0"/>
        <w:adjustRightInd w:val="0"/>
        <w:rPr>
          <w:iCs/>
        </w:rPr>
      </w:pPr>
      <w:r>
        <w:rPr>
          <w:iCs/>
        </w:rPr>
        <w:t>– соответствием требованию научности к преподаванию дисциплины;</w:t>
      </w:r>
    </w:p>
    <w:p w:rsidR="001F4100" w:rsidRDefault="001F4100" w:rsidP="001F4100">
      <w:pPr>
        <w:autoSpaceDE w:val="0"/>
        <w:autoSpaceDN w:val="0"/>
        <w:adjustRightInd w:val="0"/>
      </w:pPr>
      <w:r>
        <w:rPr>
          <w:iCs/>
        </w:rPr>
        <w:t>– применением инновационных подходов в учебном процессе: лекция-визуализация, мастер-класс, интерактивные технологии.</w:t>
      </w:r>
    </w:p>
    <w:p w:rsidR="001F4100" w:rsidRDefault="001F4100" w:rsidP="001F4100">
      <w:pPr>
        <w:jc w:val="both"/>
        <w:rPr>
          <w:iCs/>
        </w:rPr>
      </w:pPr>
      <w:r>
        <w:rPr>
          <w:iCs/>
        </w:rPr>
        <w:t xml:space="preserve">– решением следующих воспитательных задач: </w:t>
      </w:r>
    </w:p>
    <w:p w:rsidR="001F4100" w:rsidRDefault="001F4100" w:rsidP="001F4100">
      <w:pPr>
        <w:numPr>
          <w:ilvl w:val="1"/>
          <w:numId w:val="4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формирование у студентов гражданской позиции и патриотического сознания, правовой и политической культуры;</w:t>
      </w:r>
    </w:p>
    <w:p w:rsidR="001F4100" w:rsidRDefault="001F4100" w:rsidP="001F4100">
      <w:pPr>
        <w:numPr>
          <w:ilvl w:val="1"/>
          <w:numId w:val="4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формирование личностных качеств, необходимых для эффективной профессиональной деятельности, интеллигентности;</w:t>
      </w:r>
    </w:p>
    <w:p w:rsidR="001F4100" w:rsidRDefault="001F4100" w:rsidP="001F4100">
      <w:pPr>
        <w:numPr>
          <w:ilvl w:val="1"/>
          <w:numId w:val="4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воспитание нравственных качеств, духовности;</w:t>
      </w:r>
    </w:p>
    <w:p w:rsidR="001F4100" w:rsidRDefault="001F4100" w:rsidP="001F4100">
      <w:pPr>
        <w:numPr>
          <w:ilvl w:val="1"/>
          <w:numId w:val="4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ориентация на общечеловеческие ценности и высокие гуманистические идеалы культуры;</w:t>
      </w:r>
    </w:p>
    <w:p w:rsidR="001F4100" w:rsidRDefault="001F4100" w:rsidP="001F4100">
      <w:pPr>
        <w:numPr>
          <w:ilvl w:val="1"/>
          <w:numId w:val="4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привитие умений и навыков управления коллективом с использованием различных форм студенческого самоуправления;</w:t>
      </w:r>
    </w:p>
    <w:p w:rsidR="001F4100" w:rsidRDefault="001F4100" w:rsidP="001F4100">
      <w:pPr>
        <w:numPr>
          <w:ilvl w:val="1"/>
          <w:numId w:val="4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lastRenderedPageBreak/>
        <w:t>сохранение и приумножение историко-культурных традиций университета, преемственность в воспитании студенческой молодёжи;</w:t>
      </w:r>
    </w:p>
    <w:p w:rsidR="001F4100" w:rsidRDefault="001F4100" w:rsidP="001F4100">
      <w:pPr>
        <w:numPr>
          <w:ilvl w:val="1"/>
          <w:numId w:val="4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приобщение к университетскому духу, формирование чувства университетской солидарности и корпоративности;</w:t>
      </w:r>
    </w:p>
    <w:p w:rsidR="001F4100" w:rsidRDefault="001F4100" w:rsidP="001F4100">
      <w:pPr>
        <w:numPr>
          <w:ilvl w:val="1"/>
          <w:numId w:val="4"/>
        </w:numPr>
        <w:tabs>
          <w:tab w:val="num" w:pos="540"/>
        </w:tabs>
        <w:spacing w:after="200"/>
        <w:ind w:left="540" w:hanging="540"/>
        <w:jc w:val="both"/>
        <w:rPr>
          <w:iCs/>
        </w:rPr>
      </w:pPr>
      <w:r>
        <w:rPr>
          <w:iCs/>
        </w:rPr>
        <w:t>совершенствование физического состояния, привитие потребности здорового образа жизни, воспитание нетерпимого отношения к наркотикам, пьянству, антиобщественному поведению.</w:t>
      </w:r>
    </w:p>
    <w:p w:rsidR="001F4100" w:rsidRDefault="001F4100" w:rsidP="001F4100">
      <w:pPr>
        <w:spacing w:line="360" w:lineRule="auto"/>
        <w:ind w:firstLine="539"/>
        <w:jc w:val="both"/>
      </w:pPr>
      <w:r>
        <w:rPr>
          <w:b/>
        </w:rPr>
        <w:t xml:space="preserve">7. Материально-техническое и информационное обеспечение дисциплины: </w:t>
      </w:r>
      <w:r>
        <w:t xml:space="preserve">аудитории; библиотека АГУ; кабинет методической литературы №231 для подготовки к самостоятельной работе студентов, содержащий необходимую учебно-методическую литературу; компьютерный класс; наличие Интернета, позволяющее получить нужную информацию в предельно сжатые сроки; наличие </w:t>
      </w:r>
      <w:proofErr w:type="spellStart"/>
      <w:proofErr w:type="gramStart"/>
      <w:r>
        <w:t>Интернет-версий</w:t>
      </w:r>
      <w:proofErr w:type="spellEnd"/>
      <w:proofErr w:type="gramEnd"/>
      <w:r>
        <w:t xml:space="preserve"> компьютерного тестирования. Наличие интерактивной доски, позволяющей совместить визуальное и </w:t>
      </w:r>
      <w:proofErr w:type="spellStart"/>
      <w:r>
        <w:t>аудиальное</w:t>
      </w:r>
      <w:proofErr w:type="spellEnd"/>
      <w:r>
        <w:t xml:space="preserve"> восприятие.</w:t>
      </w:r>
      <w:r>
        <w:rPr>
          <w:bCs/>
        </w:rPr>
        <w:t xml:space="preserve"> В процессе обучения студентов дисциплине «</w:t>
      </w:r>
      <w:r w:rsidR="000E1A16">
        <w:rPr>
          <w:bCs/>
        </w:rPr>
        <w:t>Русский язык и к</w:t>
      </w:r>
      <w:r>
        <w:rPr>
          <w:bCs/>
        </w:rPr>
        <w:t>ультура речи» в качестве промежуточного контроля используется электронное тестирование (</w:t>
      </w:r>
      <w:proofErr w:type="spellStart"/>
      <w:r>
        <w:rPr>
          <w:bCs/>
        </w:rPr>
        <w:t>ДЕМО-версия</w:t>
      </w:r>
      <w:proofErr w:type="spellEnd"/>
      <w:r>
        <w:rPr>
          <w:bCs/>
        </w:rPr>
        <w:t>).</w:t>
      </w:r>
      <w:r>
        <w:t xml:space="preserve"> </w:t>
      </w:r>
    </w:p>
    <w:p w:rsidR="001F4100" w:rsidRDefault="001F4100" w:rsidP="001F4100">
      <w:pPr>
        <w:pStyle w:val="1"/>
        <w:pageBreakBefore/>
        <w:ind w:left="708"/>
      </w:pPr>
      <w:r>
        <w:lastRenderedPageBreak/>
        <w:t>8. Лист регистрации изменений</w:t>
      </w:r>
    </w:p>
    <w:p w:rsidR="001F4100" w:rsidRDefault="001F4100" w:rsidP="001F4100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1F4100" w:rsidTr="001F4100">
        <w:trPr>
          <w:cantSplit/>
          <w:trHeight w:val="420"/>
        </w:trPr>
        <w:tc>
          <w:tcPr>
            <w:tcW w:w="1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</w:p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pStyle w:val="a6"/>
              <w:jc w:val="center"/>
            </w:pPr>
          </w:p>
          <w:p w:rsidR="001F4100" w:rsidRDefault="001F4100">
            <w:pPr>
              <w:pStyle w:val="a6"/>
              <w:jc w:val="center"/>
            </w:pPr>
            <w:r>
              <w:t>Расшифровка подписи</w:t>
            </w:r>
          </w:p>
        </w:tc>
        <w:tc>
          <w:tcPr>
            <w:tcW w:w="9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</w:p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1F4100" w:rsidTr="001F4100">
        <w:trPr>
          <w:cantSplit/>
          <w:trHeight w:val="420"/>
        </w:trPr>
        <w:tc>
          <w:tcPr>
            <w:tcW w:w="1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замененных</w:t>
            </w:r>
            <w:proofErr w:type="gramEnd"/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FEA" w:rsidRDefault="001F4FEA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  <w:tr w:rsidR="001F4100" w:rsidTr="001F4100"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100" w:rsidRDefault="001F4100">
            <w:pPr>
              <w:rPr>
                <w:sz w:val="20"/>
                <w:szCs w:val="20"/>
                <w:u w:val="single"/>
              </w:rPr>
            </w:pPr>
          </w:p>
        </w:tc>
      </w:tr>
    </w:tbl>
    <w:p w:rsidR="001F4100" w:rsidRDefault="001F4100" w:rsidP="001F4100"/>
    <w:p w:rsidR="001F4100" w:rsidRDefault="001F4100" w:rsidP="001F4100"/>
    <w:p w:rsidR="001F4100" w:rsidRDefault="001F4100" w:rsidP="001F4100"/>
    <w:p w:rsidR="001F4100" w:rsidRDefault="001F4100" w:rsidP="001F4100">
      <w:pPr>
        <w:ind w:firstLine="720"/>
        <w:jc w:val="both"/>
      </w:pPr>
    </w:p>
    <w:p w:rsidR="001F4100" w:rsidRDefault="001F4100" w:rsidP="001F4100"/>
    <w:p w:rsidR="001F4100" w:rsidRDefault="001F4100" w:rsidP="001F4100">
      <w:pPr>
        <w:ind w:right="-57"/>
        <w:rPr>
          <w:b/>
          <w:bCs/>
          <w:sz w:val="28"/>
          <w:szCs w:val="28"/>
        </w:rPr>
      </w:pPr>
    </w:p>
    <w:p w:rsidR="00B87DE5" w:rsidRDefault="00B87DE5"/>
    <w:sectPr w:rsidR="00B87DE5" w:rsidSect="00B87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auto"/>
      </w:rPr>
    </w:lvl>
  </w:abstractNum>
  <w:abstractNum w:abstractNumId="1">
    <w:nsid w:val="0000000D"/>
    <w:multiLevelType w:val="single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11"/>
    <w:multiLevelType w:val="singleLevel"/>
    <w:tmpl w:val="00000011"/>
    <w:name w:val="WW8Num17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</w:abstractNum>
  <w:abstractNum w:abstractNumId="3">
    <w:nsid w:val="23635391"/>
    <w:multiLevelType w:val="hybridMultilevel"/>
    <w:tmpl w:val="C3D2E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985835"/>
    <w:multiLevelType w:val="hybridMultilevel"/>
    <w:tmpl w:val="2F123A2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53F18"/>
    <w:multiLevelType w:val="hybridMultilevel"/>
    <w:tmpl w:val="8F8A1D46"/>
    <w:lvl w:ilvl="0" w:tplc="367EC7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9C013B"/>
    <w:multiLevelType w:val="hybridMultilevel"/>
    <w:tmpl w:val="D5DA9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E248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100"/>
    <w:rsid w:val="000375FD"/>
    <w:rsid w:val="000E1A16"/>
    <w:rsid w:val="001536F9"/>
    <w:rsid w:val="001A32E9"/>
    <w:rsid w:val="001E6ED9"/>
    <w:rsid w:val="001F4100"/>
    <w:rsid w:val="001F4FEA"/>
    <w:rsid w:val="002A610A"/>
    <w:rsid w:val="003259A5"/>
    <w:rsid w:val="00455441"/>
    <w:rsid w:val="0047694E"/>
    <w:rsid w:val="00501E79"/>
    <w:rsid w:val="00543165"/>
    <w:rsid w:val="005D3BD9"/>
    <w:rsid w:val="00613B4B"/>
    <w:rsid w:val="006142FA"/>
    <w:rsid w:val="00745A4F"/>
    <w:rsid w:val="00A3431F"/>
    <w:rsid w:val="00A804F2"/>
    <w:rsid w:val="00B87DE5"/>
    <w:rsid w:val="00B9141E"/>
    <w:rsid w:val="00D349DB"/>
    <w:rsid w:val="00D520CB"/>
    <w:rsid w:val="00DD2CC0"/>
    <w:rsid w:val="00DE7455"/>
    <w:rsid w:val="00F2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41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semiHidden/>
    <w:unhideWhenUsed/>
    <w:qFormat/>
    <w:rsid w:val="001F4100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color w:val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9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41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1F4100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nhideWhenUsed/>
    <w:rsid w:val="001F4100"/>
    <w:pPr>
      <w:spacing w:before="100" w:beforeAutospacing="1" w:after="100" w:afterAutospacing="1" w:line="264" w:lineRule="auto"/>
      <w:ind w:firstLine="200"/>
      <w:jc w:val="both"/>
    </w:pPr>
    <w:rPr>
      <w:color w:val="000000"/>
    </w:rPr>
  </w:style>
  <w:style w:type="paragraph" w:styleId="a4">
    <w:name w:val="header"/>
    <w:basedOn w:val="a"/>
    <w:link w:val="a5"/>
    <w:uiPriority w:val="99"/>
    <w:unhideWhenUsed/>
    <w:rsid w:val="001F4100"/>
    <w:pPr>
      <w:tabs>
        <w:tab w:val="center" w:pos="4677"/>
        <w:tab w:val="right" w:pos="9355"/>
      </w:tabs>
      <w:spacing w:before="60"/>
    </w:pPr>
  </w:style>
  <w:style w:type="character" w:customStyle="1" w:styleId="a5">
    <w:name w:val="Верхний колонтитул Знак"/>
    <w:basedOn w:val="a0"/>
    <w:link w:val="a4"/>
    <w:uiPriority w:val="99"/>
    <w:rsid w:val="001F41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F410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F4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F4100"/>
    <w:pPr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1F4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1F410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F41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nhideWhenUsed/>
    <w:rsid w:val="001F4100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1F410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F4100"/>
    <w:pPr>
      <w:ind w:left="720"/>
      <w:contextualSpacing/>
    </w:pPr>
  </w:style>
  <w:style w:type="paragraph" w:customStyle="1" w:styleId="Standard">
    <w:name w:val="Standard"/>
    <w:uiPriority w:val="99"/>
    <w:rsid w:val="001F410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31">
    <w:name w:val="Обычный3"/>
    <w:uiPriority w:val="99"/>
    <w:rsid w:val="001F4100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3259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C3B60-38BA-4447-AE8E-6FBDFCDE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2205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2018-11-08T14:12:00Z</dcterms:created>
  <dcterms:modified xsi:type="dcterms:W3CDTF">2019-11-17T14:49:00Z</dcterms:modified>
</cp:coreProperties>
</file>