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8222"/>
      </w:tblGrid>
      <w:tr w:rsidR="00C61B74" w:rsidRPr="00B7635D" w:rsidTr="001756D3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C61B74" w:rsidRDefault="00C61B74" w:rsidP="001756D3">
            <w:pPr>
              <w:pStyle w:val="af1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</w:p>
          <w:p w:rsidR="00C61B74" w:rsidRDefault="00C61B74" w:rsidP="001756D3">
            <w:pPr>
              <w:jc w:val="center"/>
              <w:rPr>
                <w:i/>
                <w:iCs/>
              </w:rPr>
            </w:pPr>
          </w:p>
          <w:p w:rsidR="00C61B74" w:rsidRPr="00DD4ABD" w:rsidRDefault="00C61B74" w:rsidP="001756D3">
            <w:pPr>
              <w:jc w:val="center"/>
            </w:pPr>
            <w:r w:rsidRPr="00DF5065">
              <w:rPr>
                <w:b/>
                <w:bCs/>
              </w:rPr>
              <w:t xml:space="preserve">СМК. </w:t>
            </w:r>
            <w:r>
              <w:rPr>
                <w:b/>
                <w:bCs/>
              </w:rPr>
              <w:t>УП</w:t>
            </w:r>
            <w:r w:rsidRPr="00DF5065">
              <w:rPr>
                <w:b/>
                <w:bCs/>
              </w:rPr>
              <w:t>-</w:t>
            </w:r>
            <w:r>
              <w:rPr>
                <w:b/>
                <w:bCs/>
              </w:rPr>
              <w:t>7</w:t>
            </w:r>
            <w:r w:rsidRPr="00DF5065">
              <w:rPr>
                <w:b/>
                <w:bCs/>
              </w:rPr>
              <w:t>/РК-</w:t>
            </w:r>
            <w:r>
              <w:rPr>
                <w:b/>
                <w:bCs/>
              </w:rPr>
              <w:t>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C61B74" w:rsidRDefault="00C61B74" w:rsidP="001756D3">
            <w:pPr>
              <w:pStyle w:val="af1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C61B74" w:rsidRPr="00B7635D" w:rsidRDefault="00C61B74" w:rsidP="001756D3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C61B74" w:rsidRPr="00C45A75" w:rsidTr="001756D3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C61B74" w:rsidRPr="00B7635D" w:rsidRDefault="00C61B74" w:rsidP="001756D3">
            <w:pPr>
              <w:jc w:val="center"/>
              <w:rPr>
                <w:i/>
                <w:iCs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C61B74" w:rsidRPr="00755A11" w:rsidRDefault="00C61B74" w:rsidP="001756D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</w:t>
            </w:r>
            <w:r w:rsidRPr="00755A11">
              <w:rPr>
                <w:b/>
                <w:bCs/>
                <w:i/>
                <w:iCs/>
                <w:sz w:val="24"/>
                <w:szCs w:val="24"/>
              </w:rPr>
              <w:t>онд оценочных средств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по дисциплине</w:t>
            </w:r>
          </w:p>
        </w:tc>
      </w:tr>
      <w:tr w:rsidR="00C61B74" w:rsidRPr="00DF5065" w:rsidTr="001756D3">
        <w:trPr>
          <w:trHeight w:val="340"/>
        </w:trPr>
        <w:tc>
          <w:tcPr>
            <w:tcW w:w="2177" w:type="dxa"/>
            <w:vMerge/>
            <w:tcBorders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</w:tcPr>
          <w:p w:rsidR="00C61B74" w:rsidRPr="00F930CA" w:rsidRDefault="00C61B74" w:rsidP="001756D3">
            <w:pPr>
              <w:pStyle w:val="af1"/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C61B74" w:rsidRPr="00755A11" w:rsidRDefault="00C61B74" w:rsidP="001756D3">
            <w:pPr>
              <w:pStyle w:val="af1"/>
              <w:jc w:val="center"/>
              <w:rPr>
                <w:b/>
                <w:bCs/>
                <w:i/>
                <w:iCs/>
              </w:rPr>
            </w:pPr>
            <w:r w:rsidRPr="00755A11"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CB5F60" w:rsidRDefault="00CB5F60" w:rsidP="0046482B">
      <w:pPr>
        <w:pStyle w:val="4"/>
        <w:jc w:val="center"/>
        <w:rPr>
          <w:b w:val="0"/>
          <w:bCs w:val="0"/>
          <w:sz w:val="28"/>
          <w:szCs w:val="28"/>
        </w:rPr>
      </w:pPr>
    </w:p>
    <w:p w:rsidR="00CB5F60" w:rsidRDefault="00CB5F60" w:rsidP="0046482B">
      <w:pPr>
        <w:suppressLineNumbers/>
        <w:rPr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527"/>
      </w:tblGrid>
      <w:tr w:rsidR="00CB5F60" w:rsidTr="007E686B">
        <w:tc>
          <w:tcPr>
            <w:tcW w:w="10527" w:type="dxa"/>
          </w:tcPr>
          <w:p w:rsidR="00CB5F60" w:rsidRDefault="00CB5F60" w:rsidP="00D67450">
            <w:pPr>
              <w:ind w:left="5670"/>
              <w:jc w:val="center"/>
            </w:pPr>
          </w:p>
          <w:tbl>
            <w:tblPr>
              <w:tblpPr w:leftFromText="180" w:rightFromText="180" w:vertAnchor="text" w:horzAnchor="page" w:tblpX="2530" w:tblpY="154"/>
              <w:tblW w:w="11412" w:type="dxa"/>
              <w:tblLook w:val="01E0" w:firstRow="1" w:lastRow="1" w:firstColumn="1" w:lastColumn="1" w:noHBand="0" w:noVBand="0"/>
            </w:tblPr>
            <w:tblGrid>
              <w:gridCol w:w="5400"/>
              <w:gridCol w:w="6012"/>
            </w:tblGrid>
            <w:tr w:rsidR="00CB5F60" w:rsidRPr="00255168"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F60" w:rsidRPr="00255168" w:rsidRDefault="00CB5F60" w:rsidP="00D67450">
                  <w:pPr>
                    <w:jc w:val="center"/>
                  </w:pPr>
                </w:p>
              </w:tc>
              <w:tc>
                <w:tcPr>
                  <w:tcW w:w="6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F60" w:rsidRPr="009E786C" w:rsidRDefault="00CB5F60" w:rsidP="009E786C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«УТВЕРЖДАЮ»</w:t>
                  </w:r>
                </w:p>
                <w:p w:rsidR="009E786C" w:rsidRPr="009E786C" w:rsidRDefault="00CB5F60" w:rsidP="009E786C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Заведующий кафедрой </w:t>
                  </w:r>
                </w:p>
                <w:p w:rsidR="00CB5F60" w:rsidRPr="009E786C" w:rsidRDefault="009E786C" w:rsidP="009E786C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физического воспитания </w:t>
                  </w:r>
                </w:p>
                <w:p w:rsidR="009E786C" w:rsidRDefault="00CB5F60" w:rsidP="00AE789E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CB5F60" w:rsidRPr="009E786C" w:rsidRDefault="00CB5F60" w:rsidP="00AE789E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__</w:t>
                  </w:r>
                  <w:r w:rsidR="009E786C">
                    <w:rPr>
                      <w:b/>
                      <w:bCs/>
                      <w:sz w:val="22"/>
                      <w:szCs w:val="22"/>
                    </w:rPr>
                    <w:t xml:space="preserve">_______________                  </w:t>
                  </w:r>
                  <w:proofErr w:type="spellStart"/>
                  <w:r w:rsidR="009E786C">
                    <w:rPr>
                      <w:b/>
                      <w:bCs/>
                      <w:sz w:val="22"/>
                      <w:szCs w:val="22"/>
                    </w:rPr>
                    <w:t>Заболотний</w:t>
                  </w:r>
                  <w:proofErr w:type="spellEnd"/>
                  <w:r w:rsidR="009E786C">
                    <w:rPr>
                      <w:b/>
                      <w:bCs/>
                      <w:sz w:val="22"/>
                      <w:szCs w:val="22"/>
                    </w:rPr>
                    <w:t xml:space="preserve"> А.Г.</w:t>
                  </w:r>
                </w:p>
                <w:p w:rsidR="00CB5F60" w:rsidRPr="009E786C" w:rsidRDefault="00CB5F60" w:rsidP="00AE789E">
                  <w:p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                                          </w:t>
                  </w:r>
                  <w:r w:rsidR="009E786C">
                    <w:rPr>
                      <w:sz w:val="22"/>
                      <w:szCs w:val="22"/>
                    </w:rPr>
                    <w:t xml:space="preserve">     </w:t>
                  </w:r>
                  <w:r w:rsidR="009E786C" w:rsidRPr="009E786C">
                    <w:rPr>
                      <w:b/>
                      <w:sz w:val="22"/>
                      <w:szCs w:val="22"/>
                    </w:rPr>
                    <w:t>5 июня 2018</w:t>
                  </w:r>
                  <w:r w:rsidRPr="009E786C">
                    <w:rPr>
                      <w:b/>
                      <w:sz w:val="22"/>
                      <w:szCs w:val="22"/>
                    </w:rPr>
                    <w:t xml:space="preserve">                              </w:t>
                  </w:r>
                </w:p>
                <w:p w:rsidR="00CB5F60" w:rsidRPr="009E786C" w:rsidRDefault="00CB5F60" w:rsidP="009E786C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</w:t>
                  </w:r>
                </w:p>
              </w:tc>
            </w:tr>
          </w:tbl>
          <w:p w:rsidR="00CB5F60" w:rsidRDefault="00CB5F60" w:rsidP="00D67450">
            <w:pPr>
              <w:jc w:val="center"/>
              <w:rPr>
                <w:sz w:val="28"/>
                <w:szCs w:val="28"/>
              </w:rPr>
            </w:pPr>
          </w:p>
          <w:p w:rsidR="00CB5F60" w:rsidRDefault="00CB5F60" w:rsidP="00D67450">
            <w:pPr>
              <w:jc w:val="center"/>
              <w:rPr>
                <w:sz w:val="28"/>
                <w:szCs w:val="28"/>
              </w:rPr>
            </w:pPr>
          </w:p>
          <w:p w:rsidR="007E686B" w:rsidRDefault="007E686B" w:rsidP="007E686B">
            <w:pPr>
              <w:jc w:val="center"/>
            </w:pPr>
            <w:r w:rsidRPr="00D80984">
              <w:rPr>
                <w:b/>
                <w:bCs/>
                <w:sz w:val="48"/>
                <w:szCs w:val="48"/>
              </w:rPr>
              <w:t>Фонд оценочных средств</w:t>
            </w:r>
          </w:p>
          <w:p w:rsidR="007E686B" w:rsidRDefault="007E686B" w:rsidP="007E686B">
            <w:pPr>
              <w:jc w:val="center"/>
              <w:rPr>
                <w:sz w:val="28"/>
                <w:szCs w:val="28"/>
              </w:rPr>
            </w:pPr>
            <w:r w:rsidRPr="00C46F7A">
              <w:rPr>
                <w:sz w:val="28"/>
                <w:szCs w:val="28"/>
              </w:rPr>
              <w:t>по учебной дисциплине</w:t>
            </w: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Pr="005C6822" w:rsidRDefault="007E686B" w:rsidP="007E686B">
            <w:pPr>
              <w:jc w:val="center"/>
            </w:pPr>
          </w:p>
          <w:p w:rsidR="007E686B" w:rsidRPr="005C6822" w:rsidRDefault="005C6822" w:rsidP="007E686B">
            <w:pPr>
              <w:jc w:val="center"/>
              <w:rPr>
                <w:b/>
                <w:sz w:val="32"/>
                <w:szCs w:val="32"/>
              </w:rPr>
            </w:pPr>
            <w:r w:rsidRPr="005C6822">
              <w:rPr>
                <w:b/>
                <w:sz w:val="32"/>
                <w:szCs w:val="32"/>
              </w:rPr>
              <w:t>Б</w:t>
            </w:r>
            <w:proofErr w:type="gramStart"/>
            <w:r w:rsidR="007E686B" w:rsidRPr="005C6822">
              <w:rPr>
                <w:b/>
                <w:sz w:val="32"/>
                <w:szCs w:val="32"/>
              </w:rPr>
              <w:t>1</w:t>
            </w:r>
            <w:proofErr w:type="gramEnd"/>
            <w:r w:rsidR="007E686B" w:rsidRPr="005C6822">
              <w:rPr>
                <w:b/>
                <w:sz w:val="32"/>
                <w:szCs w:val="32"/>
              </w:rPr>
              <w:t>. Б.</w:t>
            </w:r>
            <w:r w:rsidRPr="005C6822">
              <w:rPr>
                <w:b/>
                <w:sz w:val="32"/>
                <w:szCs w:val="32"/>
              </w:rPr>
              <w:t>1</w:t>
            </w:r>
            <w:r w:rsidR="00F867C4" w:rsidRPr="005C6822">
              <w:rPr>
                <w:b/>
                <w:sz w:val="32"/>
                <w:szCs w:val="32"/>
              </w:rPr>
              <w:t>6</w:t>
            </w:r>
            <w:r w:rsidR="007E686B" w:rsidRPr="005C6822">
              <w:rPr>
                <w:b/>
              </w:rPr>
              <w:t xml:space="preserve"> </w:t>
            </w:r>
            <w:r w:rsidR="007E686B" w:rsidRPr="005C6822">
              <w:rPr>
                <w:b/>
                <w:sz w:val="32"/>
                <w:szCs w:val="32"/>
              </w:rPr>
              <w:t xml:space="preserve">Физическая культура и спорт. </w:t>
            </w:r>
          </w:p>
          <w:p w:rsidR="007E686B" w:rsidRPr="005C6822" w:rsidRDefault="007E686B" w:rsidP="007E686B">
            <w:pPr>
              <w:jc w:val="center"/>
            </w:pPr>
          </w:p>
          <w:p w:rsidR="007E686B" w:rsidRPr="005C6822" w:rsidRDefault="007E686B" w:rsidP="007E686B">
            <w:pPr>
              <w:jc w:val="center"/>
            </w:pPr>
          </w:p>
          <w:p w:rsidR="007E686B" w:rsidRPr="005C6822" w:rsidRDefault="007E686B" w:rsidP="007E686B">
            <w:pPr>
              <w:pStyle w:val="Default"/>
              <w:ind w:left="1240"/>
              <w:rPr>
                <w:color w:val="auto"/>
                <w:sz w:val="28"/>
                <w:szCs w:val="28"/>
              </w:rPr>
            </w:pPr>
            <w:r w:rsidRPr="005C6822">
              <w:rPr>
                <w:color w:val="auto"/>
                <w:sz w:val="28"/>
                <w:szCs w:val="28"/>
              </w:rPr>
              <w:t xml:space="preserve">направление подготовки: </w:t>
            </w:r>
            <w:r w:rsidR="005C6822" w:rsidRPr="005C6822">
              <w:rPr>
                <w:b/>
                <w:color w:val="auto"/>
                <w:sz w:val="28"/>
                <w:szCs w:val="28"/>
              </w:rPr>
              <w:t>01.03.01 - Математика</w:t>
            </w:r>
          </w:p>
          <w:p w:rsidR="007E686B" w:rsidRPr="005C6822" w:rsidRDefault="007E686B" w:rsidP="007E686B">
            <w:pPr>
              <w:pStyle w:val="1"/>
              <w:spacing w:before="0"/>
              <w:ind w:left="567"/>
            </w:pPr>
            <w:r w:rsidRPr="005C6822">
              <w:t xml:space="preserve"> </w:t>
            </w:r>
          </w:p>
          <w:p w:rsidR="007E686B" w:rsidRPr="005C6822" w:rsidRDefault="007E686B" w:rsidP="007E686B">
            <w:pPr>
              <w:ind w:left="1240"/>
              <w:rPr>
                <w:sz w:val="28"/>
                <w:szCs w:val="28"/>
              </w:rPr>
            </w:pPr>
            <w:r w:rsidRPr="005C6822">
              <w:rPr>
                <w:sz w:val="28"/>
                <w:szCs w:val="28"/>
              </w:rPr>
              <w:t xml:space="preserve">направленность  </w:t>
            </w:r>
            <w:r w:rsidRPr="005C6822">
              <w:rPr>
                <w:b/>
                <w:sz w:val="28"/>
                <w:szCs w:val="28"/>
              </w:rPr>
              <w:t>(</w:t>
            </w:r>
            <w:bookmarkStart w:id="0" w:name="_GoBack"/>
            <w:r w:rsidR="00F12662">
              <w:rPr>
                <w:b/>
                <w:sz w:val="28"/>
                <w:szCs w:val="28"/>
              </w:rPr>
              <w:t>Преподавание математики и информатики</w:t>
            </w:r>
            <w:bookmarkEnd w:id="0"/>
            <w:r w:rsidRPr="005C6822">
              <w:rPr>
                <w:b/>
                <w:sz w:val="28"/>
                <w:szCs w:val="28"/>
              </w:rPr>
              <w:t>)</w:t>
            </w:r>
          </w:p>
          <w:p w:rsidR="007E686B" w:rsidRPr="005C6822" w:rsidRDefault="007E686B" w:rsidP="007E686B">
            <w:pPr>
              <w:jc w:val="center"/>
            </w:pPr>
          </w:p>
          <w:p w:rsidR="007E686B" w:rsidRPr="005C6822" w:rsidRDefault="007E686B" w:rsidP="007E686B">
            <w:pPr>
              <w:jc w:val="center"/>
            </w:pPr>
          </w:p>
          <w:p w:rsidR="007E686B" w:rsidRPr="005C6822" w:rsidRDefault="007E686B" w:rsidP="007E686B">
            <w:pPr>
              <w:tabs>
                <w:tab w:val="left" w:pos="617"/>
              </w:tabs>
              <w:ind w:left="1240"/>
              <w:rPr>
                <w:b/>
                <w:sz w:val="28"/>
                <w:szCs w:val="28"/>
              </w:rPr>
            </w:pPr>
            <w:r w:rsidRPr="005C6822">
              <w:rPr>
                <w:sz w:val="28"/>
                <w:szCs w:val="28"/>
              </w:rPr>
              <w:t xml:space="preserve">Квалификация  </w:t>
            </w:r>
            <w:r w:rsidRPr="005C6822">
              <w:rPr>
                <w:b/>
                <w:sz w:val="28"/>
                <w:szCs w:val="28"/>
              </w:rPr>
              <w:t>(Бакалавр)</w:t>
            </w:r>
          </w:p>
          <w:p w:rsidR="007E686B" w:rsidRPr="005C6822" w:rsidRDefault="007E686B" w:rsidP="007E686B">
            <w:pPr>
              <w:jc w:val="center"/>
            </w:pPr>
          </w:p>
          <w:p w:rsidR="007E686B" w:rsidRPr="005C6822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7E686B" w:rsidRDefault="007E686B" w:rsidP="007E686B">
            <w:pPr>
              <w:jc w:val="center"/>
            </w:pPr>
          </w:p>
          <w:p w:rsidR="00CB5F60" w:rsidRPr="000A6DF4" w:rsidRDefault="007E686B" w:rsidP="007E686B">
            <w:pPr>
              <w:tabs>
                <w:tab w:val="left" w:pos="617"/>
              </w:tabs>
              <w:jc w:val="center"/>
              <w:rPr>
                <w:b/>
                <w:sz w:val="28"/>
                <w:szCs w:val="28"/>
              </w:rPr>
            </w:pPr>
            <w:r w:rsidRPr="00E52D65">
              <w:rPr>
                <w:b/>
                <w:sz w:val="28"/>
                <w:szCs w:val="28"/>
              </w:rPr>
              <w:t>Майкоп 2018</w:t>
            </w:r>
          </w:p>
          <w:p w:rsidR="00CB5F60" w:rsidRDefault="00CB5F60" w:rsidP="00D67450">
            <w:pPr>
              <w:jc w:val="center"/>
            </w:pPr>
          </w:p>
          <w:p w:rsidR="00CB5F60" w:rsidRDefault="00CB5F60" w:rsidP="007E686B">
            <w:pPr>
              <w:rPr>
                <w:caps/>
                <w:sz w:val="28"/>
                <w:szCs w:val="28"/>
              </w:rPr>
            </w:pPr>
          </w:p>
        </w:tc>
      </w:tr>
    </w:tbl>
    <w:p w:rsidR="007E686B" w:rsidRPr="005C6822" w:rsidRDefault="007E686B" w:rsidP="007E686B">
      <w:pPr>
        <w:pStyle w:val="21"/>
        <w:jc w:val="both"/>
        <w:rPr>
          <w:sz w:val="28"/>
          <w:szCs w:val="28"/>
        </w:rPr>
      </w:pPr>
      <w:r w:rsidRPr="00674106">
        <w:rPr>
          <w:sz w:val="28"/>
          <w:szCs w:val="28"/>
        </w:rPr>
        <w:lastRenderedPageBreak/>
        <w:t xml:space="preserve">Фонд оценочных средств предназначен для контроля знаний студентов направления подготовки, </w:t>
      </w:r>
      <w:r w:rsidR="005C6822" w:rsidRPr="005C6822">
        <w:rPr>
          <w:b/>
          <w:sz w:val="28"/>
          <w:szCs w:val="28"/>
        </w:rPr>
        <w:t>01.03.01</w:t>
      </w:r>
      <w:r w:rsidRPr="005C6822">
        <w:rPr>
          <w:b/>
          <w:sz w:val="28"/>
          <w:szCs w:val="28"/>
        </w:rPr>
        <w:t xml:space="preserve"> – </w:t>
      </w:r>
      <w:r w:rsidR="005C6822" w:rsidRPr="005C6822">
        <w:rPr>
          <w:b/>
          <w:sz w:val="28"/>
          <w:szCs w:val="28"/>
        </w:rPr>
        <w:t>Математика</w:t>
      </w:r>
      <w:r w:rsidRPr="005C6822">
        <w:rPr>
          <w:b/>
          <w:sz w:val="28"/>
          <w:szCs w:val="28"/>
        </w:rPr>
        <w:t xml:space="preserve">, </w:t>
      </w:r>
      <w:r w:rsidRPr="005C6822">
        <w:rPr>
          <w:sz w:val="28"/>
          <w:szCs w:val="28"/>
        </w:rPr>
        <w:t xml:space="preserve">направленность </w:t>
      </w:r>
      <w:r w:rsidR="005C6822" w:rsidRPr="005C6822">
        <w:rPr>
          <w:b/>
          <w:sz w:val="28"/>
          <w:szCs w:val="28"/>
        </w:rPr>
        <w:t xml:space="preserve">Математическое моделирование </w:t>
      </w:r>
      <w:r w:rsidRPr="005C6822">
        <w:rPr>
          <w:sz w:val="28"/>
          <w:szCs w:val="28"/>
        </w:rPr>
        <w:t>по дисциплине «</w:t>
      </w:r>
      <w:r w:rsidR="005C6822" w:rsidRPr="005C6822">
        <w:rPr>
          <w:b/>
          <w:sz w:val="28"/>
          <w:szCs w:val="28"/>
        </w:rPr>
        <w:t>Б</w:t>
      </w:r>
      <w:proofErr w:type="gramStart"/>
      <w:r w:rsidR="005C6822" w:rsidRPr="005C6822">
        <w:rPr>
          <w:b/>
          <w:sz w:val="28"/>
          <w:szCs w:val="28"/>
        </w:rPr>
        <w:t>1</w:t>
      </w:r>
      <w:proofErr w:type="gramEnd"/>
      <w:r w:rsidR="005C6822" w:rsidRPr="005C6822">
        <w:rPr>
          <w:b/>
          <w:sz w:val="28"/>
          <w:szCs w:val="28"/>
        </w:rPr>
        <w:t>. Б.1</w:t>
      </w:r>
      <w:r w:rsidRPr="005C6822">
        <w:rPr>
          <w:b/>
          <w:sz w:val="28"/>
          <w:szCs w:val="28"/>
        </w:rPr>
        <w:t>6. Физическая культура и спорт</w:t>
      </w:r>
      <w:r w:rsidRPr="005C6822">
        <w:rPr>
          <w:sz w:val="28"/>
          <w:szCs w:val="28"/>
        </w:rPr>
        <w:t>».</w:t>
      </w:r>
    </w:p>
    <w:p w:rsidR="007E686B" w:rsidRPr="005C6822" w:rsidRDefault="007E686B" w:rsidP="007E686B"/>
    <w:p w:rsidR="007E686B" w:rsidRPr="005C6822" w:rsidRDefault="007E686B" w:rsidP="007E686B"/>
    <w:p w:rsidR="007E686B" w:rsidRPr="005C6822" w:rsidRDefault="007E686B" w:rsidP="007E686B">
      <w:pPr>
        <w:spacing w:line="360" w:lineRule="auto"/>
        <w:rPr>
          <w:sz w:val="28"/>
          <w:szCs w:val="28"/>
        </w:rPr>
      </w:pPr>
      <w:r w:rsidRPr="005C6822">
        <w:rPr>
          <w:sz w:val="28"/>
          <w:szCs w:val="28"/>
        </w:rPr>
        <w:t xml:space="preserve">Составитель (ли)  </w:t>
      </w:r>
      <w:proofErr w:type="spellStart"/>
      <w:r w:rsidR="005C6822" w:rsidRPr="005C6822">
        <w:rPr>
          <w:sz w:val="28"/>
          <w:szCs w:val="28"/>
        </w:rPr>
        <w:t>Ельникова</w:t>
      </w:r>
      <w:proofErr w:type="spellEnd"/>
      <w:r w:rsidR="005C6822" w:rsidRPr="005C6822">
        <w:rPr>
          <w:sz w:val="28"/>
          <w:szCs w:val="28"/>
        </w:rPr>
        <w:t xml:space="preserve"> О.О.</w:t>
      </w:r>
    </w:p>
    <w:p w:rsidR="007E686B" w:rsidRPr="00A77D15" w:rsidRDefault="007E686B" w:rsidP="007E686B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 14 </w:t>
      </w:r>
      <w:r w:rsidRPr="00A77D15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A77D15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77D15">
        <w:rPr>
          <w:sz w:val="28"/>
          <w:szCs w:val="28"/>
        </w:rPr>
        <w:t>г.</w:t>
      </w:r>
    </w:p>
    <w:p w:rsidR="00CB5F60" w:rsidRPr="00A77D15" w:rsidRDefault="00CB5F60" w:rsidP="00493557"/>
    <w:p w:rsidR="00CB5F60" w:rsidRPr="00A77D15" w:rsidRDefault="00CB5F60" w:rsidP="00493557"/>
    <w:p w:rsidR="00CB5F60" w:rsidRPr="00493557" w:rsidRDefault="00CB5F60" w:rsidP="0096464D">
      <w:pPr>
        <w:spacing w:line="360" w:lineRule="auto"/>
        <w:rPr>
          <w:sz w:val="28"/>
          <w:szCs w:val="28"/>
        </w:rPr>
      </w:pPr>
      <w:r w:rsidRPr="00493557">
        <w:rPr>
          <w:sz w:val="28"/>
          <w:szCs w:val="28"/>
        </w:rPr>
        <w:t>Фонд оценочных средств обсужден на заседа</w:t>
      </w:r>
      <w:r w:rsidR="000A6DF4">
        <w:rPr>
          <w:sz w:val="28"/>
          <w:szCs w:val="28"/>
        </w:rPr>
        <w:t>нии кафедр</w:t>
      </w:r>
      <w:r w:rsidR="00164B0F">
        <w:rPr>
          <w:sz w:val="28"/>
          <w:szCs w:val="28"/>
        </w:rPr>
        <w:t>ы «Физического воспитания»  « 28</w:t>
      </w:r>
      <w:r w:rsidR="000A6DF4">
        <w:rPr>
          <w:sz w:val="28"/>
          <w:szCs w:val="28"/>
        </w:rPr>
        <w:t xml:space="preserve"> </w:t>
      </w:r>
      <w:r w:rsidRPr="00493557">
        <w:rPr>
          <w:sz w:val="28"/>
          <w:szCs w:val="28"/>
        </w:rPr>
        <w:t xml:space="preserve">» </w:t>
      </w:r>
      <w:r w:rsidR="000A6DF4">
        <w:rPr>
          <w:sz w:val="28"/>
          <w:szCs w:val="28"/>
        </w:rPr>
        <w:t xml:space="preserve">мая </w:t>
      </w:r>
      <w:r w:rsidRPr="00493557">
        <w:rPr>
          <w:sz w:val="28"/>
          <w:szCs w:val="28"/>
        </w:rPr>
        <w:t>201</w:t>
      </w:r>
      <w:r w:rsidR="000A6DF4"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,</w:t>
      </w:r>
      <w:proofErr w:type="gramEnd"/>
      <w:r w:rsidR="00164B0F">
        <w:rPr>
          <w:sz w:val="28"/>
          <w:szCs w:val="28"/>
        </w:rPr>
        <w:t>протокол № 6</w:t>
      </w:r>
    </w:p>
    <w:p w:rsidR="00CB5F60" w:rsidRPr="00493557" w:rsidRDefault="00CB5F60" w:rsidP="0096464D">
      <w:pPr>
        <w:spacing w:line="360" w:lineRule="auto"/>
      </w:pPr>
    </w:p>
    <w:p w:rsidR="00CB5F60" w:rsidRPr="00A77D15" w:rsidRDefault="00CB5F60" w:rsidP="0096464D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 xml:space="preserve">Заведующий кафедрой </w:t>
      </w:r>
      <w:r w:rsidR="000A6DF4">
        <w:rPr>
          <w:sz w:val="28"/>
          <w:szCs w:val="28"/>
        </w:rPr>
        <w:t xml:space="preserve"> </w:t>
      </w:r>
      <w:proofErr w:type="spellStart"/>
      <w:r w:rsidR="000A6DF4">
        <w:rPr>
          <w:sz w:val="28"/>
          <w:szCs w:val="28"/>
        </w:rPr>
        <w:t>Заболотний</w:t>
      </w:r>
      <w:proofErr w:type="spellEnd"/>
      <w:r w:rsidR="000A6DF4">
        <w:rPr>
          <w:sz w:val="28"/>
          <w:szCs w:val="28"/>
        </w:rPr>
        <w:t xml:space="preserve"> А.Г.</w:t>
      </w:r>
    </w:p>
    <w:p w:rsidR="00CB5F60" w:rsidRPr="00A77D15" w:rsidRDefault="00CB5F60" w:rsidP="0046482B">
      <w:pPr>
        <w:spacing w:line="360" w:lineRule="auto"/>
        <w:rPr>
          <w:sz w:val="28"/>
          <w:szCs w:val="28"/>
        </w:rPr>
      </w:pPr>
    </w:p>
    <w:p w:rsidR="00CB5F60" w:rsidRPr="00A77D15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>Согласовано:</w:t>
      </w:r>
    </w:p>
    <w:p w:rsidR="00CB5F60" w:rsidRPr="0098324E" w:rsidRDefault="00CB5F60" w:rsidP="0046482B">
      <w:pPr>
        <w:pStyle w:val="21"/>
        <w:spacing w:line="360" w:lineRule="auto"/>
        <w:rPr>
          <w:sz w:val="28"/>
          <w:szCs w:val="28"/>
        </w:rPr>
      </w:pPr>
      <w:r w:rsidRPr="0098324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НМК </w:t>
      </w:r>
      <w:r w:rsidR="000A6DF4">
        <w:rPr>
          <w:sz w:val="28"/>
          <w:szCs w:val="28"/>
        </w:rPr>
        <w:t xml:space="preserve">кафедры </w:t>
      </w:r>
      <w:r>
        <w:rPr>
          <w:sz w:val="28"/>
          <w:szCs w:val="28"/>
        </w:rPr>
        <w:t xml:space="preserve"> </w:t>
      </w:r>
      <w:proofErr w:type="spellStart"/>
      <w:r w:rsidR="000A6DF4">
        <w:rPr>
          <w:sz w:val="28"/>
          <w:szCs w:val="28"/>
        </w:rPr>
        <w:t>Заболотний</w:t>
      </w:r>
      <w:proofErr w:type="spellEnd"/>
      <w:r w:rsidR="000A6DF4">
        <w:rPr>
          <w:sz w:val="28"/>
          <w:szCs w:val="28"/>
        </w:rPr>
        <w:t xml:space="preserve"> А.Г.</w:t>
      </w:r>
    </w:p>
    <w:p w:rsidR="00CB5F60" w:rsidRPr="00493557" w:rsidRDefault="000A6DF4" w:rsidP="00493557">
      <w:pPr>
        <w:rPr>
          <w:sz w:val="28"/>
          <w:szCs w:val="28"/>
        </w:rPr>
      </w:pPr>
      <w:r>
        <w:rPr>
          <w:sz w:val="28"/>
          <w:szCs w:val="28"/>
        </w:rPr>
        <w:t>«1</w:t>
      </w:r>
      <w:r w:rsidR="00CB5F60"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</w:t>
      </w:r>
      <w:r w:rsidR="00CB5F60"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CB5F60" w:rsidRPr="00493557">
        <w:rPr>
          <w:sz w:val="28"/>
          <w:szCs w:val="28"/>
        </w:rPr>
        <w:t xml:space="preserve"> г.</w:t>
      </w: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  <w:sectPr w:rsidR="00CB5F60" w:rsidSect="00820942">
          <w:footerReference w:type="default" r:id="rId9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5F60" w:rsidRPr="005458A6" w:rsidRDefault="00CB5F60" w:rsidP="001B4D7A">
      <w:pPr>
        <w:pStyle w:val="ac"/>
        <w:numPr>
          <w:ilvl w:val="0"/>
          <w:numId w:val="4"/>
        </w:numPr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CB5F60" w:rsidRPr="005458A6" w:rsidRDefault="00CB5F60" w:rsidP="00493557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5458A6" w:rsidRDefault="00CB5F60" w:rsidP="00C66A11">
      <w:pPr>
        <w:ind w:left="100" w:firstLine="609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C97E99" w:rsidRPr="005458A6">
        <w:rPr>
          <w:sz w:val="24"/>
          <w:szCs w:val="24"/>
        </w:rPr>
        <w:t>Физическая культура и спорт</w:t>
      </w:r>
      <w:r w:rsidRPr="005458A6">
        <w:rPr>
          <w:sz w:val="24"/>
          <w:szCs w:val="24"/>
        </w:rPr>
        <w:t xml:space="preserve">». </w:t>
      </w:r>
    </w:p>
    <w:p w:rsidR="00CB5F60" w:rsidRPr="005458A6" w:rsidRDefault="00CB5F60" w:rsidP="00C66A11">
      <w:pPr>
        <w:ind w:left="100" w:firstLine="609"/>
        <w:jc w:val="both"/>
        <w:rPr>
          <w:iCs/>
          <w:sz w:val="24"/>
          <w:szCs w:val="24"/>
        </w:rPr>
      </w:pPr>
      <w:r w:rsidRPr="005458A6">
        <w:rPr>
          <w:sz w:val="24"/>
          <w:szCs w:val="24"/>
        </w:rPr>
        <w:t>Фонд оценочных сре</w:t>
      </w:r>
      <w:proofErr w:type="gramStart"/>
      <w:r w:rsidRPr="005458A6">
        <w:rPr>
          <w:sz w:val="24"/>
          <w:szCs w:val="24"/>
        </w:rPr>
        <w:t>дств вкл</w:t>
      </w:r>
      <w:proofErr w:type="gramEnd"/>
      <w:r w:rsidRPr="005458A6">
        <w:rPr>
          <w:sz w:val="24"/>
          <w:szCs w:val="24"/>
        </w:rPr>
        <w:t xml:space="preserve">ючает контрольные материалы для проведения </w:t>
      </w:r>
      <w:r w:rsidRPr="005458A6">
        <w:rPr>
          <w:b/>
          <w:bCs/>
          <w:sz w:val="24"/>
          <w:szCs w:val="24"/>
        </w:rPr>
        <w:t>текущего контроля</w:t>
      </w:r>
      <w:r w:rsidRPr="005458A6">
        <w:rPr>
          <w:sz w:val="24"/>
          <w:szCs w:val="24"/>
        </w:rPr>
        <w:t xml:space="preserve"> в форме </w:t>
      </w:r>
      <w:r w:rsidR="00C97E99" w:rsidRPr="005458A6">
        <w:rPr>
          <w:iCs/>
          <w:sz w:val="24"/>
          <w:szCs w:val="24"/>
        </w:rPr>
        <w:t xml:space="preserve">контроля систематичности занятий </w:t>
      </w:r>
      <w:r w:rsidRPr="005458A6">
        <w:rPr>
          <w:sz w:val="24"/>
          <w:szCs w:val="24"/>
        </w:rPr>
        <w:t xml:space="preserve">и </w:t>
      </w:r>
      <w:r w:rsidRPr="005458A6">
        <w:rPr>
          <w:b/>
          <w:bCs/>
          <w:sz w:val="24"/>
          <w:szCs w:val="24"/>
        </w:rPr>
        <w:t>промежуточной аттестации</w:t>
      </w:r>
      <w:r w:rsidRPr="005458A6">
        <w:rPr>
          <w:sz w:val="24"/>
          <w:szCs w:val="24"/>
        </w:rPr>
        <w:t xml:space="preserve"> в форме   </w:t>
      </w:r>
      <w:r w:rsidR="00C97E99" w:rsidRPr="005458A6">
        <w:rPr>
          <w:iCs/>
          <w:sz w:val="24"/>
          <w:szCs w:val="24"/>
        </w:rPr>
        <w:t>тестовых заданий по оценке знаний и физической подготовленности</w:t>
      </w:r>
      <w:r w:rsidRPr="005458A6">
        <w:rPr>
          <w:iCs/>
          <w:sz w:val="24"/>
          <w:szCs w:val="24"/>
        </w:rPr>
        <w:t>.</w:t>
      </w:r>
    </w:p>
    <w:p w:rsidR="00CB5F60" w:rsidRPr="005458A6" w:rsidRDefault="00CB5F60" w:rsidP="00C66A11">
      <w:pPr>
        <w:ind w:left="100" w:firstLine="609"/>
        <w:jc w:val="both"/>
        <w:rPr>
          <w:sz w:val="24"/>
          <w:szCs w:val="24"/>
        </w:rPr>
      </w:pPr>
    </w:p>
    <w:p w:rsidR="00CB5F60" w:rsidRPr="005458A6" w:rsidRDefault="00CB5F60" w:rsidP="001B4D7A">
      <w:pPr>
        <w:pStyle w:val="ac"/>
        <w:numPr>
          <w:ilvl w:val="0"/>
          <w:numId w:val="4"/>
        </w:numPr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CB5F60" w:rsidRPr="005458A6" w:rsidRDefault="00CB5F60" w:rsidP="009A19F2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5458A6" w:rsidRDefault="00CB5F60" w:rsidP="0096464D">
      <w:pPr>
        <w:pStyle w:val="ac"/>
        <w:ind w:left="0" w:firstLine="709"/>
        <w:jc w:val="both"/>
        <w:rPr>
          <w:i/>
          <w:iCs/>
          <w:color w:val="0000FF"/>
          <w:sz w:val="24"/>
          <w:szCs w:val="24"/>
        </w:rPr>
      </w:pPr>
      <w:r w:rsidRPr="005458A6">
        <w:rPr>
          <w:sz w:val="24"/>
          <w:szCs w:val="24"/>
        </w:rPr>
        <w:t xml:space="preserve">Изучение дисциплины </w:t>
      </w:r>
      <w:r w:rsidR="00C97E99" w:rsidRPr="005458A6">
        <w:rPr>
          <w:sz w:val="24"/>
          <w:szCs w:val="24"/>
        </w:rPr>
        <w:t>«Физическая культура и спорт»</w:t>
      </w:r>
      <w:r w:rsidRPr="005458A6">
        <w:rPr>
          <w:sz w:val="24"/>
          <w:szCs w:val="24"/>
        </w:rPr>
        <w:t xml:space="preserve"> направлено на формирование следующих компетенций: </w:t>
      </w:r>
      <w:r w:rsidRPr="005458A6">
        <w:rPr>
          <w:iCs/>
          <w:sz w:val="24"/>
          <w:szCs w:val="24"/>
        </w:rPr>
        <w:t>(компетенции из рабочей программы дисциплины)</w:t>
      </w:r>
    </w:p>
    <w:p w:rsidR="00CB5F60" w:rsidRPr="005458A6" w:rsidRDefault="00CB5F60" w:rsidP="0096464D">
      <w:pPr>
        <w:pStyle w:val="ac"/>
        <w:ind w:left="0" w:firstLine="709"/>
        <w:jc w:val="both"/>
        <w:rPr>
          <w:color w:val="0000FF"/>
          <w:sz w:val="24"/>
          <w:szCs w:val="24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446"/>
        <w:gridCol w:w="3207"/>
        <w:gridCol w:w="2494"/>
      </w:tblGrid>
      <w:tr w:rsidR="00CB5F60" w:rsidRPr="005458A6" w:rsidTr="00276FDC">
        <w:tc>
          <w:tcPr>
            <w:tcW w:w="2059" w:type="dxa"/>
            <w:vAlign w:val="center"/>
          </w:tcPr>
          <w:p w:rsidR="00CB5F60" w:rsidRPr="005458A6" w:rsidRDefault="00CB5F60" w:rsidP="000031F9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Компетенция</w:t>
            </w:r>
          </w:p>
        </w:tc>
        <w:tc>
          <w:tcPr>
            <w:tcW w:w="8147" w:type="dxa"/>
            <w:gridSpan w:val="3"/>
            <w:vAlign w:val="center"/>
          </w:tcPr>
          <w:p w:rsidR="00CB5F60" w:rsidRPr="005458A6" w:rsidRDefault="00CB5F60" w:rsidP="000031F9">
            <w:pPr>
              <w:ind w:left="360"/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Компонентный состав компетенций</w:t>
            </w:r>
          </w:p>
        </w:tc>
      </w:tr>
      <w:tr w:rsidR="00CB5F60" w:rsidRPr="005458A6" w:rsidTr="00276FDC">
        <w:tc>
          <w:tcPr>
            <w:tcW w:w="2059" w:type="dxa"/>
            <w:vAlign w:val="center"/>
          </w:tcPr>
          <w:p w:rsidR="00CB5F60" w:rsidRPr="005458A6" w:rsidRDefault="00CB5F60" w:rsidP="000031F9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CB5F60" w:rsidRPr="005458A6" w:rsidRDefault="00CB5F60" w:rsidP="00FA7D40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Знает</w:t>
            </w:r>
          </w:p>
        </w:tc>
        <w:tc>
          <w:tcPr>
            <w:tcW w:w="3207" w:type="dxa"/>
            <w:vAlign w:val="center"/>
          </w:tcPr>
          <w:p w:rsidR="00CB5F60" w:rsidRPr="005458A6" w:rsidRDefault="00CB5F60" w:rsidP="000031F9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Умеет</w:t>
            </w:r>
          </w:p>
        </w:tc>
        <w:tc>
          <w:tcPr>
            <w:tcW w:w="2494" w:type="dxa"/>
            <w:vAlign w:val="center"/>
          </w:tcPr>
          <w:p w:rsidR="00CB5F60" w:rsidRPr="005458A6" w:rsidRDefault="00CB5F60" w:rsidP="000031F9">
            <w:pPr>
              <w:jc w:val="center"/>
              <w:rPr>
                <w:color w:val="000000"/>
                <w:sz w:val="24"/>
                <w:szCs w:val="24"/>
              </w:rPr>
            </w:pPr>
            <w:r w:rsidRPr="005458A6">
              <w:rPr>
                <w:color w:val="000000"/>
                <w:sz w:val="24"/>
                <w:szCs w:val="24"/>
              </w:rPr>
              <w:t>Владеет</w:t>
            </w:r>
          </w:p>
        </w:tc>
      </w:tr>
      <w:tr w:rsidR="00CB5F60" w:rsidRPr="005458A6" w:rsidTr="00276FDC">
        <w:tc>
          <w:tcPr>
            <w:tcW w:w="2059" w:type="dxa"/>
          </w:tcPr>
          <w:p w:rsidR="00CB5F60" w:rsidRPr="009049ED" w:rsidRDefault="009836CD" w:rsidP="00FA7D40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9ED">
              <w:rPr>
                <w:sz w:val="24"/>
                <w:szCs w:val="24"/>
              </w:rPr>
              <w:t>ОК-8</w:t>
            </w:r>
          </w:p>
        </w:tc>
        <w:tc>
          <w:tcPr>
            <w:tcW w:w="2446" w:type="dxa"/>
          </w:tcPr>
          <w:p w:rsidR="00CB5F60" w:rsidRPr="005458A6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3207" w:type="dxa"/>
          </w:tcPr>
          <w:p w:rsidR="00CB5F60" w:rsidRPr="005458A6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  <w:u w:val="single"/>
              </w:rPr>
            </w:pPr>
            <w:r w:rsidRPr="005458A6">
              <w:rPr>
                <w:sz w:val="24"/>
                <w:szCs w:val="24"/>
              </w:rPr>
              <w:t>использовать средства</w:t>
            </w:r>
            <w:r w:rsidR="003B6C29" w:rsidRPr="005458A6">
              <w:rPr>
                <w:sz w:val="24"/>
                <w:szCs w:val="24"/>
              </w:rPr>
              <w:t xml:space="preserve"> и методы</w:t>
            </w:r>
            <w:r w:rsidRPr="005458A6">
              <w:rPr>
                <w:sz w:val="24"/>
                <w:szCs w:val="24"/>
              </w:rPr>
              <w:t xml:space="preserve">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2494" w:type="dxa"/>
          </w:tcPr>
          <w:p w:rsidR="00276FDC" w:rsidRPr="005458A6" w:rsidRDefault="003B6C29" w:rsidP="00276FDC">
            <w:pPr>
              <w:pStyle w:val="af6"/>
              <w:tabs>
                <w:tab w:val="clear" w:pos="720"/>
              </w:tabs>
              <w:spacing w:line="240" w:lineRule="auto"/>
              <w:ind w:left="0" w:firstLine="720"/>
              <w:rPr>
                <w:iCs/>
              </w:rPr>
            </w:pPr>
            <w:r w:rsidRPr="005458A6">
              <w:rPr>
                <w:iCs/>
              </w:rPr>
              <w:t>н</w:t>
            </w:r>
            <w:r w:rsidR="00276FDC" w:rsidRPr="005458A6">
              <w:rPr>
                <w:iCs/>
              </w:rPr>
              <w:t>авыками самоорганизации</w:t>
            </w:r>
            <w:r w:rsidR="00276FDC" w:rsidRPr="005458A6">
              <w:rPr>
                <w:i/>
                <w:iCs/>
              </w:rPr>
              <w:t xml:space="preserve"> </w:t>
            </w:r>
            <w:r w:rsidR="00276FDC" w:rsidRPr="005458A6">
              <w:rPr>
                <w:iCs/>
              </w:rPr>
              <w:t xml:space="preserve">здорового образа жизни в условиях будущей профессиональной деятельности. </w:t>
            </w:r>
          </w:p>
          <w:p w:rsidR="00CB5F60" w:rsidRPr="005458A6" w:rsidRDefault="00CB5F60" w:rsidP="00C77CE2">
            <w:pPr>
              <w:rPr>
                <w:i/>
                <w:iCs/>
                <w:color w:val="C00000"/>
                <w:sz w:val="24"/>
                <w:szCs w:val="24"/>
                <w:u w:val="single"/>
              </w:rPr>
            </w:pPr>
          </w:p>
        </w:tc>
      </w:tr>
    </w:tbl>
    <w:p w:rsidR="00CB5F60" w:rsidRPr="005458A6" w:rsidRDefault="00CB5F60" w:rsidP="0046482B">
      <w:pPr>
        <w:ind w:left="100"/>
        <w:jc w:val="center"/>
        <w:rPr>
          <w:sz w:val="24"/>
          <w:szCs w:val="24"/>
        </w:rPr>
      </w:pPr>
    </w:p>
    <w:p w:rsidR="009F4F78" w:rsidRPr="005458A6" w:rsidRDefault="009F4F78" w:rsidP="008B44B7">
      <w:pPr>
        <w:pStyle w:val="ac"/>
        <w:ind w:left="100"/>
        <w:rPr>
          <w:b/>
          <w:bCs/>
          <w:sz w:val="24"/>
          <w:szCs w:val="24"/>
        </w:rPr>
      </w:pPr>
    </w:p>
    <w:p w:rsidR="00CB5F60" w:rsidRPr="005458A6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5458A6">
        <w:rPr>
          <w:b/>
          <w:bCs/>
          <w:sz w:val="24"/>
          <w:szCs w:val="24"/>
        </w:rPr>
        <w:t>дств дл</w:t>
      </w:r>
      <w:proofErr w:type="gramEnd"/>
      <w:r w:rsidRPr="005458A6">
        <w:rPr>
          <w:b/>
          <w:bCs/>
          <w:sz w:val="24"/>
          <w:szCs w:val="24"/>
        </w:rPr>
        <w:t>я текущей и промежуточной аттестации</w:t>
      </w:r>
    </w:p>
    <w:p w:rsidR="00CB5F60" w:rsidRPr="005458A6" w:rsidRDefault="00CB5F60" w:rsidP="006A52A8">
      <w:pPr>
        <w:pStyle w:val="ac"/>
        <w:ind w:left="55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2848"/>
        <w:gridCol w:w="1921"/>
        <w:gridCol w:w="2461"/>
        <w:gridCol w:w="2339"/>
      </w:tblGrid>
      <w:tr w:rsidR="00CB5F60" w:rsidRPr="005458A6" w:rsidTr="00164B0F">
        <w:tc>
          <w:tcPr>
            <w:tcW w:w="0" w:type="auto"/>
            <w:vMerge w:val="restart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№ </w:t>
            </w:r>
            <w:proofErr w:type="gramStart"/>
            <w:r w:rsidRPr="005458A6">
              <w:rPr>
                <w:sz w:val="24"/>
                <w:szCs w:val="24"/>
              </w:rPr>
              <w:t>п</w:t>
            </w:r>
            <w:proofErr w:type="gramEnd"/>
            <w:r w:rsidRPr="005458A6"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  <w:lang w:val="en-US"/>
              </w:rPr>
            </w:pPr>
            <w:r w:rsidRPr="005458A6">
              <w:rPr>
                <w:sz w:val="24"/>
                <w:szCs w:val="24"/>
              </w:rPr>
              <w:t>Контролируемые разделы (темы) дисциплины</w:t>
            </w:r>
            <w:r w:rsidRPr="005458A6">
              <w:rPr>
                <w:color w:val="0000FF"/>
                <w:sz w:val="24"/>
                <w:szCs w:val="24"/>
                <w:lang w:val="en-US"/>
              </w:rPr>
              <w:t>*</w:t>
            </w:r>
          </w:p>
        </w:tc>
        <w:tc>
          <w:tcPr>
            <w:tcW w:w="1921" w:type="dxa"/>
            <w:vMerge w:val="restart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4800" w:type="dxa"/>
            <w:gridSpan w:val="2"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Наименование</w:t>
            </w:r>
          </w:p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оценочного средства</w:t>
            </w:r>
          </w:p>
        </w:tc>
      </w:tr>
      <w:tr w:rsidR="00CB5F60" w:rsidRPr="005458A6" w:rsidTr="00164B0F">
        <w:tc>
          <w:tcPr>
            <w:tcW w:w="0" w:type="auto"/>
            <w:vMerge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:rsidR="003F5842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Текущий </w:t>
            </w:r>
          </w:p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</w:t>
            </w:r>
          </w:p>
        </w:tc>
        <w:tc>
          <w:tcPr>
            <w:tcW w:w="2339" w:type="dxa"/>
          </w:tcPr>
          <w:p w:rsidR="00CB5F60" w:rsidRPr="005458A6" w:rsidRDefault="00CB5F60" w:rsidP="00820942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9F4F78" w:rsidRPr="005458A6" w:rsidTr="00164B0F">
        <w:trPr>
          <w:trHeight w:val="371"/>
        </w:trPr>
        <w:tc>
          <w:tcPr>
            <w:tcW w:w="0" w:type="auto"/>
            <w:vMerge w:val="restart"/>
            <w:vAlign w:val="center"/>
          </w:tcPr>
          <w:p w:rsidR="009F4F78" w:rsidRPr="005458A6" w:rsidRDefault="009F4F78" w:rsidP="0046482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4F78" w:rsidRPr="005458A6" w:rsidRDefault="009F4F78" w:rsidP="009F4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1.Физическая культура в общекультурной и профессиональной подготовке студентов.</w:t>
            </w:r>
          </w:p>
          <w:p w:rsidR="009F4F78" w:rsidRPr="005458A6" w:rsidRDefault="009F4F78" w:rsidP="009F4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2. Социально-биологические основы физической культуры.</w:t>
            </w:r>
          </w:p>
          <w:p w:rsidR="009F4F78" w:rsidRPr="005458A6" w:rsidRDefault="009F4F78" w:rsidP="009F4F78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3. Основы здорового образа жизни студента. Физическая культура в обеспечении здоровья.</w:t>
            </w:r>
          </w:p>
        </w:tc>
        <w:tc>
          <w:tcPr>
            <w:tcW w:w="1921" w:type="dxa"/>
            <w:vMerge w:val="restart"/>
            <w:vAlign w:val="center"/>
          </w:tcPr>
          <w:p w:rsidR="009F4F78" w:rsidRPr="009049ED" w:rsidRDefault="009F4F78" w:rsidP="004B30D1">
            <w:pPr>
              <w:ind w:left="419"/>
              <w:jc w:val="center"/>
              <w:rPr>
                <w:i/>
                <w:iCs/>
                <w:sz w:val="24"/>
                <w:szCs w:val="24"/>
              </w:rPr>
            </w:pPr>
            <w:r w:rsidRPr="009049ED">
              <w:rPr>
                <w:sz w:val="24"/>
                <w:szCs w:val="24"/>
              </w:rPr>
              <w:t>ОК-8</w:t>
            </w:r>
          </w:p>
        </w:tc>
        <w:tc>
          <w:tcPr>
            <w:tcW w:w="2461" w:type="dxa"/>
          </w:tcPr>
          <w:p w:rsidR="003F5842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Тесты </w:t>
            </w:r>
          </w:p>
          <w:p w:rsidR="003F5842" w:rsidRPr="005458A6" w:rsidRDefault="00012220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3F5842" w:rsidRPr="005458A6" w:rsidRDefault="003F5842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</w:t>
            </w:r>
            <w:r w:rsidR="00FF4C9D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Тесты по оценке качества овладения </w:t>
            </w:r>
          </w:p>
          <w:p w:rsidR="00FF4C9D" w:rsidRPr="005458A6" w:rsidRDefault="00FF4C9D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FF4C9D" w:rsidRPr="005458A6" w:rsidRDefault="00FF4C9D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39" w:type="dxa"/>
          </w:tcPr>
          <w:p w:rsidR="003F5842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 тестирования з</w:t>
            </w:r>
            <w:r w:rsidR="00982502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аний</w:t>
            </w:r>
          </w:p>
          <w:p w:rsidR="003F5842" w:rsidRPr="005458A6" w:rsidRDefault="00FC1F3B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</w:t>
            </w:r>
            <w:r w:rsidR="003F5842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9F4F78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  <w:r w:rsidR="00FF4C9D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с учетом элективного курса</w:t>
            </w:r>
            <w:r w:rsidR="00FF4C9D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12220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9F4F78" w:rsidRPr="005458A6" w:rsidTr="00164B0F">
        <w:trPr>
          <w:trHeight w:val="340"/>
        </w:trPr>
        <w:tc>
          <w:tcPr>
            <w:tcW w:w="0" w:type="auto"/>
            <w:vMerge/>
            <w:vAlign w:val="center"/>
          </w:tcPr>
          <w:p w:rsidR="009F4F78" w:rsidRPr="005458A6" w:rsidRDefault="009F4F78" w:rsidP="009F4F78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F4F78" w:rsidRPr="005458A6" w:rsidRDefault="009F4F78" w:rsidP="00637DDE">
            <w:pPr>
              <w:autoSpaceDE w:val="0"/>
              <w:autoSpaceDN w:val="0"/>
              <w:adjustRightInd w:val="0"/>
              <w:rPr>
                <w:color w:val="000000"/>
                <w:spacing w:val="-3"/>
                <w:sz w:val="24"/>
                <w:szCs w:val="24"/>
              </w:rPr>
            </w:pPr>
            <w:r w:rsidRPr="005458A6">
              <w:rPr>
                <w:color w:val="000000"/>
                <w:spacing w:val="-3"/>
                <w:sz w:val="24"/>
                <w:szCs w:val="24"/>
              </w:rPr>
              <w:t xml:space="preserve">Определение исходного уровня физической подготовленности на основе </w:t>
            </w:r>
            <w:r w:rsidR="00637DDE" w:rsidRPr="005458A6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5458A6">
              <w:rPr>
                <w:color w:val="000000"/>
                <w:spacing w:val="-3"/>
                <w:sz w:val="24"/>
                <w:szCs w:val="24"/>
              </w:rPr>
              <w:t xml:space="preserve">нормативов </w:t>
            </w:r>
            <w:r w:rsidR="00637DDE" w:rsidRPr="005458A6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5458A6">
              <w:rPr>
                <w:sz w:val="24"/>
                <w:szCs w:val="24"/>
              </w:rPr>
              <w:t>ВФСК  ГТО</w:t>
            </w:r>
          </w:p>
        </w:tc>
        <w:tc>
          <w:tcPr>
            <w:tcW w:w="1921" w:type="dxa"/>
            <w:vMerge/>
            <w:vAlign w:val="center"/>
          </w:tcPr>
          <w:p w:rsidR="009F4F78" w:rsidRPr="009049ED" w:rsidRDefault="009F4F78" w:rsidP="00820942">
            <w:pPr>
              <w:ind w:left="419"/>
              <w:jc w:val="center"/>
              <w:rPr>
                <w:sz w:val="24"/>
                <w:szCs w:val="24"/>
              </w:rPr>
            </w:pPr>
          </w:p>
        </w:tc>
        <w:tc>
          <w:tcPr>
            <w:tcW w:w="2461" w:type="dxa"/>
          </w:tcPr>
          <w:p w:rsidR="001462B8" w:rsidRPr="005458A6" w:rsidRDefault="00012220" w:rsidP="001462B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462B8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9F4F78" w:rsidRPr="005458A6" w:rsidRDefault="001462B8" w:rsidP="001462B8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3F5842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637DDE" w:rsidRPr="005458A6" w:rsidRDefault="003F5842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="00637DDE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9F4F78" w:rsidRPr="005458A6" w:rsidRDefault="00637DDE" w:rsidP="003F5842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164B0F" w:rsidRPr="005458A6" w:rsidTr="00164B0F">
        <w:trPr>
          <w:trHeight w:val="349"/>
        </w:trPr>
        <w:tc>
          <w:tcPr>
            <w:tcW w:w="0" w:type="auto"/>
            <w:vMerge w:val="restart"/>
            <w:vAlign w:val="center"/>
          </w:tcPr>
          <w:p w:rsidR="00164B0F" w:rsidRPr="005458A6" w:rsidRDefault="00164B0F" w:rsidP="009F4F78">
            <w:pPr>
              <w:ind w:left="57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4. Психофизиологические </w:t>
            </w:r>
            <w:r w:rsidRPr="005458A6">
              <w:rPr>
                <w:sz w:val="24"/>
                <w:szCs w:val="24"/>
              </w:rPr>
              <w:lastRenderedPageBreak/>
              <w:t>основы учебного труда и интеллектуальной деятельности.</w:t>
            </w:r>
          </w:p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5. Общая физическая и спортивная подготовка  в системе физического воспитания.</w:t>
            </w:r>
          </w:p>
          <w:p w:rsidR="00164B0F" w:rsidRPr="005458A6" w:rsidRDefault="00164B0F" w:rsidP="00637DDE">
            <w:pPr>
              <w:pStyle w:val="4"/>
              <w:jc w:val="both"/>
              <w:rPr>
                <w:b w:val="0"/>
                <w:bCs w:val="0"/>
              </w:rPr>
            </w:pPr>
            <w:r w:rsidRPr="005458A6">
              <w:rPr>
                <w:b w:val="0"/>
              </w:rPr>
              <w:t>6. Основы методики самостоятельных занятий физическими упражнениями.</w:t>
            </w:r>
          </w:p>
        </w:tc>
        <w:tc>
          <w:tcPr>
            <w:tcW w:w="1921" w:type="dxa"/>
            <w:vMerge w:val="restart"/>
            <w:vAlign w:val="center"/>
          </w:tcPr>
          <w:p w:rsidR="00164B0F" w:rsidRPr="009049ED" w:rsidRDefault="00164B0F" w:rsidP="00820942">
            <w:pPr>
              <w:pStyle w:val="4"/>
              <w:ind w:left="419"/>
              <w:jc w:val="center"/>
              <w:rPr>
                <w:b w:val="0"/>
                <w:bCs w:val="0"/>
              </w:rPr>
            </w:pPr>
            <w:r w:rsidRPr="009049ED">
              <w:rPr>
                <w:b w:val="0"/>
              </w:rPr>
              <w:lastRenderedPageBreak/>
              <w:t>ОК-8</w:t>
            </w:r>
          </w:p>
        </w:tc>
        <w:tc>
          <w:tcPr>
            <w:tcW w:w="2461" w:type="dxa"/>
          </w:tcPr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2. Тесты по оценке качества овладения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1. Рейтинг тестирования </w:t>
            </w: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знаний</w:t>
            </w:r>
          </w:p>
          <w:p w:rsidR="00164B0F" w:rsidRPr="005458A6" w:rsidRDefault="00FC1F3B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</w:t>
            </w:r>
            <w:r w:rsidR="00164B0F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ости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 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 уровня физической подготовленности</w:t>
            </w:r>
          </w:p>
          <w:p w:rsidR="00164B0F" w:rsidRPr="005458A6" w:rsidRDefault="00164B0F" w:rsidP="00637DDE">
            <w:pPr>
              <w:pStyle w:val="4"/>
              <w:jc w:val="center"/>
              <w:rPr>
                <w:b w:val="0"/>
                <w:bCs w:val="0"/>
              </w:rPr>
            </w:pPr>
            <w:r w:rsidRPr="005458A6">
              <w:rPr>
                <w:b w:val="0"/>
              </w:rPr>
              <w:t>На основе ВФСК ГТО</w:t>
            </w:r>
          </w:p>
        </w:tc>
        <w:tc>
          <w:tcPr>
            <w:tcW w:w="1921" w:type="dxa"/>
            <w:vMerge/>
            <w:vAlign w:val="center"/>
          </w:tcPr>
          <w:p w:rsidR="00164B0F" w:rsidRPr="005458A6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</w:rPr>
            </w:pPr>
          </w:p>
        </w:tc>
        <w:tc>
          <w:tcPr>
            <w:tcW w:w="2461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прохождения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 w:val="restart"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7. Спорт. Индивидуальный выбор видов спорта или систем физических упражнений.</w:t>
            </w:r>
          </w:p>
          <w:p w:rsidR="00164B0F" w:rsidRPr="005458A6" w:rsidRDefault="00164B0F" w:rsidP="00637DDE">
            <w:pPr>
              <w:pStyle w:val="4"/>
              <w:jc w:val="both"/>
              <w:rPr>
                <w:b w:val="0"/>
                <w:bCs w:val="0"/>
              </w:rPr>
            </w:pPr>
            <w:r w:rsidRPr="005458A6">
              <w:rPr>
                <w:b w:val="0"/>
              </w:rPr>
              <w:t>8. Особенности занятий избранным видом спорта, системой физических упражнении.</w:t>
            </w:r>
          </w:p>
        </w:tc>
        <w:tc>
          <w:tcPr>
            <w:tcW w:w="1921" w:type="dxa"/>
            <w:vMerge/>
            <w:vAlign w:val="center"/>
          </w:tcPr>
          <w:p w:rsidR="00164B0F" w:rsidRPr="005458A6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</w:rPr>
            </w:pPr>
          </w:p>
        </w:tc>
        <w:tc>
          <w:tcPr>
            <w:tcW w:w="2461" w:type="dxa"/>
          </w:tcPr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164B0F" w:rsidRPr="005458A6" w:rsidRDefault="00FC1F3B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</w:t>
            </w:r>
            <w:r w:rsidR="00164B0F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 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 уровня физической подготовленности</w:t>
            </w:r>
          </w:p>
          <w:p w:rsidR="00164B0F" w:rsidRPr="005458A6" w:rsidRDefault="00164B0F" w:rsidP="00637DDE">
            <w:pPr>
              <w:pStyle w:val="4"/>
              <w:jc w:val="both"/>
              <w:rPr>
                <w:b w:val="0"/>
                <w:bCs w:val="0"/>
              </w:rPr>
            </w:pPr>
            <w:r w:rsidRPr="005458A6">
              <w:rPr>
                <w:b w:val="0"/>
              </w:rPr>
              <w:t>На основе ВФСК ГТО</w:t>
            </w:r>
          </w:p>
        </w:tc>
        <w:tc>
          <w:tcPr>
            <w:tcW w:w="1921" w:type="dxa"/>
            <w:vMerge/>
            <w:vAlign w:val="center"/>
          </w:tcPr>
          <w:p w:rsidR="00164B0F" w:rsidRPr="005458A6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</w:rPr>
            </w:pPr>
          </w:p>
        </w:tc>
        <w:tc>
          <w:tcPr>
            <w:tcW w:w="2461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прохождения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 w:val="restart"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9. Самоконтроль </w:t>
            </w:r>
            <w:proofErr w:type="gramStart"/>
            <w:r w:rsidRPr="005458A6">
              <w:rPr>
                <w:sz w:val="24"/>
                <w:szCs w:val="24"/>
              </w:rPr>
              <w:t>занимающихся</w:t>
            </w:r>
            <w:proofErr w:type="gramEnd"/>
            <w:r w:rsidRPr="005458A6">
              <w:rPr>
                <w:sz w:val="24"/>
                <w:szCs w:val="24"/>
              </w:rPr>
              <w:t xml:space="preserve"> физическими упражнениями и спортом.</w:t>
            </w:r>
          </w:p>
          <w:p w:rsidR="00164B0F" w:rsidRPr="005458A6" w:rsidRDefault="00164B0F" w:rsidP="00637DDE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10. Профессионально - прикладная физическая подготовка студентов.</w:t>
            </w:r>
          </w:p>
          <w:p w:rsidR="00164B0F" w:rsidRPr="005458A6" w:rsidRDefault="00164B0F" w:rsidP="00C97E99">
            <w:pPr>
              <w:pStyle w:val="4"/>
              <w:rPr>
                <w:b w:val="0"/>
                <w:bCs w:val="0"/>
              </w:rPr>
            </w:pPr>
            <w:r w:rsidRPr="005458A6">
              <w:rPr>
                <w:b w:val="0"/>
              </w:rPr>
              <w:t>11.Физическая культура в профессиональной деятельности бакалавра.</w:t>
            </w:r>
          </w:p>
        </w:tc>
        <w:tc>
          <w:tcPr>
            <w:tcW w:w="1921" w:type="dxa"/>
            <w:vMerge/>
            <w:vAlign w:val="center"/>
          </w:tcPr>
          <w:p w:rsidR="00164B0F" w:rsidRPr="005458A6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</w:rPr>
            </w:pPr>
          </w:p>
        </w:tc>
        <w:tc>
          <w:tcPr>
            <w:tcW w:w="2461" w:type="dxa"/>
          </w:tcPr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164B0F" w:rsidRPr="005458A6" w:rsidRDefault="00164B0F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 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164B0F" w:rsidRPr="005458A6" w:rsidRDefault="00FC1F3B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</w:t>
            </w:r>
            <w:r w:rsidR="00164B0F"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ости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 </w:t>
            </w:r>
          </w:p>
        </w:tc>
      </w:tr>
      <w:tr w:rsidR="00164B0F" w:rsidRPr="005458A6" w:rsidTr="00164B0F">
        <w:trPr>
          <w:trHeight w:val="359"/>
        </w:trPr>
        <w:tc>
          <w:tcPr>
            <w:tcW w:w="0" w:type="auto"/>
            <w:vMerge/>
            <w:vAlign w:val="center"/>
          </w:tcPr>
          <w:p w:rsidR="00164B0F" w:rsidRPr="005458A6" w:rsidRDefault="00164B0F" w:rsidP="009F4F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64B0F" w:rsidRPr="005458A6" w:rsidRDefault="00164B0F" w:rsidP="00637DDE">
            <w:pPr>
              <w:jc w:val="both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Контроль уровня физической подготовленности</w:t>
            </w:r>
          </w:p>
          <w:p w:rsidR="00164B0F" w:rsidRPr="005458A6" w:rsidRDefault="00164B0F" w:rsidP="00637DDE">
            <w:pPr>
              <w:pStyle w:val="4"/>
              <w:jc w:val="center"/>
              <w:rPr>
                <w:b w:val="0"/>
                <w:bCs w:val="0"/>
              </w:rPr>
            </w:pPr>
            <w:r w:rsidRPr="005458A6">
              <w:rPr>
                <w:b w:val="0"/>
              </w:rPr>
              <w:t>На основе ВФСК ГТО</w:t>
            </w:r>
          </w:p>
        </w:tc>
        <w:tc>
          <w:tcPr>
            <w:tcW w:w="1921" w:type="dxa"/>
            <w:vMerge/>
            <w:vAlign w:val="center"/>
          </w:tcPr>
          <w:p w:rsidR="00164B0F" w:rsidRPr="005458A6" w:rsidRDefault="00164B0F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</w:rPr>
            </w:pPr>
          </w:p>
        </w:tc>
        <w:tc>
          <w:tcPr>
            <w:tcW w:w="2461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39" w:type="dxa"/>
          </w:tcPr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Рейтинг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iCs/>
                <w:sz w:val="24"/>
                <w:szCs w:val="24"/>
              </w:rPr>
              <w:t>прохождения испытаний</w:t>
            </w:r>
          </w:p>
          <w:p w:rsidR="00164B0F" w:rsidRPr="005458A6" w:rsidRDefault="00164B0F" w:rsidP="00D80B9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5458A6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</w:tbl>
    <w:p w:rsidR="00CB5F60" w:rsidRPr="005458A6" w:rsidRDefault="00CB5F60" w:rsidP="0046482B">
      <w:pPr>
        <w:jc w:val="center"/>
        <w:rPr>
          <w:sz w:val="24"/>
          <w:szCs w:val="24"/>
        </w:rPr>
      </w:pPr>
    </w:p>
    <w:p w:rsidR="00CB5F60" w:rsidRDefault="00CB5F60" w:rsidP="0046482B">
      <w:pPr>
        <w:jc w:val="right"/>
        <w:rPr>
          <w:sz w:val="24"/>
          <w:szCs w:val="24"/>
        </w:rPr>
      </w:pPr>
    </w:p>
    <w:p w:rsidR="00B77151" w:rsidRDefault="00B77151" w:rsidP="0046482B">
      <w:pPr>
        <w:jc w:val="right"/>
        <w:rPr>
          <w:sz w:val="24"/>
          <w:szCs w:val="24"/>
        </w:rPr>
      </w:pPr>
    </w:p>
    <w:p w:rsidR="00B77151" w:rsidRDefault="00B77151" w:rsidP="0046482B">
      <w:pPr>
        <w:jc w:val="right"/>
        <w:rPr>
          <w:sz w:val="24"/>
          <w:szCs w:val="24"/>
        </w:rPr>
      </w:pPr>
    </w:p>
    <w:p w:rsidR="00B77151" w:rsidRDefault="00B77151" w:rsidP="0046482B">
      <w:pPr>
        <w:jc w:val="right"/>
        <w:rPr>
          <w:sz w:val="24"/>
          <w:szCs w:val="24"/>
        </w:rPr>
      </w:pPr>
    </w:p>
    <w:p w:rsidR="00B77151" w:rsidRDefault="00B77151" w:rsidP="0046482B">
      <w:pPr>
        <w:jc w:val="right"/>
        <w:rPr>
          <w:sz w:val="24"/>
          <w:szCs w:val="24"/>
        </w:rPr>
      </w:pPr>
    </w:p>
    <w:p w:rsidR="00B77151" w:rsidRDefault="00B77151" w:rsidP="0046482B">
      <w:pPr>
        <w:jc w:val="right"/>
        <w:rPr>
          <w:sz w:val="24"/>
          <w:szCs w:val="24"/>
        </w:rPr>
      </w:pPr>
    </w:p>
    <w:p w:rsidR="00B77151" w:rsidRDefault="00B77151" w:rsidP="0046482B">
      <w:pPr>
        <w:jc w:val="right"/>
        <w:rPr>
          <w:sz w:val="24"/>
          <w:szCs w:val="24"/>
        </w:rPr>
      </w:pPr>
    </w:p>
    <w:p w:rsidR="00B77151" w:rsidRPr="005458A6" w:rsidRDefault="00B77151" w:rsidP="0046482B">
      <w:pPr>
        <w:jc w:val="right"/>
        <w:rPr>
          <w:sz w:val="24"/>
          <w:szCs w:val="24"/>
        </w:rPr>
      </w:pPr>
    </w:p>
    <w:p w:rsidR="00CB5F60" w:rsidRPr="005458A6" w:rsidRDefault="00CB5F60" w:rsidP="0039685C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lastRenderedPageBreak/>
        <w:t>Показатели, критерии и шкала оценки сформированных компетенций</w:t>
      </w:r>
    </w:p>
    <w:p w:rsidR="00BC1DB2" w:rsidRPr="005458A6" w:rsidRDefault="00BC1DB2" w:rsidP="00BC1DB2">
      <w:pPr>
        <w:pStyle w:val="ac"/>
        <w:ind w:left="460"/>
        <w:rPr>
          <w:b/>
          <w:bCs/>
          <w:sz w:val="24"/>
          <w:szCs w:val="24"/>
        </w:rPr>
      </w:pPr>
    </w:p>
    <w:p w:rsidR="00CB5F60" w:rsidRPr="005458A6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2551"/>
        <w:gridCol w:w="2693"/>
        <w:gridCol w:w="3119"/>
      </w:tblGrid>
      <w:tr w:rsidR="00BC1DB2" w:rsidRPr="005458A6" w:rsidTr="00D80B9C">
        <w:tc>
          <w:tcPr>
            <w:tcW w:w="1774" w:type="dxa"/>
            <w:vMerge w:val="restart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8363" w:type="dxa"/>
            <w:gridSpan w:val="3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номинальный 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потенциальный </w:t>
            </w:r>
          </w:p>
        </w:tc>
        <w:tc>
          <w:tcPr>
            <w:tcW w:w="3119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творческий 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Оценка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5458A6" w:rsidRDefault="00BC1DB2" w:rsidP="00D80B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3119" w:type="dxa"/>
          </w:tcPr>
          <w:p w:rsidR="00BC1DB2" w:rsidRPr="005458A6" w:rsidRDefault="00BC1DB2" w:rsidP="00D80B9C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Отлично /зачтено</w:t>
            </w:r>
          </w:p>
        </w:tc>
      </w:tr>
      <w:tr w:rsidR="00BC1DB2" w:rsidRPr="005458A6" w:rsidTr="00D80B9C">
        <w:tc>
          <w:tcPr>
            <w:tcW w:w="1774" w:type="dxa"/>
            <w:vMerge w:val="restart"/>
            <w:vAlign w:val="center"/>
          </w:tcPr>
          <w:p w:rsidR="00BC1DB2" w:rsidRPr="009049ED" w:rsidRDefault="00BC1DB2" w:rsidP="00D80B9C">
            <w:pPr>
              <w:jc w:val="center"/>
              <w:rPr>
                <w:b/>
                <w:bCs/>
                <w:sz w:val="24"/>
                <w:szCs w:val="24"/>
              </w:rPr>
            </w:pPr>
            <w:r w:rsidRPr="009049ED">
              <w:rPr>
                <w:sz w:val="24"/>
                <w:szCs w:val="24"/>
              </w:rPr>
              <w:t xml:space="preserve">ОК-8 </w:t>
            </w: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Знает – </w:t>
            </w:r>
            <w:r w:rsidRPr="005458A6">
              <w:rPr>
                <w:iCs/>
                <w:sz w:val="24"/>
                <w:szCs w:val="24"/>
              </w:rPr>
              <w:t>о важности применения средств физического воспитания и спорта для сохранения собственного здоровья.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jc w:val="both"/>
              <w:rPr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Знает – </w:t>
            </w:r>
            <w:r w:rsidRPr="005458A6">
              <w:rPr>
                <w:iCs/>
                <w:sz w:val="24"/>
                <w:szCs w:val="24"/>
              </w:rPr>
              <w:t xml:space="preserve">основные средства и методы физического воспитания и форм организации занятий физическими упражнениями  </w:t>
            </w:r>
          </w:p>
          <w:p w:rsidR="00BC1DB2" w:rsidRPr="005458A6" w:rsidRDefault="00BC1DB2" w:rsidP="00D80B9C">
            <w:pPr>
              <w:jc w:val="both"/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BC1DB2" w:rsidRPr="005458A6" w:rsidRDefault="00BC1DB2" w:rsidP="00D80B9C">
            <w:pPr>
              <w:rPr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Знает – </w:t>
            </w:r>
            <w:r w:rsidRPr="005458A6">
              <w:rPr>
                <w:iCs/>
                <w:sz w:val="24"/>
                <w:szCs w:val="24"/>
              </w:rPr>
              <w:t>структуру проведения учебно-тренировочного занятия особенности их планирования  и применения средств физического воспитания и избранного вида спорта.</w:t>
            </w:r>
          </w:p>
          <w:p w:rsidR="00BC1DB2" w:rsidRPr="005458A6" w:rsidRDefault="00BC1DB2" w:rsidP="00D80B9C">
            <w:pPr>
              <w:rPr>
                <w:sz w:val="24"/>
                <w:szCs w:val="24"/>
              </w:rPr>
            </w:pPr>
            <w:r w:rsidRPr="005458A6">
              <w:rPr>
                <w:iCs/>
                <w:sz w:val="24"/>
                <w:szCs w:val="24"/>
              </w:rPr>
              <w:t xml:space="preserve">Имеет высокий уровень знаний </w:t>
            </w:r>
            <w:r w:rsidRPr="005458A6">
              <w:rPr>
                <w:sz w:val="24"/>
                <w:szCs w:val="24"/>
              </w:rPr>
              <w:t xml:space="preserve">научно-практических основ физической культуры и здорового образа жизни. 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5458A6" w:rsidRDefault="00BC1DB2" w:rsidP="00D80B9C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>Умеет –</w:t>
            </w:r>
            <w:r w:rsidRPr="005458A6">
              <w:rPr>
                <w:rFonts w:ascii="Verdana" w:hAnsi="Verdana"/>
                <w:color w:val="424242"/>
                <w:sz w:val="24"/>
                <w:szCs w:val="24"/>
                <w:shd w:val="clear" w:color="auto" w:fill="FFFFEE"/>
              </w:rPr>
              <w:t xml:space="preserve"> </w:t>
            </w:r>
            <w:r w:rsidRPr="005458A6">
              <w:rPr>
                <w:iCs/>
                <w:sz w:val="24"/>
                <w:szCs w:val="24"/>
              </w:rPr>
              <w:t xml:space="preserve">спонтанно </w:t>
            </w:r>
            <w:r w:rsidRPr="005458A6">
              <w:rPr>
                <w:sz w:val="24"/>
                <w:szCs w:val="24"/>
                <w:shd w:val="clear" w:color="auto" w:fill="FFFFEE"/>
              </w:rPr>
              <w:t xml:space="preserve">применять средства </w:t>
            </w:r>
            <w:r w:rsidRPr="005458A6">
              <w:rPr>
                <w:sz w:val="24"/>
                <w:szCs w:val="24"/>
              </w:rPr>
              <w:t xml:space="preserve">  физического воспитания. </w:t>
            </w:r>
            <w:r w:rsidRPr="005458A6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rPr>
                <w:sz w:val="24"/>
                <w:szCs w:val="24"/>
                <w:shd w:val="clear" w:color="auto" w:fill="FFFFEE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Умеет - </w:t>
            </w:r>
            <w:r w:rsidRPr="005458A6">
              <w:rPr>
                <w:sz w:val="24"/>
                <w:szCs w:val="24"/>
                <w:shd w:val="clear" w:color="auto" w:fill="FFFFEE"/>
              </w:rPr>
              <w:t>использовать основные средства и методы физического воспитания.</w:t>
            </w:r>
          </w:p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C1DB2" w:rsidRPr="005458A6" w:rsidRDefault="00BC1DB2" w:rsidP="00D80B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>Умеет –</w:t>
            </w:r>
            <w:r w:rsidRPr="005458A6">
              <w:rPr>
                <w:color w:val="000000"/>
                <w:sz w:val="24"/>
                <w:szCs w:val="24"/>
              </w:rPr>
              <w:t xml:space="preserve"> систематически использовать средства и методы физической культуры в процессе самосовершенствования.</w:t>
            </w:r>
          </w:p>
        </w:tc>
      </w:tr>
      <w:tr w:rsidR="00BC1DB2" w:rsidRPr="005458A6" w:rsidTr="00D80B9C">
        <w:tc>
          <w:tcPr>
            <w:tcW w:w="1774" w:type="dxa"/>
            <w:vMerge/>
          </w:tcPr>
          <w:p w:rsidR="00BC1DB2" w:rsidRPr="005458A6" w:rsidRDefault="00BC1DB2" w:rsidP="00D80B9C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Владеет – </w:t>
            </w:r>
            <w:r w:rsidRPr="005458A6">
              <w:rPr>
                <w:iCs/>
                <w:sz w:val="24"/>
                <w:szCs w:val="24"/>
              </w:rPr>
              <w:t xml:space="preserve">способами </w:t>
            </w:r>
          </w:p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Cs/>
                <w:sz w:val="24"/>
                <w:szCs w:val="24"/>
              </w:rPr>
              <w:t>применения я отдельных средств физического воспитания</w:t>
            </w:r>
          </w:p>
        </w:tc>
        <w:tc>
          <w:tcPr>
            <w:tcW w:w="2693" w:type="dxa"/>
          </w:tcPr>
          <w:p w:rsidR="00BC1DB2" w:rsidRPr="005458A6" w:rsidRDefault="00BC1DB2" w:rsidP="00D80B9C">
            <w:pPr>
              <w:rPr>
                <w:sz w:val="24"/>
                <w:szCs w:val="24"/>
                <w:shd w:val="clear" w:color="auto" w:fill="FFFFEE"/>
              </w:rPr>
            </w:pPr>
            <w:r w:rsidRPr="005458A6">
              <w:rPr>
                <w:i/>
                <w:iCs/>
                <w:sz w:val="24"/>
                <w:szCs w:val="24"/>
              </w:rPr>
              <w:t xml:space="preserve">Владеет </w:t>
            </w:r>
            <w:proofErr w:type="gramStart"/>
            <w:r w:rsidRPr="005458A6">
              <w:rPr>
                <w:i/>
                <w:iCs/>
                <w:sz w:val="24"/>
                <w:szCs w:val="24"/>
              </w:rPr>
              <w:t>–</w:t>
            </w:r>
            <w:r w:rsidRPr="005458A6">
              <w:rPr>
                <w:sz w:val="24"/>
                <w:szCs w:val="24"/>
                <w:shd w:val="clear" w:color="auto" w:fill="FFFFEE"/>
              </w:rPr>
              <w:t>с</w:t>
            </w:r>
            <w:proofErr w:type="gramEnd"/>
            <w:r w:rsidRPr="005458A6">
              <w:rPr>
                <w:sz w:val="24"/>
                <w:szCs w:val="24"/>
                <w:shd w:val="clear" w:color="auto" w:fill="FFFFEE"/>
              </w:rPr>
              <w:t>пособами   использования комплекса средств физического воспитания</w:t>
            </w:r>
          </w:p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C1DB2" w:rsidRPr="005458A6" w:rsidRDefault="00BC1DB2" w:rsidP="00D80B9C">
            <w:pPr>
              <w:rPr>
                <w:i/>
                <w:iCs/>
                <w:sz w:val="24"/>
                <w:szCs w:val="24"/>
              </w:rPr>
            </w:pPr>
            <w:r w:rsidRPr="005458A6">
              <w:rPr>
                <w:i/>
                <w:iCs/>
                <w:sz w:val="24"/>
                <w:szCs w:val="24"/>
              </w:rPr>
              <w:t>Владеет -</w:t>
            </w:r>
            <w:r w:rsidRPr="005458A6">
              <w:rPr>
                <w:color w:val="000000"/>
                <w:sz w:val="24"/>
                <w:szCs w:val="24"/>
              </w:rPr>
              <w:t xml:space="preserve"> способами самообразования, самопознания, саморегулирования,  и самосовершенствования с широким использованием системы активных средств и методов физического воспитания.</w:t>
            </w:r>
          </w:p>
        </w:tc>
      </w:tr>
      <w:tr w:rsidR="00BC1DB2" w:rsidRPr="005458A6" w:rsidTr="00D80B9C">
        <w:tc>
          <w:tcPr>
            <w:tcW w:w="1774" w:type="dxa"/>
          </w:tcPr>
          <w:p w:rsidR="00BC1DB2" w:rsidRPr="005458A6" w:rsidRDefault="00BC1DB2" w:rsidP="00D80B9C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2551" w:type="dxa"/>
          </w:tcPr>
          <w:p w:rsidR="00BC1DB2" w:rsidRPr="005458A6" w:rsidRDefault="00BC1DB2" w:rsidP="00D80B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BC1DB2" w:rsidRPr="005458A6" w:rsidRDefault="00BC1DB2" w:rsidP="00D80B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C1DB2" w:rsidRPr="005458A6" w:rsidRDefault="00BC1DB2" w:rsidP="00D80B9C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CB5F60" w:rsidRPr="005458A6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p w:rsidR="00CB5F60" w:rsidRPr="005458A6" w:rsidRDefault="00CB5F60" w:rsidP="0039685C">
      <w:pPr>
        <w:pStyle w:val="ac"/>
        <w:numPr>
          <w:ilvl w:val="0"/>
          <w:numId w:val="4"/>
        </w:numPr>
        <w:ind w:left="851" w:hanging="142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основной профессиональной  образовательной программы:</w:t>
      </w:r>
    </w:p>
    <w:p w:rsidR="0039685C" w:rsidRPr="005458A6" w:rsidRDefault="0039685C" w:rsidP="00324610">
      <w:pPr>
        <w:pStyle w:val="ac"/>
        <w:jc w:val="center"/>
        <w:rPr>
          <w:b/>
          <w:bCs/>
          <w:sz w:val="24"/>
          <w:szCs w:val="24"/>
        </w:rPr>
      </w:pPr>
    </w:p>
    <w:p w:rsidR="0039685C" w:rsidRPr="005458A6" w:rsidRDefault="0039685C" w:rsidP="0039685C">
      <w:pPr>
        <w:pStyle w:val="ac"/>
        <w:ind w:left="460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5.1. Текущая аттестация</w:t>
      </w:r>
    </w:p>
    <w:p w:rsidR="0039685C" w:rsidRPr="005458A6" w:rsidRDefault="0039685C" w:rsidP="0039685C">
      <w:pPr>
        <w:pStyle w:val="ac"/>
        <w:ind w:left="460"/>
        <w:rPr>
          <w:b/>
          <w:bCs/>
          <w:sz w:val="24"/>
          <w:szCs w:val="24"/>
        </w:rPr>
      </w:pP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Вопросы для тестирования знаний.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Контрольные упражнения по оценке физической подготовленности и качества</w:t>
      </w:r>
      <w:proofErr w:type="gramStart"/>
      <w:r w:rsidRPr="005458A6">
        <w:rPr>
          <w:iCs/>
          <w:sz w:val="24"/>
          <w:szCs w:val="24"/>
        </w:rPr>
        <w:t>.</w:t>
      </w:r>
      <w:proofErr w:type="gramEnd"/>
      <w:r w:rsidRPr="005458A6">
        <w:rPr>
          <w:iCs/>
          <w:sz w:val="24"/>
          <w:szCs w:val="24"/>
        </w:rPr>
        <w:t xml:space="preserve"> </w:t>
      </w:r>
      <w:proofErr w:type="gramStart"/>
      <w:r w:rsidRPr="005458A6">
        <w:rPr>
          <w:iCs/>
          <w:sz w:val="24"/>
          <w:szCs w:val="24"/>
        </w:rPr>
        <w:t>в</w:t>
      </w:r>
      <w:proofErr w:type="gramEnd"/>
      <w:r w:rsidRPr="005458A6">
        <w:rPr>
          <w:iCs/>
          <w:sz w:val="24"/>
          <w:szCs w:val="24"/>
        </w:rPr>
        <w:t xml:space="preserve">ыполнения двигательных навыков. 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Оценка систематичности занятий по физическому воспитанию.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Судейская работа.</w:t>
      </w:r>
    </w:p>
    <w:p w:rsidR="0039685C" w:rsidRPr="005458A6" w:rsidRDefault="0039685C" w:rsidP="0039685C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Спортивно массовая работа.</w:t>
      </w:r>
    </w:p>
    <w:p w:rsidR="0039685C" w:rsidRPr="005458A6" w:rsidRDefault="0039685C" w:rsidP="0039685C">
      <w:pPr>
        <w:rPr>
          <w:b/>
          <w:bCs/>
          <w:sz w:val="24"/>
          <w:szCs w:val="24"/>
        </w:rPr>
      </w:pPr>
    </w:p>
    <w:p w:rsidR="00CB5F60" w:rsidRPr="005458A6" w:rsidRDefault="00324610" w:rsidP="00324610">
      <w:pPr>
        <w:pStyle w:val="ac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Вопросы для тестирования знаний:</w:t>
      </w:r>
    </w:p>
    <w:p w:rsidR="00324610" w:rsidRPr="005458A6" w:rsidRDefault="00324610" w:rsidP="00324610">
      <w:pPr>
        <w:pStyle w:val="ac"/>
        <w:jc w:val="center"/>
        <w:rPr>
          <w:b/>
          <w:bCs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  МАКСИМАЛЬНОЕ  ПОТРЕБЛЕНИЕ  КИСЛОРОДА  (МПК)  - ЭТО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количество  кислорода, необходимое для выполнения всей предстоящей работы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объем воздуха, который проходит через легкие за одну минуту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максимальный объем воздуха, который может выдохнуть человек после максимального вдоха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 наибольшее количество кислорода, которое может усвоить организм при предельно напряженной для него работе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ОТНОСИТЕЛЬНАЯ СИЛА - ЭТО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1)  сила, приходящаяся на 1 кг массы тела человека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сила всех мышечных групп, участвующая в данном движении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противодействие   сопротивлению посредством  мышечных напряжений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способность человека преодолевать внешнее сопротивление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ЛЕГОЧНАЯ  ВЕНТИЛЯЦИЯ - ЭТО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1)  объем воздуха, который проходит через легкие за одну минуту</w:t>
      </w:r>
    </w:p>
    <w:p w:rsidR="00BC500B" w:rsidRPr="005458A6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максимальный объем воздуха, который может выдохнуть человек после максимального вдоха</w:t>
      </w:r>
    </w:p>
    <w:p w:rsidR="00BC500B" w:rsidRPr="005458A6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5458A6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количество воздуха, проходящее через  легкие при одном дыхательном цикле (вдох, выдох, пауза)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ЖИЗНЕННАЯ ЕМКОСТЬ ЛЕГКИХ (ЖЕЛ) – ЭТО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объем воздуха, который проходит через легкие за одну минуту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2)  максимальный объем воздуха, который может выдохнуть человек после максимального вдоха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различной интенсивности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количество воздуха, проходящее  через легкие при одном дыхательном цикле (вдох, выдох, пауза)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ПОД  БЫСТРОТОЙ  ПОНИМАЮТ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 способность человека преодолевать  внешнее сопротивление, противодействовать ему посредством мышечных напряжений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 быстро, точно, экономно решать двигательные задачи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 способность противостоять  утомлению</w:t>
      </w:r>
    </w:p>
    <w:p w:rsidR="00BC500B" w:rsidRPr="005458A6" w:rsidRDefault="009A5A9A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</w:t>
      </w:r>
      <w:r w:rsidR="00BC500B" w:rsidRPr="005458A6">
        <w:rPr>
          <w:color w:val="FF0000"/>
          <w:sz w:val="24"/>
          <w:szCs w:val="24"/>
        </w:rPr>
        <w:t xml:space="preserve"> комплекс функциональных свойств человека, определяющих скоростные характеристики движений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ОБЩАЯ ВЫНОСЛИВОСТЬ – ЭТО СПОСОБНОСТЬ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длительное время выполнять физические упражнения 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2)  эффективно выполнять физические упражнения, несмотря на возникающее утомление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выполнять работу с невысокой интенсивностью в течение продолжительного времени за счет аэробных источников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энергообеспечения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в течение длительного времени поддерживать мышечные напряжения без изменения позы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СПЕЦИАЛЬНАЯ  ВЫНОСЛИВОСТЬ – ЭТО СПОСОБНОСТЬ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выполнять работу с невысокой интенсивностью в течение продолжительного времени за счет аэробных  источников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энергообеспечения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lastRenderedPageBreak/>
        <w:t>2)  длительное время выполнять упражнения, требующие значительного проявления силы</w:t>
      </w:r>
    </w:p>
    <w:p w:rsidR="00BC500B" w:rsidRPr="005458A6" w:rsidRDefault="009A5A9A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3) </w:t>
      </w:r>
      <w:r w:rsidR="00BC500B" w:rsidRPr="005458A6">
        <w:rPr>
          <w:color w:val="FF0000"/>
          <w:sz w:val="24"/>
          <w:szCs w:val="24"/>
        </w:rPr>
        <w:t>эффективно выполнять работу в определенной трудов</w:t>
      </w:r>
      <w:r w:rsidRPr="005458A6">
        <w:rPr>
          <w:color w:val="FF0000"/>
          <w:sz w:val="24"/>
          <w:szCs w:val="24"/>
        </w:rPr>
        <w:t>ой или спортивной деятельности,</w:t>
      </w:r>
      <w:r w:rsidR="00BC500B" w:rsidRPr="005458A6">
        <w:rPr>
          <w:color w:val="FF0000"/>
          <w:sz w:val="24"/>
          <w:szCs w:val="24"/>
        </w:rPr>
        <w:t xml:space="preserve"> несмотря на возникающее утомление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ЛОВКОСТЬ – ЭТО СПОСОБНОСТЬ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противостоять утомлению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преодолевать внешнее сопротивление или противодействовать ему посредством мышечных напряжений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функциональных свойств человека, непосредственно и по преимуществу определяющих скоростные характеристики движений</w:t>
      </w:r>
    </w:p>
    <w:p w:rsidR="00BC500B" w:rsidRPr="005458A6" w:rsidRDefault="00BC500B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быстро, точно, экономно решать двигательные задачи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АБСОЛЮТНАЯ СИЛА - ЭТО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1)  сила, приходящаяся на 1 кг массы   тела человека</w:t>
      </w:r>
    </w:p>
    <w:p w:rsidR="00BC500B" w:rsidRPr="005458A6" w:rsidRDefault="00BC500B" w:rsidP="00BC500B">
      <w:pPr>
        <w:numPr>
          <w:ilvl w:val="0"/>
          <w:numId w:val="10"/>
        </w:numPr>
        <w:tabs>
          <w:tab w:val="clear" w:pos="927"/>
          <w:tab w:val="num" w:pos="720"/>
        </w:tabs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сила  всех  мышечных групп, участвующая в данном  движении</w:t>
      </w:r>
    </w:p>
    <w:p w:rsidR="00BC500B" w:rsidRPr="005458A6" w:rsidRDefault="00324610" w:rsidP="00BC500B">
      <w:pPr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     </w:t>
      </w:r>
      <w:r w:rsidR="00BC500B" w:rsidRPr="005458A6">
        <w:rPr>
          <w:sz w:val="24"/>
          <w:szCs w:val="24"/>
        </w:rPr>
        <w:t>3)  противодействие сопротивлению  посредством  мышечных  напряжений</w:t>
      </w:r>
    </w:p>
    <w:p w:rsidR="00BC500B" w:rsidRPr="005458A6" w:rsidRDefault="00BC500B" w:rsidP="00324610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способность человека  преодолевать  внешнее  сопротивление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ДВИГАТЕЛЬНЫЙ  НАВЫК -  ЭТО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степень владения техникой действия, при которой наблюдается нестабильное решение двигательной задачи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2) степень владения техникой действия, при которой управление движением (движениями) происходит автоматически и     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  действия отличаются надежностью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ПСИХОЛОГИЧЕСКИЙ УРОВЕНЬ ЗДОРОВЬЯ ЧЕЛОВЕКА ОПРЕДЕЛЯЕТСЯ</w:t>
      </w:r>
    </w:p>
    <w:p w:rsidR="00BC500B" w:rsidRPr="005458A6" w:rsidRDefault="00BC500B" w:rsidP="00324610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1)  состоянием всех функциональных систем  организма, гармонией физиологических процессов, высокой степенью</w:t>
      </w:r>
      <w:r w:rsidR="00324610" w:rsidRPr="005458A6">
        <w:rPr>
          <w:b/>
          <w:sz w:val="24"/>
          <w:szCs w:val="24"/>
        </w:rPr>
        <w:t xml:space="preserve"> </w:t>
      </w:r>
      <w:r w:rsidRPr="005458A6">
        <w:rPr>
          <w:sz w:val="24"/>
          <w:szCs w:val="24"/>
        </w:rPr>
        <w:t>адаптации  индивидуума  к  факторам  внешней  и  внутренней  среды</w:t>
      </w:r>
    </w:p>
    <w:p w:rsidR="00BC500B" w:rsidRPr="005458A6" w:rsidRDefault="00BC500B" w:rsidP="00324610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2)  активностью человека в обществе, стремлением к поиску новых, более эффективных форм организации труда,</w:t>
      </w:r>
      <w:r w:rsidRPr="005458A6">
        <w:rPr>
          <w:b/>
          <w:sz w:val="24"/>
          <w:szCs w:val="24"/>
        </w:rPr>
        <w:t xml:space="preserve"> </w:t>
      </w:r>
      <w:r w:rsidRPr="005458A6">
        <w:rPr>
          <w:sz w:val="24"/>
          <w:szCs w:val="24"/>
        </w:rPr>
        <w:t>увеличению его продолжительности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3)  убежденностью человека в своем здоровье, личностной установкой «быть только здоровым» и ее практической реализацией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СОЦИАЛЬНЫЙ УРОВЕНЬ ЗДОРОВЬЯ ЧЕЛОВЕКА ХАРАКТЕРИЗУЕТ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1) 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   продолжительности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убежденность человека в своем здоровье, личностной установкой  «быть только здоровым» и ее практической реализацией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состояние всех функциональных систем организма, гармонию физиологических процессов, высокую степень адаптации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   индивидуума к факторам внешней и внутренней среды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БИОЛОГИЧЕСКИЙ УРОВЕНЬ ЗДОРОВЬЯ ОТРАЖАЕТ</w:t>
      </w:r>
    </w:p>
    <w:p w:rsidR="00BC500B" w:rsidRPr="005458A6" w:rsidRDefault="00BC500B" w:rsidP="00BC500B">
      <w:pPr>
        <w:numPr>
          <w:ilvl w:val="0"/>
          <w:numId w:val="12"/>
        </w:numPr>
        <w:tabs>
          <w:tab w:val="clear" w:pos="927"/>
          <w:tab w:val="num" w:pos="720"/>
          <w:tab w:val="num" w:pos="1032"/>
        </w:tabs>
        <w:ind w:left="720" w:hanging="180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5458A6" w:rsidRDefault="00BC500B" w:rsidP="00BC500B">
      <w:pPr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             продолжительности  </w:t>
      </w:r>
    </w:p>
    <w:p w:rsidR="00BC500B" w:rsidRPr="005458A6" w:rsidRDefault="00BC500B" w:rsidP="00BC500B">
      <w:pPr>
        <w:jc w:val="both"/>
        <w:rPr>
          <w:color w:val="FF0000"/>
          <w:sz w:val="24"/>
          <w:szCs w:val="24"/>
        </w:rPr>
      </w:pPr>
      <w:r w:rsidRPr="005458A6">
        <w:rPr>
          <w:sz w:val="24"/>
          <w:szCs w:val="24"/>
        </w:rPr>
        <w:t xml:space="preserve">        </w:t>
      </w:r>
      <w:r w:rsidRPr="005458A6">
        <w:rPr>
          <w:color w:val="FF0000"/>
          <w:sz w:val="24"/>
          <w:szCs w:val="24"/>
        </w:rPr>
        <w:t>2)</w:t>
      </w:r>
      <w:r w:rsidRPr="005458A6">
        <w:rPr>
          <w:b/>
          <w:color w:val="FF0000"/>
          <w:sz w:val="24"/>
          <w:szCs w:val="24"/>
        </w:rPr>
        <w:t xml:space="preserve">  </w:t>
      </w:r>
      <w:r w:rsidRPr="005458A6">
        <w:rPr>
          <w:color w:val="FF0000"/>
          <w:sz w:val="24"/>
          <w:szCs w:val="24"/>
        </w:rPr>
        <w:t xml:space="preserve"> состояние всех функциональных систем организма, гармонию физиологических процессов, высокую степень адаптации</w:t>
      </w:r>
    </w:p>
    <w:p w:rsidR="00BC500B" w:rsidRPr="005458A6" w:rsidRDefault="00BC500B" w:rsidP="00BC500B">
      <w:pPr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                 индивидуума к факторам внешней и внутренней среды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3)  убежденность человека в своем здоровье, личностной установкой   «быть только  здоровым» и ее практической реализацией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ДВИГАТЕЛЬНОЕ  УМЕНИЕ – ЭТО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1)  степень владения  техникой, при  которой  управление движением происходит автоматически и отличается  надежностью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lastRenderedPageBreak/>
        <w:t>2)  степень владения техникой, при  которой  наблюдается  нестабильное  решение  двигательных  задач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ВЫНОСЛИВОСТЬ РАЗВИВАЮТ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1)  езда на велосипеде  </w:t>
      </w:r>
      <w:r w:rsidRPr="005458A6">
        <w:rPr>
          <w:sz w:val="24"/>
          <w:szCs w:val="24"/>
        </w:rPr>
        <w:t xml:space="preserve">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метание в цель и на дальность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бег в гору на 30-60 метров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прыжки с места или с разбега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СИЛУ РАЗВИВАЮТ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</w:t>
      </w:r>
      <w:proofErr w:type="spellStart"/>
      <w:r w:rsidRPr="005458A6">
        <w:rPr>
          <w:sz w:val="24"/>
          <w:szCs w:val="24"/>
        </w:rPr>
        <w:t>дартс</w:t>
      </w:r>
      <w:proofErr w:type="spellEnd"/>
      <w:r w:rsidRPr="005458A6">
        <w:rPr>
          <w:sz w:val="24"/>
          <w:szCs w:val="24"/>
        </w:rPr>
        <w:t xml:space="preserve">                   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метание  мяча               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бег на 60, 100 и 200 метров                </w:t>
      </w:r>
    </w:p>
    <w:p w:rsidR="00BC500B" w:rsidRPr="005458A6" w:rsidRDefault="00BC500B" w:rsidP="00BC500B">
      <w:pPr>
        <w:ind w:left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 сгибание и разгибание рук в упоре</w:t>
      </w:r>
    </w:p>
    <w:p w:rsidR="00BC500B" w:rsidRPr="005458A6" w:rsidRDefault="00BC500B" w:rsidP="00BC500B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СИЛА ИЗМЕРЯЕТСЯ С ПОМОЩЬЮ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спирометра   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2)  тахометра</w:t>
      </w:r>
      <w:r w:rsidRPr="005458A6">
        <w:rPr>
          <w:b/>
          <w:sz w:val="24"/>
          <w:szCs w:val="24"/>
        </w:rPr>
        <w:t xml:space="preserve">  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3)  динамометра</w:t>
      </w:r>
      <w:r w:rsidRPr="005458A6">
        <w:rPr>
          <w:sz w:val="24"/>
          <w:szCs w:val="24"/>
        </w:rPr>
        <w:t xml:space="preserve">      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 4)  барометра</w:t>
      </w:r>
    </w:p>
    <w:p w:rsidR="00BC500B" w:rsidRPr="005458A6" w:rsidRDefault="00BC500B" w:rsidP="00BC500B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МАКСИМАЛЬНОЕ УВЕЛИЧЕНИЕ МЫШЕЧНОЙ МАССЫ ПРОИСХОДИТ ПРИ      ПРИМЕНЕНИИ УПРАЖНЕНИЙ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скоростно-силовых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 выносливости             </w:t>
      </w:r>
    </w:p>
    <w:p w:rsidR="00BC500B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sz w:val="24"/>
          <w:szCs w:val="24"/>
        </w:rPr>
        <w:t xml:space="preserve">3)   ловкости                      </w:t>
      </w:r>
      <w:r w:rsidRPr="005458A6">
        <w:rPr>
          <w:color w:val="FF0000"/>
          <w:sz w:val="24"/>
          <w:szCs w:val="24"/>
        </w:rPr>
        <w:t xml:space="preserve">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4) силовых</w:t>
      </w:r>
      <w:r w:rsidRPr="005458A6">
        <w:rPr>
          <w:sz w:val="24"/>
          <w:szCs w:val="24"/>
        </w:rPr>
        <w:t xml:space="preserve">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5) скоростных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УПРАЖНЕНИЯ АЭРОБНОГО ХАРАКТЕРА ВОСПИТЫВАЮТ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скоростные качества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 силовые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скоростно-силовые                </w:t>
      </w:r>
    </w:p>
    <w:p w:rsidR="00BC500B" w:rsidRPr="005458A6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4)  выносливость</w:t>
      </w:r>
    </w:p>
    <w:p w:rsidR="00BC500B" w:rsidRPr="005458A6" w:rsidRDefault="00BC500B" w:rsidP="00BC500B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НАИБОЛЕЕ ВАЖНЫМИ ДЛЯ РАЗВИТИЯ ДЫХАТЕЛЬНОЙ СИСТЕМЫ ЯВЛЯЮТСЯ КАЧЕСТВА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  скоростные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   силовые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3)     выносливость</w:t>
      </w:r>
      <w:r w:rsidRPr="005458A6">
        <w:rPr>
          <w:sz w:val="24"/>
          <w:szCs w:val="24"/>
        </w:rPr>
        <w:t xml:space="preserve">          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4)    ловкость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ПРИ  БОЛЬШОЙ  СТЕПЕНИ  МОЩНОСТИ  В  СПОРТИВНЫХ  УПРАЖНЕНИЯХ   ПРОДОЛЖИТЕЛЬНОСТЬ 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от 20 до 25 секунд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от 25 секунд до 3-5 минут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3)  от 3-5 минут до 30 минут </w:t>
      </w:r>
      <w:r w:rsidRPr="005458A6">
        <w:rPr>
          <w:sz w:val="24"/>
          <w:szCs w:val="24"/>
        </w:rPr>
        <w:t xml:space="preserve">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свыше 30 минут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ПРИ УМЕРЕННОЙ  СТЕПЕНИ  МОЩНОСТИ В СПОРТИВНЫХ  УПРАЖНЕНИЯХ  ПРОДОЛЖИТЕЛЬНОСТЬ 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от 20 до 25  секунд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 от 25 секунд до 3-5 минут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от 3-5 до 30 минут 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color w:val="FF0000"/>
          <w:sz w:val="24"/>
          <w:szCs w:val="24"/>
        </w:rPr>
        <w:t>4)   свыше 30 минут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>ПРИ МАКСИМАЛЬНОЙ  СТЕПЕНИ МОЩНОСТИ В СПОРТИВНЫХ УПРАЖНЕНИЯХ ПРОДОЛЖИТЕЛЬНОСТЬ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1)   от 20 до 25 секунд</w:t>
      </w:r>
      <w:r w:rsidRPr="005458A6">
        <w:rPr>
          <w:sz w:val="24"/>
          <w:szCs w:val="24"/>
        </w:rPr>
        <w:t xml:space="preserve">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000000"/>
          <w:sz w:val="24"/>
          <w:szCs w:val="24"/>
        </w:rPr>
        <w:t>2)   от 25 секунд до 3 - 5 минут</w:t>
      </w:r>
      <w:r w:rsidRPr="005458A6">
        <w:rPr>
          <w:sz w:val="24"/>
          <w:szCs w:val="24"/>
        </w:rPr>
        <w:t xml:space="preserve">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 от 3 - 5  до 30 минут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 свыше 30 минут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ПРИ СУБМАКСИМАЛЬНОЙ  СТЕПЕНИ МОЩНОСТИВ СПОРТИВНЫХ УПРАЖНЕНИЯХ  ПРОДОЛЖИТЕЛЬНОСТЬ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РАБОТЫ  СОСТАВЛЯЕТ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000000"/>
          <w:sz w:val="24"/>
          <w:szCs w:val="24"/>
        </w:rPr>
        <w:t>1)  от 20 до 25  секунд</w:t>
      </w:r>
      <w:r w:rsidRPr="005458A6">
        <w:rPr>
          <w:sz w:val="24"/>
          <w:szCs w:val="24"/>
        </w:rPr>
        <w:t xml:space="preserve">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2)   от 25 секунд до 3-5 минут</w:t>
      </w:r>
      <w:r w:rsidRPr="005458A6">
        <w:rPr>
          <w:sz w:val="24"/>
          <w:szCs w:val="24"/>
        </w:rPr>
        <w:t xml:space="preserve">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от 3-5 до 30 минут                   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>4)  свыше 30 минут</w:t>
      </w:r>
    </w:p>
    <w:p w:rsidR="00BC500B" w:rsidRPr="005458A6" w:rsidRDefault="00BC500B" w:rsidP="00BC500B">
      <w:pPr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             </w:t>
      </w:r>
    </w:p>
    <w:p w:rsidR="00BC500B" w:rsidRPr="005458A6" w:rsidRDefault="00BC500B" w:rsidP="00BC500B">
      <w:pPr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ТЕСТЫ КУПЕРА ОПРЕДЕЛЯЮТ ФИЗИЧЕСКИЕ КАЧЕСТВА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силу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2)  выносливость</w:t>
      </w:r>
      <w:r w:rsidRPr="005458A6">
        <w:rPr>
          <w:sz w:val="24"/>
          <w:szCs w:val="24"/>
        </w:rPr>
        <w:t xml:space="preserve">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  гибкость                               </w:t>
      </w:r>
    </w:p>
    <w:p w:rsidR="00BC500B" w:rsidRPr="005458A6" w:rsidRDefault="00BC500B" w:rsidP="00AD3822">
      <w:pPr>
        <w:ind w:firstLine="567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 4)   ловкость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ПРИ УТОМЛЕНИИ НАБЛЮДАЕТСЯ </w:t>
      </w:r>
    </w:p>
    <w:p w:rsidR="00AD3822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значительное покраснение лица                                                       </w:t>
      </w:r>
    </w:p>
    <w:p w:rsidR="00BC500B" w:rsidRPr="005458A6" w:rsidRDefault="00BC500B" w:rsidP="00BC500B">
      <w:pPr>
        <w:ind w:left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2)  небольшое покраснение</w:t>
      </w:r>
    </w:p>
    <w:p w:rsidR="00AD3822" w:rsidRPr="005458A6" w:rsidRDefault="00BC500B" w:rsidP="00BC500B">
      <w:pPr>
        <w:ind w:left="567"/>
        <w:jc w:val="both"/>
        <w:rPr>
          <w:color w:val="000000"/>
          <w:sz w:val="24"/>
          <w:szCs w:val="24"/>
        </w:rPr>
      </w:pPr>
      <w:r w:rsidRPr="005458A6">
        <w:rPr>
          <w:sz w:val="24"/>
          <w:szCs w:val="24"/>
        </w:rPr>
        <w:t xml:space="preserve">3)  очень сильное </w:t>
      </w:r>
      <w:r w:rsidRPr="005458A6">
        <w:rPr>
          <w:color w:val="000000"/>
          <w:sz w:val="24"/>
          <w:szCs w:val="24"/>
        </w:rPr>
        <w:t xml:space="preserve">покраснение                                                               </w:t>
      </w:r>
    </w:p>
    <w:p w:rsidR="00BC500B" w:rsidRPr="005458A6" w:rsidRDefault="00BC500B" w:rsidP="00AD3822">
      <w:pPr>
        <w:ind w:left="567"/>
        <w:jc w:val="both"/>
        <w:rPr>
          <w:color w:val="FF0000"/>
          <w:sz w:val="24"/>
          <w:szCs w:val="24"/>
        </w:rPr>
      </w:pPr>
      <w:r w:rsidRPr="005458A6">
        <w:rPr>
          <w:color w:val="000000"/>
          <w:sz w:val="24"/>
          <w:szCs w:val="24"/>
        </w:rPr>
        <w:t>4)  никаких видимых изменений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БЕГ  НА  100 МЕТРОВ  ЯВЛЯЕТСЯ  ТЕСТОМ  </w:t>
      </w:r>
      <w:proofErr w:type="gramStart"/>
      <w:r w:rsidRPr="005458A6">
        <w:rPr>
          <w:b/>
          <w:sz w:val="24"/>
          <w:szCs w:val="24"/>
        </w:rPr>
        <w:t>НА</w:t>
      </w:r>
      <w:proofErr w:type="gramEnd"/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общую выносливость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color w:val="FF0000"/>
          <w:sz w:val="24"/>
          <w:szCs w:val="24"/>
        </w:rPr>
        <w:t>2)</w:t>
      </w:r>
      <w:r w:rsidRPr="005458A6">
        <w:rPr>
          <w:color w:val="FF0000"/>
          <w:sz w:val="24"/>
          <w:szCs w:val="24"/>
        </w:rPr>
        <w:t xml:space="preserve">  скоростно-силовую  подготовленность</w:t>
      </w:r>
      <w:r w:rsidRPr="005458A6">
        <w:rPr>
          <w:sz w:val="24"/>
          <w:szCs w:val="24"/>
        </w:rPr>
        <w:t xml:space="preserve">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3)  силовую подготовленность</w:t>
      </w:r>
    </w:p>
    <w:p w:rsidR="00AD3822" w:rsidRPr="005458A6" w:rsidRDefault="00AD3822" w:rsidP="00AD3822">
      <w:pPr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БЕГ НА 2000   и 3000 МЕТРОВ  ЯВЛЯЕТСЯ ТЕСТОМ </w:t>
      </w:r>
      <w:proofErr w:type="gramStart"/>
      <w:r w:rsidRPr="005458A6">
        <w:rPr>
          <w:b/>
          <w:sz w:val="24"/>
          <w:szCs w:val="24"/>
        </w:rPr>
        <w:t>НА</w:t>
      </w:r>
      <w:proofErr w:type="gramEnd"/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1)  общую выносливость</w:t>
      </w:r>
      <w:r w:rsidRPr="005458A6">
        <w:rPr>
          <w:sz w:val="24"/>
          <w:szCs w:val="24"/>
        </w:rPr>
        <w:t xml:space="preserve">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2)  силовую   под</w:t>
      </w:r>
      <w:r w:rsidR="00AD3822" w:rsidRPr="005458A6">
        <w:rPr>
          <w:sz w:val="24"/>
          <w:szCs w:val="24"/>
        </w:rPr>
        <w:t xml:space="preserve">готовленность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скоростно-силовую подготовленность</w:t>
      </w:r>
    </w:p>
    <w:p w:rsidR="00BC500B" w:rsidRPr="005458A6" w:rsidRDefault="00BC500B" w:rsidP="00BC500B">
      <w:pPr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           </w:t>
      </w:r>
    </w:p>
    <w:p w:rsidR="00BC500B" w:rsidRPr="005458A6" w:rsidRDefault="00BC500B" w:rsidP="00BC500B">
      <w:pPr>
        <w:jc w:val="both"/>
        <w:rPr>
          <w:b/>
          <w:bCs/>
          <w:sz w:val="24"/>
          <w:szCs w:val="24"/>
        </w:rPr>
      </w:pPr>
      <w:r w:rsidRPr="005458A6">
        <w:rPr>
          <w:b/>
          <w:sz w:val="24"/>
          <w:szCs w:val="24"/>
        </w:rPr>
        <w:t xml:space="preserve">            ОПТИМАЛЬНО ЗАНИМАТЬСЯ ФИЗИЧЕСКОЙ КУЛЬТУРОЙ </w:t>
      </w:r>
      <w:r w:rsidRPr="005458A6">
        <w:rPr>
          <w:b/>
          <w:bCs/>
          <w:sz w:val="24"/>
          <w:szCs w:val="24"/>
        </w:rPr>
        <w:t xml:space="preserve">  </w:t>
      </w:r>
    </w:p>
    <w:p w:rsidR="00AD3822" w:rsidRPr="005458A6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sz w:val="24"/>
          <w:szCs w:val="24"/>
        </w:rPr>
        <w:t xml:space="preserve">1)  1 - 2  раз в неделю          </w:t>
      </w:r>
      <w:r w:rsidRPr="005458A6">
        <w:rPr>
          <w:color w:val="FF0000"/>
          <w:sz w:val="24"/>
          <w:szCs w:val="24"/>
        </w:rPr>
        <w:t xml:space="preserve">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2)  3 - 4  раз в неделю  </w:t>
      </w:r>
      <w:r w:rsidRPr="005458A6">
        <w:rPr>
          <w:sz w:val="24"/>
          <w:szCs w:val="24"/>
        </w:rPr>
        <w:t xml:space="preserve">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 5  раз в неделю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4)   6  раз в неделю</w:t>
      </w:r>
    </w:p>
    <w:p w:rsidR="00AD3822" w:rsidRPr="005458A6" w:rsidRDefault="00AD3822" w:rsidP="00BC500B">
      <w:pPr>
        <w:jc w:val="both"/>
        <w:rPr>
          <w:b/>
          <w:sz w:val="24"/>
          <w:szCs w:val="24"/>
        </w:rPr>
      </w:pPr>
    </w:p>
    <w:p w:rsidR="00BC500B" w:rsidRPr="005458A6" w:rsidRDefault="00BC500B" w:rsidP="00AD3822">
      <w:pPr>
        <w:ind w:left="567"/>
        <w:jc w:val="both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ОПТИМАЛЬНАЯ ПРОДОЛЖИТЕЛЬНОСТЬ ЗАНЯТИЙ ФИЗИЧЕСКИМИ УПРАЖНЕНИЯМИ ДОЛЖНА</w:t>
      </w:r>
      <w:r w:rsidR="00AD3822" w:rsidRPr="005458A6">
        <w:rPr>
          <w:b/>
          <w:sz w:val="24"/>
          <w:szCs w:val="24"/>
        </w:rPr>
        <w:t xml:space="preserve"> </w:t>
      </w:r>
      <w:r w:rsidRPr="005458A6">
        <w:rPr>
          <w:b/>
          <w:sz w:val="24"/>
          <w:szCs w:val="24"/>
        </w:rPr>
        <w:t>СОСТАВЛЯТЬ НЕ МЕНЕЕ</w:t>
      </w:r>
      <w:proofErr w:type="gramStart"/>
      <w:r w:rsidRPr="005458A6">
        <w:rPr>
          <w:b/>
          <w:sz w:val="24"/>
          <w:szCs w:val="24"/>
        </w:rPr>
        <w:t xml:space="preserve"> :</w:t>
      </w:r>
      <w:proofErr w:type="gramEnd"/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 10 мин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 20 мин  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30 мин                                </w:t>
      </w:r>
    </w:p>
    <w:p w:rsidR="00BC500B" w:rsidRPr="005458A6" w:rsidRDefault="00BC500B" w:rsidP="00AD3822">
      <w:pPr>
        <w:ind w:firstLine="567"/>
        <w:jc w:val="both"/>
        <w:rPr>
          <w:color w:val="FF0000"/>
          <w:sz w:val="24"/>
          <w:szCs w:val="24"/>
        </w:rPr>
      </w:pPr>
      <w:r w:rsidRPr="005458A6">
        <w:rPr>
          <w:color w:val="FF0000"/>
          <w:sz w:val="24"/>
          <w:szCs w:val="24"/>
        </w:rPr>
        <w:t>4)   40 мин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НЕОБХОДИМАЯ ПРОДОЛЖИТЕЛЬНОСТЬ СНА У ВЗРОСЛОГО ЧЕЛОВЕКА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 6 - 7 часов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</w:t>
      </w:r>
      <w:r w:rsidRPr="005458A6">
        <w:rPr>
          <w:color w:val="FF0000"/>
          <w:sz w:val="24"/>
          <w:szCs w:val="24"/>
        </w:rPr>
        <w:t>2)  7 - 8</w:t>
      </w:r>
      <w:r w:rsidRPr="005458A6">
        <w:rPr>
          <w:sz w:val="24"/>
          <w:szCs w:val="24"/>
        </w:rPr>
        <w:t xml:space="preserve">        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3)  8 - 9             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lastRenderedPageBreak/>
        <w:t>4)  9 – 10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РАЦИОНАЛЬНЫМ СЧИТАЕТСЯ СЛЕДУЮЩИЙ ПРИЕМ ПИЩИ</w:t>
      </w:r>
    </w:p>
    <w:p w:rsidR="00AD3822" w:rsidRPr="005458A6" w:rsidRDefault="00AD3822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1) </w:t>
      </w:r>
      <w:r w:rsidR="00BC500B" w:rsidRPr="005458A6">
        <w:rPr>
          <w:sz w:val="24"/>
          <w:szCs w:val="24"/>
        </w:rPr>
        <w:t xml:space="preserve"> 2 - 3  раза в день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 xml:space="preserve"> 2)   3 - 4   </w:t>
      </w:r>
      <w:r w:rsidRPr="005458A6">
        <w:rPr>
          <w:sz w:val="24"/>
          <w:szCs w:val="24"/>
        </w:rPr>
        <w:t xml:space="preserve">  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3)   4 - 5                                         </w:t>
      </w:r>
    </w:p>
    <w:p w:rsidR="00BC500B" w:rsidRPr="005458A6" w:rsidRDefault="00BC500B" w:rsidP="00AD3822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4)   5 - 6 </w:t>
      </w:r>
      <w:r w:rsidRPr="005458A6">
        <w:rPr>
          <w:b/>
          <w:sz w:val="24"/>
          <w:szCs w:val="24"/>
        </w:rPr>
        <w:t xml:space="preserve">  </w:t>
      </w:r>
    </w:p>
    <w:p w:rsidR="00BC500B" w:rsidRPr="005458A6" w:rsidRDefault="00BC500B" w:rsidP="00AD3822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ОСНОВАТЕЛЕМ ОЛИМПИЙСКОГО ДВИЖЕНИЯ ЯВЛЯЕТСЯ  </w:t>
      </w:r>
    </w:p>
    <w:p w:rsidR="00AD3822" w:rsidRPr="005458A6" w:rsidRDefault="00AD3822" w:rsidP="00BC500B">
      <w:pPr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      </w:t>
      </w:r>
      <w:r w:rsidRPr="005458A6">
        <w:rPr>
          <w:sz w:val="24"/>
          <w:szCs w:val="24"/>
        </w:rPr>
        <w:tab/>
      </w:r>
      <w:r w:rsidR="00BC500B" w:rsidRPr="005458A6">
        <w:rPr>
          <w:sz w:val="24"/>
          <w:szCs w:val="24"/>
        </w:rPr>
        <w:t xml:space="preserve">1) лорд </w:t>
      </w:r>
      <w:proofErr w:type="spellStart"/>
      <w:r w:rsidR="00BC500B" w:rsidRPr="005458A6">
        <w:rPr>
          <w:sz w:val="24"/>
          <w:szCs w:val="24"/>
        </w:rPr>
        <w:t>Килланен</w:t>
      </w:r>
      <w:proofErr w:type="spellEnd"/>
      <w:r w:rsidR="00BC500B" w:rsidRPr="005458A6">
        <w:rPr>
          <w:sz w:val="24"/>
          <w:szCs w:val="24"/>
        </w:rPr>
        <w:t xml:space="preserve">                            </w:t>
      </w:r>
    </w:p>
    <w:p w:rsidR="00AD3822" w:rsidRPr="005458A6" w:rsidRDefault="00BC500B" w:rsidP="00AD3822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2) Хуан Антонио </w:t>
      </w:r>
      <w:proofErr w:type="spellStart"/>
      <w:r w:rsidRPr="005458A6">
        <w:rPr>
          <w:sz w:val="24"/>
          <w:szCs w:val="24"/>
        </w:rPr>
        <w:t>Самаранч</w:t>
      </w:r>
      <w:proofErr w:type="spellEnd"/>
      <w:r w:rsidRPr="005458A6">
        <w:rPr>
          <w:sz w:val="24"/>
          <w:szCs w:val="24"/>
        </w:rPr>
        <w:t xml:space="preserve">                                 </w:t>
      </w:r>
    </w:p>
    <w:p w:rsidR="00BC500B" w:rsidRPr="005458A6" w:rsidRDefault="00BC500B" w:rsidP="00AD3822">
      <w:pPr>
        <w:ind w:firstLine="708"/>
        <w:jc w:val="both"/>
        <w:rPr>
          <w:color w:val="FF0000"/>
          <w:sz w:val="24"/>
          <w:szCs w:val="24"/>
        </w:rPr>
      </w:pPr>
      <w:r w:rsidRPr="005458A6">
        <w:rPr>
          <w:b/>
          <w:color w:val="FF0000"/>
          <w:sz w:val="24"/>
          <w:szCs w:val="24"/>
        </w:rPr>
        <w:t>3)</w:t>
      </w:r>
      <w:r w:rsidRPr="005458A6">
        <w:rPr>
          <w:color w:val="FF0000"/>
          <w:sz w:val="24"/>
          <w:szCs w:val="24"/>
        </w:rPr>
        <w:t xml:space="preserve">  Пьер де Кубертен</w:t>
      </w:r>
    </w:p>
    <w:p w:rsidR="00BC500B" w:rsidRPr="005458A6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ОСНОВОПОЛОЖНИКОМ ОТЕЧЕСТВЕННОЙ СИСТЕМЫ ФИЗИЧЕСКОГО ВОСПИТАНИЯ ЯВЛЯЕТСЯ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1) Сухомлинский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 2) Матвеев                       </w:t>
      </w:r>
    </w:p>
    <w:p w:rsidR="00AD3822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color w:val="FF0000"/>
          <w:sz w:val="24"/>
          <w:szCs w:val="24"/>
        </w:rPr>
        <w:t>3) Лесгафт</w:t>
      </w:r>
      <w:r w:rsidRPr="005458A6">
        <w:rPr>
          <w:sz w:val="24"/>
          <w:szCs w:val="24"/>
        </w:rPr>
        <w:t xml:space="preserve">                                     </w:t>
      </w:r>
    </w:p>
    <w:p w:rsidR="00BC500B" w:rsidRPr="005458A6" w:rsidRDefault="00BC500B" w:rsidP="00BC500B">
      <w:pPr>
        <w:ind w:firstLine="567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4) Семашко      </w:t>
      </w:r>
    </w:p>
    <w:p w:rsidR="0039685C" w:rsidRPr="005458A6" w:rsidRDefault="0039685C" w:rsidP="00324610">
      <w:pPr>
        <w:ind w:left="360"/>
        <w:jc w:val="center"/>
        <w:rPr>
          <w:b/>
          <w:sz w:val="24"/>
          <w:szCs w:val="24"/>
        </w:rPr>
      </w:pPr>
    </w:p>
    <w:p w:rsidR="0039685C" w:rsidRPr="005458A6" w:rsidRDefault="0039685C" w:rsidP="00324610">
      <w:pPr>
        <w:ind w:left="360"/>
        <w:jc w:val="center"/>
        <w:rPr>
          <w:b/>
          <w:sz w:val="24"/>
          <w:szCs w:val="24"/>
        </w:rPr>
      </w:pPr>
    </w:p>
    <w:p w:rsidR="00324610" w:rsidRPr="005458A6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5458A6" w:rsidRDefault="00324610" w:rsidP="00324610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Тесты по оценке физической подготовки юношей</w:t>
      </w:r>
    </w:p>
    <w:tbl>
      <w:tblPr>
        <w:tblpPr w:leftFromText="180" w:rightFromText="180" w:vertAnchor="text" w:horzAnchor="margin" w:tblpY="234"/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844"/>
        <w:gridCol w:w="974"/>
        <w:gridCol w:w="980"/>
        <w:gridCol w:w="980"/>
        <w:gridCol w:w="993"/>
        <w:gridCol w:w="974"/>
        <w:gridCol w:w="980"/>
        <w:gridCol w:w="980"/>
        <w:gridCol w:w="993"/>
      </w:tblGrid>
      <w:tr w:rsidR="00324610" w:rsidRPr="005458A6" w:rsidTr="00324610">
        <w:trPr>
          <w:trHeight w:val="170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Виды испытаний</w:t>
            </w:r>
          </w:p>
        </w:tc>
        <w:tc>
          <w:tcPr>
            <w:tcW w:w="785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Нормативы</w:t>
            </w:r>
          </w:p>
        </w:tc>
      </w:tr>
      <w:tr w:rsidR="00324610" w:rsidRPr="005458A6" w:rsidTr="00324610">
        <w:trPr>
          <w:trHeight w:val="169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18 до 24 лет</w:t>
            </w: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25 до 29 лет</w:t>
            </w:r>
          </w:p>
        </w:tc>
      </w:tr>
      <w:tr w:rsidR="00324610" w:rsidRPr="005458A6" w:rsidTr="00324610">
        <w:trPr>
          <w:trHeight w:val="328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</w:tr>
      <w:tr w:rsidR="00324610" w:rsidRPr="005458A6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100 м (сек.)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 от 15,2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14,9 до 15,1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13,6 до 14,8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13,5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15,1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14,7 до 15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14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14,6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13,9</w:t>
            </w:r>
          </w:p>
        </w:tc>
      </w:tr>
      <w:tr w:rsidR="00324610" w:rsidRPr="005458A6" w:rsidTr="00324610">
        <w:trPr>
          <w:trHeight w:val="713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3 000 м. (мин.)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14,01 и выше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13,31 до 14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12,31 до 13,30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12,30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14,51 и выше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13,51 до 14,50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12,11 до 13,50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12,10</w:t>
            </w:r>
          </w:p>
        </w:tc>
      </w:tr>
      <w:tr w:rsidR="00324610" w:rsidRPr="005458A6" w:rsidTr="00324610">
        <w:trPr>
          <w:trHeight w:val="73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Подтягивание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10-11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 и больше</w:t>
            </w:r>
          </w:p>
        </w:tc>
      </w:tr>
      <w:tr w:rsidR="00324610" w:rsidRPr="005458A6" w:rsidTr="00324610">
        <w:trPr>
          <w:trHeight w:val="1140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Рывок гири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 кг</w:t>
            </w:r>
            <w:proofErr w:type="gramStart"/>
            <w:r w:rsidRPr="005458A6">
              <w:rPr>
                <w:sz w:val="24"/>
                <w:szCs w:val="24"/>
              </w:rPr>
              <w:t>.</w:t>
            </w:r>
            <w:proofErr w:type="gramEnd"/>
            <w:r w:rsidRPr="005458A6">
              <w:rPr>
                <w:sz w:val="24"/>
                <w:szCs w:val="24"/>
              </w:rPr>
              <w:t xml:space="preserve"> (</w:t>
            </w:r>
            <w:proofErr w:type="gramStart"/>
            <w:r w:rsidRPr="005458A6">
              <w:rPr>
                <w:sz w:val="24"/>
                <w:szCs w:val="24"/>
              </w:rPr>
              <w:t>к</w:t>
            </w:r>
            <w:proofErr w:type="gramEnd"/>
            <w:r w:rsidRPr="005458A6">
              <w:rPr>
                <w:sz w:val="24"/>
                <w:szCs w:val="24"/>
              </w:rPr>
              <w:t>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20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30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30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20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30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 30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 и больше</w:t>
            </w:r>
          </w:p>
        </w:tc>
      </w:tr>
      <w:tr w:rsidR="00324610" w:rsidRPr="005458A6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Тест на гибкость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5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7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6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 и больше</w:t>
            </w:r>
          </w:p>
        </w:tc>
      </w:tr>
      <w:tr w:rsidR="00324610" w:rsidRPr="005458A6" w:rsidTr="00324610">
        <w:trPr>
          <w:trHeight w:val="909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379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380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389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390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429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430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</w:tr>
      <w:tr w:rsidR="00324610" w:rsidRPr="005458A6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места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214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215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229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230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240 и выше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224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225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229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230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240 и выше</w:t>
            </w:r>
          </w:p>
        </w:tc>
      </w:tr>
      <w:tr w:rsidR="00324610" w:rsidRPr="005458A6" w:rsidTr="00324610">
        <w:trPr>
          <w:trHeight w:val="1247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Метание спортивного снаряда </w:t>
            </w: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700 гр. (м)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32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33-34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37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32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33-34</w:t>
            </w:r>
          </w:p>
        </w:tc>
        <w:tc>
          <w:tcPr>
            <w:tcW w:w="980" w:type="dxa"/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</w:p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37 и больше</w:t>
            </w:r>
          </w:p>
        </w:tc>
      </w:tr>
      <w:tr w:rsidR="00324610" w:rsidRPr="005458A6" w:rsidTr="00324610">
        <w:trPr>
          <w:trHeight w:val="75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Пресс на перекладине (кол-во раз)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 и больше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Pr="005458A6" w:rsidRDefault="00324610" w:rsidP="00324610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 и больше</w:t>
            </w:r>
          </w:p>
        </w:tc>
      </w:tr>
    </w:tbl>
    <w:p w:rsidR="0091037D" w:rsidRPr="005458A6" w:rsidRDefault="0091037D" w:rsidP="0091037D">
      <w:pPr>
        <w:rPr>
          <w:sz w:val="24"/>
          <w:szCs w:val="24"/>
        </w:rPr>
      </w:pPr>
    </w:p>
    <w:p w:rsidR="0091037D" w:rsidRPr="005458A6" w:rsidRDefault="0091037D" w:rsidP="0091037D">
      <w:pPr>
        <w:rPr>
          <w:sz w:val="24"/>
          <w:szCs w:val="24"/>
        </w:rPr>
      </w:pPr>
    </w:p>
    <w:p w:rsidR="0091037D" w:rsidRPr="005458A6" w:rsidRDefault="0091037D" w:rsidP="0091037D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 xml:space="preserve">Тесты по оценке физической подготовки девушек </w:t>
      </w:r>
    </w:p>
    <w:p w:rsidR="0091037D" w:rsidRPr="005458A6" w:rsidRDefault="0091037D" w:rsidP="0091037D">
      <w:pPr>
        <w:tabs>
          <w:tab w:val="left" w:pos="1530"/>
        </w:tabs>
        <w:rPr>
          <w:sz w:val="24"/>
          <w:szCs w:val="24"/>
        </w:rPr>
      </w:pPr>
      <w:r w:rsidRPr="005458A6">
        <w:rPr>
          <w:sz w:val="24"/>
          <w:szCs w:val="24"/>
        </w:rPr>
        <w:tab/>
      </w:r>
    </w:p>
    <w:tbl>
      <w:tblPr>
        <w:tblW w:w="10632" w:type="dxa"/>
        <w:jc w:val="center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956"/>
        <w:gridCol w:w="973"/>
        <w:gridCol w:w="1032"/>
        <w:gridCol w:w="1032"/>
        <w:gridCol w:w="1156"/>
        <w:gridCol w:w="975"/>
        <w:gridCol w:w="1032"/>
        <w:gridCol w:w="1032"/>
        <w:gridCol w:w="1027"/>
      </w:tblGrid>
      <w:tr w:rsidR="0091037D" w:rsidRPr="005458A6" w:rsidTr="00D77637">
        <w:trPr>
          <w:trHeight w:val="104"/>
          <w:jc w:val="center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Виды испытаний</w:t>
            </w:r>
          </w:p>
        </w:tc>
        <w:tc>
          <w:tcPr>
            <w:tcW w:w="82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Нормативы</w:t>
            </w:r>
          </w:p>
        </w:tc>
      </w:tr>
      <w:tr w:rsidR="0091037D" w:rsidRPr="005458A6" w:rsidTr="00D77637">
        <w:trPr>
          <w:trHeight w:val="103"/>
          <w:jc w:val="center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18 до 24 лет</w:t>
            </w:r>
          </w:p>
        </w:tc>
        <w:tc>
          <w:tcPr>
            <w:tcW w:w="40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от 25 до 29 лет</w:t>
            </w:r>
          </w:p>
        </w:tc>
      </w:tr>
      <w:tr w:rsidR="0091037D" w:rsidRPr="005458A6" w:rsidTr="00D77637">
        <w:trPr>
          <w:trHeight w:val="201"/>
          <w:jc w:val="center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 балла</w:t>
            </w:r>
          </w:p>
        </w:tc>
      </w:tr>
      <w:tr w:rsidR="0091037D" w:rsidRPr="005458A6" w:rsidTr="00D77637">
        <w:trPr>
          <w:trHeight w:val="883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100 м (сек.)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17,6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17,1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17,5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16,6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16,5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18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17,6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17,9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16,9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17,5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16,8</w:t>
            </w:r>
          </w:p>
        </w:tc>
      </w:tr>
      <w:tr w:rsidR="0091037D" w:rsidRPr="005458A6" w:rsidTr="00D77637">
        <w:trPr>
          <w:trHeight w:val="840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2 000 м. (мин.)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11,36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11,16 до 11,35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10,31 до 11,15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10,30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от11,51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11,29 до 11,50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11,01 до 11,30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11</w:t>
            </w:r>
          </w:p>
        </w:tc>
      </w:tr>
      <w:tr w:rsidR="0091037D" w:rsidRPr="005458A6" w:rsidTr="00D77637">
        <w:trPr>
          <w:trHeight w:val="741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Подтягивание на </w:t>
            </w:r>
            <w:proofErr w:type="spellStart"/>
            <w:r w:rsidRPr="005458A6">
              <w:rPr>
                <w:sz w:val="24"/>
                <w:szCs w:val="24"/>
              </w:rPr>
              <w:t>низк</w:t>
            </w:r>
            <w:proofErr w:type="spellEnd"/>
            <w:r w:rsidRPr="005458A6">
              <w:rPr>
                <w:sz w:val="24"/>
                <w:szCs w:val="24"/>
              </w:rPr>
              <w:t xml:space="preserve">. пер.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14</w:t>
            </w:r>
          </w:p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 и больше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</w:tr>
      <w:tr w:rsidR="0091037D" w:rsidRPr="005458A6" w:rsidTr="00D77637">
        <w:trPr>
          <w:trHeight w:val="730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Отжимание от пола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12-13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10-11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12-13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 и больше</w:t>
            </w:r>
          </w:p>
        </w:tc>
      </w:tr>
      <w:tr w:rsidR="0091037D" w:rsidRPr="005458A6" w:rsidTr="00D77637">
        <w:trPr>
          <w:trHeight w:val="491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Тест на гибкость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7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8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11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7-8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 и больше</w:t>
            </w:r>
          </w:p>
        </w:tc>
      </w:tr>
      <w:tr w:rsidR="0091037D" w:rsidRPr="005458A6" w:rsidTr="00D77637">
        <w:trPr>
          <w:trHeight w:val="555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269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270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289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290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–</w:t>
            </w:r>
          </w:p>
        </w:tc>
      </w:tr>
      <w:tr w:rsidR="0091037D" w:rsidRPr="005458A6" w:rsidTr="00D77637">
        <w:trPr>
          <w:trHeight w:val="686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</w:p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места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169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180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194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195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174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189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190 и больше</w:t>
            </w:r>
          </w:p>
        </w:tc>
      </w:tr>
      <w:tr w:rsidR="0091037D" w:rsidRPr="005458A6" w:rsidTr="00D77637">
        <w:trPr>
          <w:trHeight w:val="632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5458A6">
              <w:rPr>
                <w:sz w:val="24"/>
                <w:szCs w:val="24"/>
              </w:rPr>
              <w:t>Пресс</w:t>
            </w:r>
            <w:proofErr w:type="gramEnd"/>
            <w:r w:rsidRPr="005458A6">
              <w:rPr>
                <w:sz w:val="24"/>
                <w:szCs w:val="24"/>
              </w:rPr>
              <w:t xml:space="preserve"> лежа за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1 мин. 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33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40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46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47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30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35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39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 и больше</w:t>
            </w:r>
          </w:p>
        </w:tc>
      </w:tr>
      <w:tr w:rsidR="0091037D" w:rsidRPr="005458A6" w:rsidTr="00D77637">
        <w:trPr>
          <w:trHeight w:val="708"/>
          <w:jc w:val="center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b/>
                <w:sz w:val="24"/>
                <w:szCs w:val="24"/>
              </w:rPr>
            </w:pPr>
            <w:r w:rsidRPr="005458A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Метание спортивного снаряда 500 гр. (м)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13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14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17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20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21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12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13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от 16</w:t>
            </w:r>
          </w:p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до 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Pr="005458A6" w:rsidRDefault="0091037D" w:rsidP="0091037D">
            <w:pPr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 и больше</w:t>
            </w:r>
          </w:p>
        </w:tc>
      </w:tr>
    </w:tbl>
    <w:p w:rsidR="0091037D" w:rsidRPr="005458A6" w:rsidRDefault="0091037D" w:rsidP="009421DA">
      <w:pPr>
        <w:pStyle w:val="14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97E99" w:rsidRPr="005458A6" w:rsidRDefault="00C97E99" w:rsidP="00A1574D">
      <w:pPr>
        <w:pStyle w:val="14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97E99" w:rsidRPr="005458A6" w:rsidRDefault="00C97E99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</w:p>
    <w:p w:rsidR="0091037D" w:rsidRPr="005458A6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НОРМАТИВНО-ТЕСТИРУЮЩАЯ ЧАСТЬ</w:t>
      </w:r>
    </w:p>
    <w:p w:rsidR="0091037D" w:rsidRPr="005458A6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</w:p>
    <w:p w:rsidR="0091037D" w:rsidRPr="005458A6" w:rsidRDefault="0091037D" w:rsidP="0091037D">
      <w:pPr>
        <w:ind w:right="-1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Всероссийского физкультурно-спортивного комплекса (ГТО)</w:t>
      </w:r>
    </w:p>
    <w:p w:rsidR="0091037D" w:rsidRPr="005458A6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Государственные требования к физической подготовленности</w:t>
      </w:r>
    </w:p>
    <w:p w:rsidR="0091037D" w:rsidRPr="005458A6" w:rsidRDefault="0091037D" w:rsidP="0091037D">
      <w:pPr>
        <w:pStyle w:val="14"/>
        <w:tabs>
          <w:tab w:val="left" w:pos="9064"/>
        </w:tabs>
        <w:ind w:right="-1" w:firstLine="0"/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населения Российской Федерации</w:t>
      </w:r>
    </w:p>
    <w:p w:rsidR="0091037D" w:rsidRPr="005458A6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 w:rsidRPr="005458A6">
        <w:rPr>
          <w:sz w:val="24"/>
          <w:szCs w:val="24"/>
        </w:rPr>
        <w:t xml:space="preserve">М У Ж Ч И Н </w:t>
      </w:r>
      <w:proofErr w:type="gramStart"/>
      <w:r w:rsidRPr="005458A6">
        <w:rPr>
          <w:sz w:val="24"/>
          <w:szCs w:val="24"/>
        </w:rPr>
        <w:t>Ы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04"/>
        <w:gridCol w:w="2318"/>
        <w:gridCol w:w="1205"/>
        <w:gridCol w:w="1344"/>
        <w:gridCol w:w="1042"/>
        <w:gridCol w:w="1205"/>
        <w:gridCol w:w="1344"/>
        <w:gridCol w:w="1013"/>
      </w:tblGrid>
      <w:tr w:rsidR="0091037D" w:rsidRPr="005458A6" w:rsidTr="0091037D">
        <w:trPr>
          <w:cantSplit/>
          <w:jc w:val="center"/>
        </w:trPr>
        <w:tc>
          <w:tcPr>
            <w:tcW w:w="200" w:type="pct"/>
            <w:vMerge w:val="restar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5458A6">
              <w:rPr>
                <w:sz w:val="24"/>
                <w:szCs w:val="24"/>
              </w:rPr>
              <w:t>п</w:t>
            </w:r>
            <w:proofErr w:type="gramEnd"/>
            <w:r w:rsidRPr="005458A6">
              <w:rPr>
                <w:sz w:val="24"/>
                <w:szCs w:val="24"/>
              </w:rPr>
              <w:t>/п</w:t>
            </w:r>
          </w:p>
        </w:tc>
        <w:tc>
          <w:tcPr>
            <w:tcW w:w="1189" w:type="pct"/>
            <w:vMerge w:val="restar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Виды испытаний</w:t>
            </w:r>
          </w:p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(тесты)</w:t>
            </w:r>
          </w:p>
        </w:tc>
        <w:tc>
          <w:tcPr>
            <w:tcW w:w="3611" w:type="pct"/>
            <w:gridSpan w:val="6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Возраст (лет)</w:t>
            </w:r>
          </w:p>
        </w:tc>
      </w:tr>
      <w:tr w:rsidR="0091037D" w:rsidRPr="005458A6" w:rsidTr="0091037D">
        <w:trPr>
          <w:cantSplit/>
          <w:trHeight w:val="367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801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18</w:t>
            </w:r>
            <w:r w:rsidRPr="005458A6">
              <w:rPr>
                <w:sz w:val="24"/>
                <w:szCs w:val="24"/>
              </w:rPr>
              <w:t>–</w:t>
            </w:r>
            <w:r w:rsidRPr="005458A6"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10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  <w:r w:rsidRPr="005458A6">
              <w:rPr>
                <w:sz w:val="24"/>
                <w:szCs w:val="24"/>
              </w:rPr>
              <w:t>–</w:t>
            </w:r>
            <w:r w:rsidRPr="005458A6">
              <w:rPr>
                <w:noProof/>
                <w:sz w:val="24"/>
                <w:szCs w:val="24"/>
              </w:rPr>
              <w:t>29</w:t>
            </w:r>
          </w:p>
        </w:tc>
      </w:tr>
      <w:tr w:rsidR="0091037D" w:rsidRPr="005458A6" w:rsidTr="0091037D">
        <w:trPr>
          <w:cantSplit/>
          <w:trHeight w:val="632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16" w:type="pct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 знак</w:t>
            </w:r>
          </w:p>
        </w:tc>
      </w:tr>
      <w:tr w:rsidR="0091037D" w:rsidRPr="005458A6" w:rsidTr="0091037D">
        <w:trPr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100</w:t>
            </w:r>
            <w:r w:rsidRPr="005458A6"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13,9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3 км</w:t>
            </w:r>
            <w:r w:rsidRPr="005458A6">
              <w:rPr>
                <w:sz w:val="24"/>
                <w:szCs w:val="24"/>
              </w:rPr>
              <w:t xml:space="preserve">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(мин., 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12.10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>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 xml:space="preserve">) 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240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12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или рывок гири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</w:tr>
      <w:tr w:rsidR="0091037D" w:rsidRPr="005458A6" w:rsidTr="0091037D">
        <w:trPr>
          <w:cantSplit/>
          <w:trHeight w:val="619"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Наклон вперед из </w:t>
            </w:r>
            <w:proofErr w:type="gramStart"/>
            <w:r w:rsidRPr="005458A6">
              <w:rPr>
                <w:sz w:val="24"/>
                <w:szCs w:val="24"/>
              </w:rPr>
              <w:t>положения</w:t>
            </w:r>
            <w:proofErr w:type="gramEnd"/>
            <w:r w:rsidRPr="005458A6"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+ 13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+ 10</w:t>
            </w:r>
          </w:p>
        </w:tc>
      </w:tr>
      <w:tr w:rsidR="0091037D" w:rsidRPr="005458A6" w:rsidTr="0091037D">
        <w:trPr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Метание спортивного снаряда</w:t>
            </w:r>
            <w:r w:rsidRPr="005458A6"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700</w:t>
            </w:r>
            <w:r w:rsidRPr="005458A6"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37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vMerge w:val="restar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лыжах</w:t>
            </w:r>
            <w:r w:rsidRPr="005458A6">
              <w:rPr>
                <w:noProof/>
                <w:sz w:val="24"/>
                <w:szCs w:val="24"/>
              </w:rPr>
              <w:t xml:space="preserve"> на 5</w:t>
            </w:r>
            <w:r w:rsidRPr="005458A6"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24.00</w:t>
            </w:r>
          </w:p>
        </w:tc>
      </w:tr>
      <w:tr w:rsidR="0091037D" w:rsidRPr="005458A6" w:rsidTr="0091037D">
        <w:trPr>
          <w:trHeight w:val="542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189" w:type="pct"/>
            <w:tcBorders>
              <w:bottom w:val="nil"/>
            </w:tcBorders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601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tcBorders>
              <w:bottom w:val="nil"/>
            </w:tcBorders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Плавание на</w:t>
            </w:r>
            <w:r w:rsidRPr="005458A6">
              <w:rPr>
                <w:noProof/>
                <w:sz w:val="24"/>
                <w:szCs w:val="24"/>
              </w:rPr>
              <w:t xml:space="preserve"> 50</w:t>
            </w:r>
            <w:r w:rsidRPr="005458A6"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0.42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0.43</w:t>
            </w:r>
          </w:p>
        </w:tc>
      </w:tr>
      <w:tr w:rsidR="0091037D" w:rsidRPr="005458A6" w:rsidTr="0091037D">
        <w:trPr>
          <w:jc w:val="center"/>
        </w:trPr>
        <w:tc>
          <w:tcPr>
            <w:tcW w:w="200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 w:rsidRPr="005458A6">
              <w:rPr>
                <w:sz w:val="24"/>
                <w:szCs w:val="24"/>
              </w:rPr>
              <w:t>положения</w:t>
            </w:r>
            <w:proofErr w:type="gramEnd"/>
            <w:r w:rsidRPr="005458A6">
              <w:rPr>
                <w:sz w:val="24"/>
                <w:szCs w:val="24"/>
              </w:rPr>
              <w:t xml:space="preserve"> сидя или стоя с опорой локтей о стол или стойку, дистанция – 10 м (очки)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</w:p>
        </w:tc>
      </w:tr>
      <w:tr w:rsidR="0091037D" w:rsidRPr="005458A6" w:rsidTr="0091037D">
        <w:trPr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 w:rsidRPr="005458A6">
              <w:rPr>
                <w:sz w:val="24"/>
                <w:szCs w:val="24"/>
              </w:rPr>
              <w:t>положения</w:t>
            </w:r>
            <w:proofErr w:type="gramEnd"/>
            <w:r w:rsidRPr="005458A6">
              <w:rPr>
                <w:sz w:val="24"/>
                <w:szCs w:val="24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30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611" w:type="pct"/>
            <w:gridSpan w:val="6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</w:t>
            </w:r>
          </w:p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00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01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</w:t>
            </w:r>
          </w:p>
        </w:tc>
        <w:tc>
          <w:tcPr>
            <w:tcW w:w="54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</w:t>
            </w:r>
          </w:p>
        </w:tc>
      </w:tr>
    </w:tbl>
    <w:p w:rsidR="0091037D" w:rsidRPr="005458A6" w:rsidRDefault="0091037D" w:rsidP="0091037D">
      <w:pPr>
        <w:pStyle w:val="FR2"/>
        <w:tabs>
          <w:tab w:val="left" w:pos="5812"/>
        </w:tabs>
        <w:spacing w:before="0"/>
        <w:ind w:left="0" w:right="-1"/>
        <w:jc w:val="left"/>
        <w:rPr>
          <w:rFonts w:ascii="Times New Roman" w:hAnsi="Times New Roman"/>
          <w:b w:val="0"/>
          <w:noProof/>
          <w:sz w:val="24"/>
          <w:szCs w:val="24"/>
        </w:rPr>
      </w:pPr>
      <w:r w:rsidRPr="005458A6">
        <w:rPr>
          <w:rFonts w:ascii="Times New Roman" w:hAnsi="Times New Roman"/>
          <w:b w:val="0"/>
          <w:noProof/>
          <w:sz w:val="24"/>
          <w:szCs w:val="24"/>
        </w:rPr>
        <w:t>*Для бесснежных районов страны.</w:t>
      </w:r>
    </w:p>
    <w:p w:rsidR="0091037D" w:rsidRPr="005458A6" w:rsidRDefault="0091037D" w:rsidP="0091037D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5458A6">
        <w:rPr>
          <w:rFonts w:ascii="Times New Roman" w:hAnsi="Times New Roman"/>
          <w:b w:val="0"/>
          <w:noProof/>
          <w:sz w:val="24"/>
          <w:szCs w:val="24"/>
        </w:rPr>
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91037D" w:rsidRPr="005458A6" w:rsidRDefault="0091037D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91037D" w:rsidRPr="005458A6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 w:rsidRPr="005458A6">
        <w:rPr>
          <w:sz w:val="24"/>
          <w:szCs w:val="24"/>
        </w:rPr>
        <w:t xml:space="preserve">Ж Е Н </w:t>
      </w:r>
      <w:proofErr w:type="gramStart"/>
      <w:r w:rsidRPr="005458A6">
        <w:rPr>
          <w:sz w:val="24"/>
          <w:szCs w:val="24"/>
        </w:rPr>
        <w:t>Щ</w:t>
      </w:r>
      <w:proofErr w:type="gramEnd"/>
      <w:r w:rsidRPr="005458A6">
        <w:rPr>
          <w:sz w:val="24"/>
          <w:szCs w:val="24"/>
        </w:rPr>
        <w:t xml:space="preserve"> И Н Ы</w:t>
      </w:r>
    </w:p>
    <w:p w:rsidR="009421DA" w:rsidRPr="005458A6" w:rsidRDefault="009421DA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</w:p>
    <w:tbl>
      <w:tblPr>
        <w:tblW w:w="515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"/>
        <w:gridCol w:w="2149"/>
        <w:gridCol w:w="1388"/>
        <w:gridCol w:w="1477"/>
        <w:gridCol w:w="1031"/>
        <w:gridCol w:w="1328"/>
        <w:gridCol w:w="1472"/>
        <w:gridCol w:w="1027"/>
      </w:tblGrid>
      <w:tr w:rsidR="0091037D" w:rsidRPr="005458A6" w:rsidTr="0091037D">
        <w:trPr>
          <w:cantSplit/>
          <w:trHeight w:val="94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left="-112" w:right="-108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№ </w:t>
            </w:r>
            <w:proofErr w:type="gramStart"/>
            <w:r w:rsidRPr="005458A6">
              <w:rPr>
                <w:sz w:val="24"/>
                <w:szCs w:val="24"/>
              </w:rPr>
              <w:t>п</w:t>
            </w:r>
            <w:proofErr w:type="gramEnd"/>
            <w:r w:rsidRPr="005458A6">
              <w:rPr>
                <w:sz w:val="24"/>
                <w:szCs w:val="24"/>
              </w:rPr>
              <w:t>/п</w:t>
            </w:r>
          </w:p>
        </w:tc>
        <w:tc>
          <w:tcPr>
            <w:tcW w:w="1042" w:type="pct"/>
            <w:vMerge w:val="restar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Виды испытаний</w:t>
            </w:r>
          </w:p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(тесты)</w:t>
            </w:r>
          </w:p>
        </w:tc>
        <w:tc>
          <w:tcPr>
            <w:tcW w:w="3745" w:type="pct"/>
            <w:gridSpan w:val="6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Возраст (лет)</w:t>
            </w:r>
          </w:p>
        </w:tc>
      </w:tr>
      <w:tr w:rsidR="0091037D" w:rsidRPr="005458A6" w:rsidTr="0091037D">
        <w:trPr>
          <w:cantSplit/>
          <w:trHeight w:val="93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889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18</w:t>
            </w:r>
            <w:r w:rsidRPr="005458A6">
              <w:rPr>
                <w:sz w:val="24"/>
                <w:szCs w:val="24"/>
              </w:rPr>
              <w:t xml:space="preserve"> - </w:t>
            </w:r>
            <w:r w:rsidRPr="005458A6"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56" w:type="pct"/>
            <w:gridSpan w:val="3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25</w:t>
            </w:r>
            <w:r w:rsidRPr="005458A6">
              <w:rPr>
                <w:sz w:val="24"/>
                <w:szCs w:val="24"/>
              </w:rPr>
              <w:t xml:space="preserve"> - </w:t>
            </w:r>
            <w:r w:rsidRPr="005458A6">
              <w:rPr>
                <w:noProof/>
                <w:sz w:val="24"/>
                <w:szCs w:val="24"/>
              </w:rPr>
              <w:t>29</w:t>
            </w:r>
          </w:p>
        </w:tc>
      </w:tr>
      <w:tr w:rsidR="0091037D" w:rsidRPr="005458A6" w:rsidTr="0091037D">
        <w:trPr>
          <w:cantSplit/>
          <w:trHeight w:val="437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673" w:type="pct"/>
          </w:tcPr>
          <w:p w:rsidR="0091037D" w:rsidRPr="005458A6" w:rsidRDefault="0091037D" w:rsidP="0091037D">
            <w:pPr>
              <w:pStyle w:val="14"/>
              <w:ind w:left="-49" w:right="-89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6" w:type="pct"/>
          </w:tcPr>
          <w:p w:rsidR="0091037D" w:rsidRPr="005458A6" w:rsidRDefault="0091037D" w:rsidP="0091037D">
            <w:pPr>
              <w:pStyle w:val="14"/>
              <w:ind w:left="-106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0" w:type="pct"/>
          </w:tcPr>
          <w:p w:rsidR="0091037D" w:rsidRPr="005458A6" w:rsidRDefault="0091037D" w:rsidP="0091037D">
            <w:pPr>
              <w:pStyle w:val="14"/>
              <w:ind w:left="-109" w:right="-107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44" w:type="pct"/>
          </w:tcPr>
          <w:p w:rsidR="0091037D" w:rsidRPr="005458A6" w:rsidRDefault="0091037D" w:rsidP="0091037D">
            <w:pPr>
              <w:pStyle w:val="14"/>
              <w:ind w:left="-108" w:right="-124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4" w:type="pct"/>
          </w:tcPr>
          <w:p w:rsidR="0091037D" w:rsidRPr="005458A6" w:rsidRDefault="0091037D" w:rsidP="0091037D">
            <w:pPr>
              <w:pStyle w:val="14"/>
              <w:ind w:left="-109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98" w:type="pct"/>
          </w:tcPr>
          <w:p w:rsidR="0091037D" w:rsidRPr="005458A6" w:rsidRDefault="0091037D" w:rsidP="0091037D">
            <w:pPr>
              <w:pStyle w:val="14"/>
              <w:tabs>
                <w:tab w:val="left" w:pos="1094"/>
              </w:tabs>
              <w:spacing w:before="40"/>
              <w:ind w:left="-108"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Золотой</w:t>
            </w:r>
          </w:p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знак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421DA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100</w:t>
            </w:r>
            <w:r w:rsidRPr="005458A6"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16,8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</w:t>
            </w:r>
            <w:r w:rsidRPr="005458A6">
              <w:rPr>
                <w:noProof/>
                <w:sz w:val="24"/>
                <w:szCs w:val="24"/>
              </w:rPr>
              <w:t xml:space="preserve"> на 2 км</w:t>
            </w:r>
            <w:r w:rsidRPr="005458A6">
              <w:rPr>
                <w:sz w:val="24"/>
                <w:szCs w:val="24"/>
              </w:rPr>
              <w:t xml:space="preserve">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11.00</w:t>
            </w:r>
          </w:p>
        </w:tc>
      </w:tr>
      <w:tr w:rsidR="0091037D" w:rsidRPr="005458A6" w:rsidTr="0091037D">
        <w:trPr>
          <w:cantSplit/>
          <w:trHeight w:val="592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Прыжок в длину с разбега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 xml:space="preserve">) 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270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290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320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-</w:t>
            </w:r>
          </w:p>
        </w:tc>
      </w:tr>
      <w:tr w:rsidR="0091037D" w:rsidRPr="005458A6" w:rsidTr="0091037D">
        <w:trPr>
          <w:cantSplit/>
          <w:trHeight w:val="503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 w:rsidRPr="005458A6">
              <w:rPr>
                <w:sz w:val="24"/>
                <w:szCs w:val="24"/>
              </w:rPr>
              <w:t>см</w:t>
            </w:r>
            <w:proofErr w:type="gramEnd"/>
            <w:r w:rsidRPr="005458A6">
              <w:rPr>
                <w:sz w:val="24"/>
                <w:szCs w:val="24"/>
              </w:rPr>
              <w:t>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170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195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165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175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190</w:t>
            </w:r>
          </w:p>
        </w:tc>
      </w:tr>
      <w:tr w:rsidR="0091037D" w:rsidRPr="005458A6" w:rsidTr="0091037D">
        <w:trPr>
          <w:cantSplit/>
          <w:trHeight w:val="878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Подтягивание из виса лежа на низкой перекладине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(кол-во раз)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20</w:t>
            </w:r>
          </w:p>
        </w:tc>
      </w:tr>
      <w:tr w:rsidR="0091037D" w:rsidRPr="005458A6" w:rsidTr="0091037D">
        <w:trPr>
          <w:cantSplit/>
          <w:trHeight w:val="751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сгибание и разгибание рук в упоре лежа на полу (кол-во раз)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12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</w:t>
            </w:r>
          </w:p>
        </w:tc>
      </w:tr>
      <w:tr w:rsidR="0091037D" w:rsidRPr="005458A6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5458A6">
              <w:rPr>
                <w:sz w:val="24"/>
                <w:szCs w:val="24"/>
              </w:rPr>
              <w:t>положения</w:t>
            </w:r>
            <w:proofErr w:type="gramEnd"/>
            <w:r w:rsidRPr="005458A6">
              <w:rPr>
                <w:sz w:val="24"/>
                <w:szCs w:val="24"/>
              </w:rPr>
              <w:t xml:space="preserve"> лежа на спине (кол-во раз за 1 мин.)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34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47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40</w:t>
            </w:r>
          </w:p>
        </w:tc>
      </w:tr>
      <w:tr w:rsidR="0091037D" w:rsidRPr="005458A6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Наклон вперед из </w:t>
            </w:r>
            <w:proofErr w:type="gramStart"/>
            <w:r w:rsidRPr="005458A6">
              <w:rPr>
                <w:sz w:val="24"/>
                <w:szCs w:val="24"/>
              </w:rPr>
              <w:t>положения</w:t>
            </w:r>
            <w:proofErr w:type="gramEnd"/>
            <w:r w:rsidRPr="005458A6"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+ 8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+ 11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+ 16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+ 9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+ 13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7.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right="-72" w:firstLine="0"/>
              <w:jc w:val="left"/>
              <w:rPr>
                <w:noProof/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Метание спортивного снаряда</w:t>
            </w:r>
            <w:r w:rsidRPr="005458A6"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Pr="005458A6" w:rsidRDefault="0091037D" w:rsidP="0091037D">
            <w:pPr>
              <w:pStyle w:val="14"/>
              <w:ind w:right="-72" w:firstLine="0"/>
              <w:jc w:val="left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 xml:space="preserve">500 </w:t>
            </w:r>
            <w:r w:rsidRPr="005458A6">
              <w:rPr>
                <w:sz w:val="24"/>
                <w:szCs w:val="24"/>
              </w:rPr>
              <w:t>г (м)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14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17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21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16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</w:t>
            </w:r>
          </w:p>
        </w:tc>
      </w:tr>
      <w:tr w:rsidR="0091037D" w:rsidRPr="005458A6" w:rsidTr="0091037D">
        <w:trPr>
          <w:cantSplit/>
          <w:trHeight w:val="335"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8.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Бег на лыжах</w:t>
            </w:r>
            <w:r w:rsidRPr="005458A6">
              <w:rPr>
                <w:noProof/>
                <w:sz w:val="24"/>
                <w:szCs w:val="24"/>
              </w:rPr>
              <w:t xml:space="preserve"> на 3</w:t>
            </w:r>
            <w:r w:rsidRPr="005458A6"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20.20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19.30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18.00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21.00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20.00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18.00</w:t>
            </w:r>
          </w:p>
        </w:tc>
      </w:tr>
      <w:tr w:rsidR="0091037D" w:rsidRPr="005458A6" w:rsidTr="0091037D">
        <w:trPr>
          <w:cantSplit/>
          <w:trHeight w:val="365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</w:t>
            </w:r>
            <w:r w:rsidRPr="005458A6">
              <w:rPr>
                <w:noProof/>
                <w:sz w:val="24"/>
                <w:szCs w:val="24"/>
              </w:rPr>
              <w:t xml:space="preserve"> на 5</w:t>
            </w:r>
            <w:r w:rsidRPr="005458A6">
              <w:rPr>
                <w:sz w:val="24"/>
                <w:szCs w:val="24"/>
              </w:rPr>
              <w:t xml:space="preserve"> км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32.00</w:t>
            </w:r>
          </w:p>
        </w:tc>
      </w:tr>
      <w:tr w:rsidR="0091037D" w:rsidRPr="005458A6" w:rsidTr="0091037D">
        <w:trPr>
          <w:cantSplit/>
          <w:trHeight w:val="856"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left="-109"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left="-108"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9.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Плавание</w:t>
            </w:r>
            <w:r w:rsidRPr="005458A6">
              <w:rPr>
                <w:noProof/>
                <w:sz w:val="24"/>
                <w:szCs w:val="24"/>
              </w:rPr>
              <w:t xml:space="preserve"> на 50</w:t>
            </w:r>
            <w:r w:rsidRPr="005458A6"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1.10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1.14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  <w:vMerge w:val="restart"/>
          </w:tcPr>
          <w:p w:rsidR="0091037D" w:rsidRPr="005458A6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 w:rsidRPr="005458A6">
              <w:rPr>
                <w:sz w:val="24"/>
                <w:szCs w:val="24"/>
              </w:rPr>
              <w:t>положения</w:t>
            </w:r>
            <w:proofErr w:type="gramEnd"/>
            <w:r w:rsidRPr="005458A6"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20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91037D" w:rsidRPr="005458A6" w:rsidRDefault="0091037D" w:rsidP="0091037D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 w:rsidRPr="005458A6">
              <w:rPr>
                <w:sz w:val="24"/>
                <w:szCs w:val="24"/>
              </w:rPr>
              <w:t>положения</w:t>
            </w:r>
            <w:proofErr w:type="gramEnd"/>
            <w:r w:rsidRPr="005458A6"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25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30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213" w:type="pct"/>
          </w:tcPr>
          <w:p w:rsidR="0091037D" w:rsidRPr="005458A6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11.</w:t>
            </w:r>
          </w:p>
        </w:tc>
        <w:tc>
          <w:tcPr>
            <w:tcW w:w="1042" w:type="pct"/>
          </w:tcPr>
          <w:p w:rsidR="0091037D" w:rsidRPr="005458A6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45" w:type="pct"/>
            <w:gridSpan w:val="6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11</w:t>
            </w:r>
          </w:p>
        </w:tc>
      </w:tr>
      <w:tr w:rsidR="0091037D" w:rsidRPr="005458A6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Pr="005458A6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 w:rsidRPr="005458A6"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3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6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4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98" w:type="pct"/>
            <w:vAlign w:val="center"/>
          </w:tcPr>
          <w:p w:rsidR="0091037D" w:rsidRPr="005458A6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5458A6">
              <w:rPr>
                <w:noProof/>
                <w:sz w:val="24"/>
                <w:szCs w:val="24"/>
              </w:rPr>
              <w:t>8</w:t>
            </w:r>
          </w:p>
        </w:tc>
      </w:tr>
    </w:tbl>
    <w:p w:rsidR="00E479B5" w:rsidRPr="005458A6" w:rsidRDefault="00E479B5" w:rsidP="00080D5F">
      <w:pPr>
        <w:pStyle w:val="ac"/>
        <w:ind w:left="460"/>
        <w:jc w:val="center"/>
        <w:rPr>
          <w:b/>
          <w:bCs/>
          <w:sz w:val="24"/>
          <w:szCs w:val="24"/>
        </w:rPr>
      </w:pPr>
    </w:p>
    <w:p w:rsidR="00CB5F60" w:rsidRPr="005458A6" w:rsidRDefault="00CB5F60" w:rsidP="00D77637">
      <w:pPr>
        <w:rPr>
          <w:i/>
          <w:iCs/>
          <w:color w:val="FF0000"/>
          <w:sz w:val="24"/>
          <w:szCs w:val="24"/>
        </w:rPr>
      </w:pPr>
    </w:p>
    <w:p w:rsidR="00D77637" w:rsidRPr="005458A6" w:rsidRDefault="00D77637" w:rsidP="00D77637">
      <w:pPr>
        <w:rPr>
          <w:i/>
          <w:iCs/>
          <w:color w:val="FF0000"/>
          <w:sz w:val="24"/>
          <w:szCs w:val="24"/>
        </w:rPr>
      </w:pPr>
    </w:p>
    <w:p w:rsidR="00D77637" w:rsidRPr="005458A6" w:rsidRDefault="00FC1F3B" w:rsidP="00D77637">
      <w:pPr>
        <w:pStyle w:val="ac"/>
        <w:numPr>
          <w:ilvl w:val="1"/>
          <w:numId w:val="15"/>
        </w:numPr>
        <w:jc w:val="center"/>
        <w:rPr>
          <w:b/>
          <w:iCs/>
          <w:sz w:val="24"/>
          <w:szCs w:val="24"/>
        </w:rPr>
      </w:pPr>
      <w:proofErr w:type="spellStart"/>
      <w:r>
        <w:rPr>
          <w:b/>
          <w:iCs/>
          <w:sz w:val="24"/>
          <w:szCs w:val="24"/>
        </w:rPr>
        <w:t>Зачетно</w:t>
      </w:r>
      <w:proofErr w:type="spellEnd"/>
      <w:r>
        <w:rPr>
          <w:b/>
          <w:iCs/>
          <w:sz w:val="24"/>
          <w:szCs w:val="24"/>
        </w:rPr>
        <w:t>-экзаменаци</w:t>
      </w:r>
      <w:r w:rsidR="00D77637" w:rsidRPr="005458A6">
        <w:rPr>
          <w:b/>
          <w:iCs/>
          <w:sz w:val="24"/>
          <w:szCs w:val="24"/>
        </w:rPr>
        <w:t>онные  материалы для промежуточной аттестации</w:t>
      </w:r>
    </w:p>
    <w:p w:rsidR="00D77637" w:rsidRPr="005458A6" w:rsidRDefault="00D77637" w:rsidP="00D77637">
      <w:p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Промежуточная аттестация проводится на основе рейтинговых показателей </w:t>
      </w:r>
      <w:r w:rsidR="005458A6" w:rsidRPr="005458A6">
        <w:rPr>
          <w:iCs/>
          <w:sz w:val="24"/>
          <w:szCs w:val="24"/>
        </w:rPr>
        <w:t>обучающихся на</w:t>
      </w:r>
      <w:r w:rsidRPr="005458A6">
        <w:rPr>
          <w:iCs/>
          <w:sz w:val="24"/>
          <w:szCs w:val="24"/>
        </w:rPr>
        <w:t xml:space="preserve"> </w:t>
      </w:r>
      <w:r w:rsidR="005458A6" w:rsidRPr="005458A6">
        <w:rPr>
          <w:iCs/>
          <w:sz w:val="24"/>
          <w:szCs w:val="24"/>
        </w:rPr>
        <w:t xml:space="preserve">момент аттестации. Методика определения рейтинга приведена в пункте 6. Процедура оценивания </w:t>
      </w:r>
      <w:proofErr w:type="gramStart"/>
      <w:r w:rsidR="005458A6" w:rsidRPr="005458A6">
        <w:rPr>
          <w:iCs/>
          <w:sz w:val="24"/>
          <w:szCs w:val="24"/>
        </w:rPr>
        <w:t>обучающихся</w:t>
      </w:r>
      <w:proofErr w:type="gramEnd"/>
      <w:r w:rsidR="005458A6" w:rsidRPr="005458A6">
        <w:rPr>
          <w:iCs/>
          <w:sz w:val="24"/>
          <w:szCs w:val="24"/>
        </w:rPr>
        <w:t xml:space="preserve">.  </w:t>
      </w:r>
    </w:p>
    <w:p w:rsidR="00D77637" w:rsidRPr="005458A6" w:rsidRDefault="00D77637" w:rsidP="00D77637">
      <w:pPr>
        <w:jc w:val="center"/>
        <w:rPr>
          <w:iCs/>
          <w:sz w:val="24"/>
          <w:szCs w:val="24"/>
        </w:rPr>
      </w:pPr>
    </w:p>
    <w:p w:rsidR="00CB5F60" w:rsidRPr="005458A6" w:rsidRDefault="00D77637" w:rsidP="005458A6">
      <w:pPr>
        <w:pStyle w:val="ac"/>
        <w:numPr>
          <w:ilvl w:val="0"/>
          <w:numId w:val="15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 Процедура оценивания </w:t>
      </w:r>
      <w:proofErr w:type="gramStart"/>
      <w:r w:rsidRPr="005458A6">
        <w:rPr>
          <w:b/>
          <w:bCs/>
          <w:sz w:val="24"/>
          <w:szCs w:val="24"/>
        </w:rPr>
        <w:t>обучающихся</w:t>
      </w:r>
      <w:proofErr w:type="gramEnd"/>
      <w:r w:rsidR="005458A6" w:rsidRPr="005458A6">
        <w:rPr>
          <w:b/>
          <w:bCs/>
          <w:sz w:val="24"/>
          <w:szCs w:val="24"/>
        </w:rPr>
        <w:t>.</w:t>
      </w:r>
    </w:p>
    <w:p w:rsidR="00D371F8" w:rsidRPr="005458A6" w:rsidRDefault="00D371F8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Промежуточная аттестация (зачет) складывается по результатам текущей аттестации на основе рейтинговой системы оценки.  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Проверяемые компетенции:</w:t>
      </w:r>
      <w:r w:rsidRPr="005458A6">
        <w:rPr>
          <w:sz w:val="24"/>
          <w:szCs w:val="24"/>
        </w:rPr>
        <w:t xml:space="preserve"> </w:t>
      </w:r>
      <w:proofErr w:type="gramStart"/>
      <w:r w:rsidRPr="005458A6">
        <w:rPr>
          <w:sz w:val="24"/>
          <w:szCs w:val="24"/>
        </w:rPr>
        <w:t>обладать способностью использовать</w:t>
      </w:r>
      <w:proofErr w:type="gramEnd"/>
      <w:r w:rsidRPr="005458A6">
        <w:rPr>
          <w:sz w:val="24"/>
          <w:szCs w:val="24"/>
        </w:rPr>
        <w:t xml:space="preserve"> методы и средства физической культуры для обеспечения полноценной социальной и профессиональной деятельности (ОК-8). </w:t>
      </w:r>
    </w:p>
    <w:p w:rsidR="00555BAE" w:rsidRPr="005458A6" w:rsidRDefault="00555BAE" w:rsidP="00555BAE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Рейтинговая система оценки по физическому воспитанию.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Оценка деятельности студентов по физическому воспитанию складывается из индивидуального рейтинга,  полученного, путем сложения рейтингов по четырем модулям: практического, теоретического, контрольного, и спортивно-массового модуля.</w:t>
      </w:r>
    </w:p>
    <w:p w:rsidR="00555BAE" w:rsidRPr="005458A6" w:rsidRDefault="00555BAE" w:rsidP="00555BAE">
      <w:pPr>
        <w:ind w:firstLine="708"/>
        <w:jc w:val="both"/>
        <w:rPr>
          <w:i/>
          <w:sz w:val="24"/>
          <w:szCs w:val="24"/>
        </w:rPr>
      </w:pPr>
      <w:r w:rsidRPr="005458A6">
        <w:rPr>
          <w:b/>
          <w:sz w:val="24"/>
          <w:szCs w:val="24"/>
        </w:rPr>
        <w:t xml:space="preserve">Практический модуль.  </w:t>
      </w:r>
      <w:r w:rsidRPr="005458A6">
        <w:rPr>
          <w:sz w:val="24"/>
          <w:szCs w:val="24"/>
        </w:rPr>
        <w:t xml:space="preserve">Рейтинг практического модуля  складывается из баллов, полученных за </w:t>
      </w:r>
      <w:r w:rsidR="00CC39CF" w:rsidRPr="005458A6">
        <w:rPr>
          <w:sz w:val="24"/>
          <w:szCs w:val="24"/>
        </w:rPr>
        <w:t xml:space="preserve">систематичность </w:t>
      </w:r>
      <w:r w:rsidRPr="005458A6">
        <w:rPr>
          <w:sz w:val="24"/>
          <w:szCs w:val="24"/>
        </w:rPr>
        <w:t xml:space="preserve">занятий по физическому воспитанию. За каждое занятие студенту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i/>
          <w:sz w:val="24"/>
          <w:szCs w:val="24"/>
        </w:rPr>
        <w:t>.  Рейтинг модуля определяется путем умножения количества занятий прошедших в семестре на количество баллов полученных на одном занятии.</w:t>
      </w:r>
      <w:r w:rsidRPr="005458A6">
        <w:rPr>
          <w:sz w:val="24"/>
          <w:szCs w:val="24"/>
        </w:rPr>
        <w:t xml:space="preserve">  </w:t>
      </w:r>
    </w:p>
    <w:p w:rsidR="00555BAE" w:rsidRPr="005458A6" w:rsidRDefault="00555BAE" w:rsidP="00CC39CF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Контрольный модуль.</w:t>
      </w:r>
      <w:r w:rsidRPr="005458A6">
        <w:rPr>
          <w:sz w:val="24"/>
          <w:szCs w:val="24"/>
        </w:rPr>
        <w:t xml:space="preserve"> Рейтинг контрольного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результаты тестирования физической подготовленности студентов. Определение физической подготовленности производится путем выполнения 6 тестов, 4 из которых обязательные. Начисления баллов производится путем сопоставления результатов тестирования с таблицами по оценке уровня физической подготовленности. Оценивается низкий, средний и высокий уровень развития физических качеств. За </w:t>
      </w:r>
      <w:r w:rsidR="00CC39CF" w:rsidRPr="005458A6">
        <w:rPr>
          <w:sz w:val="24"/>
          <w:szCs w:val="24"/>
        </w:rPr>
        <w:t>выполнение тестового задания начисляется 1 балл,  за выполнение тестового задания соответствующего низкому уровню</w:t>
      </w:r>
      <w:r w:rsidRPr="005458A6">
        <w:rPr>
          <w:sz w:val="24"/>
          <w:szCs w:val="24"/>
        </w:rPr>
        <w:t xml:space="preserve"> </w:t>
      </w:r>
      <w:r w:rsidR="00CC39CF" w:rsidRPr="005458A6">
        <w:rPr>
          <w:sz w:val="24"/>
          <w:szCs w:val="24"/>
        </w:rPr>
        <w:t xml:space="preserve">физической подготовленности </w:t>
      </w:r>
      <w:r w:rsidRPr="005458A6">
        <w:rPr>
          <w:sz w:val="24"/>
          <w:szCs w:val="24"/>
        </w:rPr>
        <w:t xml:space="preserve">начисляется </w:t>
      </w:r>
      <w:r w:rsidR="00CC39CF" w:rsidRPr="005458A6">
        <w:rPr>
          <w:b/>
          <w:sz w:val="24"/>
          <w:szCs w:val="24"/>
        </w:rPr>
        <w:t>2</w:t>
      </w:r>
      <w:r w:rsidRPr="005458A6">
        <w:rPr>
          <w:b/>
          <w:sz w:val="24"/>
          <w:szCs w:val="24"/>
        </w:rPr>
        <w:t xml:space="preserve"> балл</w:t>
      </w:r>
      <w:r w:rsidR="00CC39CF" w:rsidRPr="005458A6">
        <w:rPr>
          <w:b/>
          <w:sz w:val="24"/>
          <w:szCs w:val="24"/>
        </w:rPr>
        <w:t>а</w:t>
      </w:r>
      <w:r w:rsidRPr="005458A6">
        <w:rPr>
          <w:sz w:val="24"/>
          <w:szCs w:val="24"/>
        </w:rPr>
        <w:t>, за</w:t>
      </w:r>
      <w:r w:rsidR="00CC39CF" w:rsidRPr="005458A6">
        <w:rPr>
          <w:sz w:val="24"/>
          <w:szCs w:val="24"/>
        </w:rPr>
        <w:t xml:space="preserve"> проявление среднего уровня </w:t>
      </w:r>
      <w:r w:rsidRPr="005458A6">
        <w:rPr>
          <w:sz w:val="24"/>
          <w:szCs w:val="24"/>
        </w:rPr>
        <w:t xml:space="preserve"> </w:t>
      </w:r>
      <w:r w:rsidR="00CC39CF" w:rsidRPr="005458A6">
        <w:rPr>
          <w:sz w:val="24"/>
          <w:szCs w:val="24"/>
        </w:rPr>
        <w:t xml:space="preserve">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 и </w:t>
      </w:r>
      <w:r w:rsidR="00CC39CF" w:rsidRPr="005458A6">
        <w:rPr>
          <w:sz w:val="24"/>
          <w:szCs w:val="24"/>
        </w:rPr>
        <w:t>высокого</w:t>
      </w:r>
      <w:r w:rsidRPr="005458A6">
        <w:rPr>
          <w:sz w:val="24"/>
          <w:szCs w:val="24"/>
        </w:rPr>
        <w:t xml:space="preserve"> </w:t>
      </w:r>
      <w:r w:rsidR="00CC39CF" w:rsidRPr="005458A6">
        <w:rPr>
          <w:b/>
          <w:sz w:val="24"/>
          <w:szCs w:val="24"/>
        </w:rPr>
        <w:t>4</w:t>
      </w:r>
      <w:r w:rsidRPr="005458A6">
        <w:rPr>
          <w:b/>
          <w:sz w:val="24"/>
          <w:szCs w:val="24"/>
        </w:rPr>
        <w:t xml:space="preserve"> балла.</w:t>
      </w:r>
      <w:r w:rsidRPr="005458A6">
        <w:rPr>
          <w:sz w:val="24"/>
          <w:szCs w:val="24"/>
        </w:rPr>
        <w:t xml:space="preserve">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proofErr w:type="gramStart"/>
      <w:r w:rsidRPr="005458A6">
        <w:rPr>
          <w:b/>
          <w:sz w:val="24"/>
          <w:szCs w:val="24"/>
        </w:rPr>
        <w:t>Спортивно-массовой</w:t>
      </w:r>
      <w:proofErr w:type="gramEnd"/>
      <w:r w:rsidRPr="005458A6">
        <w:rPr>
          <w:b/>
          <w:sz w:val="24"/>
          <w:szCs w:val="24"/>
        </w:rPr>
        <w:t xml:space="preserve"> модуль.</w:t>
      </w:r>
      <w:r w:rsidRPr="005458A6">
        <w:rPr>
          <w:sz w:val="24"/>
          <w:szCs w:val="24"/>
        </w:rPr>
        <w:t xml:space="preserve"> Рейтинг спортивно-массового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участие в спортивно-массовых мероприятиях. </w:t>
      </w:r>
    </w:p>
    <w:p w:rsidR="00555BAE" w:rsidRPr="005458A6" w:rsidRDefault="00555BAE" w:rsidP="00555BAE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соревнованиях за ВУЗ начисляется </w:t>
      </w:r>
      <w:r w:rsidRPr="005458A6">
        <w:rPr>
          <w:b/>
          <w:sz w:val="24"/>
          <w:szCs w:val="24"/>
        </w:rPr>
        <w:t xml:space="preserve">7 баллов, </w:t>
      </w:r>
      <w:r w:rsidRPr="005458A6">
        <w:rPr>
          <w:sz w:val="24"/>
          <w:szCs w:val="24"/>
        </w:rPr>
        <w:t xml:space="preserve">за факультет –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>,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спортивно-массовых мероприятиях факультета начисляется </w:t>
      </w:r>
      <w:r w:rsidRPr="005458A6">
        <w:rPr>
          <w:b/>
          <w:sz w:val="24"/>
          <w:szCs w:val="24"/>
        </w:rPr>
        <w:t>2 балла.</w:t>
      </w:r>
      <w:r w:rsidRPr="005458A6">
        <w:rPr>
          <w:sz w:val="24"/>
          <w:szCs w:val="24"/>
        </w:rPr>
        <w:t xml:space="preserve"> </w:t>
      </w:r>
    </w:p>
    <w:p w:rsidR="00CC39CF" w:rsidRPr="005458A6" w:rsidRDefault="00CC39CF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организацию и проведение спортивных мероприятий </w:t>
      </w:r>
      <w:r w:rsidRPr="005458A6">
        <w:rPr>
          <w:b/>
          <w:sz w:val="24"/>
          <w:szCs w:val="24"/>
        </w:rPr>
        <w:t>7 баллов</w:t>
      </w:r>
      <w:r w:rsidRPr="005458A6">
        <w:rPr>
          <w:sz w:val="24"/>
          <w:szCs w:val="24"/>
        </w:rPr>
        <w:t>.</w:t>
      </w:r>
    </w:p>
    <w:p w:rsidR="00CC39CF" w:rsidRPr="005458A6" w:rsidRDefault="00CC39CF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судейскую деятельность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 xml:space="preserve">Теоретический модуль. </w:t>
      </w:r>
      <w:r w:rsidRPr="005458A6">
        <w:rPr>
          <w:sz w:val="24"/>
          <w:szCs w:val="24"/>
        </w:rPr>
        <w:t xml:space="preserve"> Рейтинг теоретического модуля складывается из количества баллов полученных по результатам ко</w:t>
      </w:r>
      <w:r w:rsidR="00FC1F3B">
        <w:rPr>
          <w:sz w:val="24"/>
          <w:szCs w:val="24"/>
        </w:rPr>
        <w:t>н</w:t>
      </w:r>
      <w:r w:rsidRPr="005458A6">
        <w:rPr>
          <w:sz w:val="24"/>
          <w:szCs w:val="24"/>
        </w:rPr>
        <w:t xml:space="preserve">трольного тестирования знаний полученных на теоретических занятиях, а также за участие в студенческих научных конференциях.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Низкий уровень </w:t>
      </w:r>
      <w:proofErr w:type="gramStart"/>
      <w:r w:rsidRPr="005458A6">
        <w:rPr>
          <w:sz w:val="24"/>
          <w:szCs w:val="24"/>
        </w:rPr>
        <w:t>знаний</w:t>
      </w:r>
      <w:proofErr w:type="gramEnd"/>
      <w:r w:rsidRPr="005458A6">
        <w:rPr>
          <w:sz w:val="24"/>
          <w:szCs w:val="24"/>
        </w:rPr>
        <w:t xml:space="preserve"> полученный по результатом контрольного тестирования балами не оценивается. Средний уровень знаний оценивается в </w:t>
      </w:r>
      <w:r w:rsidRPr="005458A6">
        <w:rPr>
          <w:b/>
          <w:sz w:val="24"/>
          <w:szCs w:val="24"/>
        </w:rPr>
        <w:t>4 балла,</w:t>
      </w:r>
      <w:r w:rsidRPr="005458A6">
        <w:rPr>
          <w:sz w:val="24"/>
          <w:szCs w:val="24"/>
        </w:rPr>
        <w:t xml:space="preserve"> а высокий в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         </w:t>
      </w:r>
    </w:p>
    <w:p w:rsidR="00555BAE" w:rsidRPr="005458A6" w:rsidRDefault="00555BAE" w:rsidP="00555BAE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По итогам студенческой конференции работа третьей степени оценивается в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 xml:space="preserve">, второй степени в </w:t>
      </w:r>
      <w:r w:rsidRPr="005458A6">
        <w:rPr>
          <w:b/>
          <w:sz w:val="24"/>
          <w:szCs w:val="24"/>
        </w:rPr>
        <w:t>6 баллов</w:t>
      </w:r>
      <w:r w:rsidRPr="005458A6">
        <w:rPr>
          <w:sz w:val="24"/>
          <w:szCs w:val="24"/>
        </w:rPr>
        <w:t xml:space="preserve">, и первой степени в </w:t>
      </w:r>
      <w:r w:rsidRPr="005458A6">
        <w:rPr>
          <w:b/>
          <w:sz w:val="24"/>
          <w:szCs w:val="24"/>
        </w:rPr>
        <w:t xml:space="preserve">8 баллов.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Для получения итоговой оценки (зачтено) необходимо набрать базовый рейтинг, который соответствует сумме баллов, полученных за практический модуль и за минимальное количество балов набранных в контрольном модуле (6 баллов).  </w:t>
      </w:r>
    </w:p>
    <w:p w:rsidR="00555BAE" w:rsidRPr="005458A6" w:rsidRDefault="00555BAE" w:rsidP="00555BAE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К примеру. В семестре было проведено 30 занятий. За каждое занятие начисляется по 2 балла плюс 6 баллов за выполнение каждого обязательного теста на низком уровне. Таким образом,  базовый рейтинг за семестр соответствует </w:t>
      </w:r>
      <w:r w:rsidRPr="005458A6">
        <w:rPr>
          <w:b/>
          <w:sz w:val="24"/>
          <w:szCs w:val="24"/>
        </w:rPr>
        <w:t>66 баллам</w:t>
      </w:r>
      <w:r w:rsidRPr="005458A6">
        <w:rPr>
          <w:sz w:val="24"/>
          <w:szCs w:val="24"/>
        </w:rPr>
        <w:t xml:space="preserve">. </w:t>
      </w:r>
    </w:p>
    <w:p w:rsidR="00555BAE" w:rsidRPr="005458A6" w:rsidRDefault="00555BAE" w:rsidP="00080D5F">
      <w:pPr>
        <w:ind w:left="100"/>
        <w:jc w:val="center"/>
        <w:rPr>
          <w:i/>
          <w:iCs/>
          <w:color w:val="0000FF"/>
          <w:sz w:val="24"/>
          <w:szCs w:val="24"/>
        </w:rPr>
      </w:pPr>
    </w:p>
    <w:p w:rsidR="00D77637" w:rsidRPr="005458A6" w:rsidRDefault="00D77637" w:rsidP="00080D5F">
      <w:pPr>
        <w:ind w:left="100"/>
        <w:jc w:val="center"/>
        <w:rPr>
          <w:i/>
          <w:iCs/>
          <w:color w:val="0000FF"/>
          <w:sz w:val="24"/>
          <w:szCs w:val="24"/>
        </w:rPr>
      </w:pPr>
    </w:p>
    <w:p w:rsidR="00CB5F60" w:rsidRPr="005458A6" w:rsidRDefault="00CB5F60">
      <w:pPr>
        <w:spacing w:after="160" w:line="259" w:lineRule="auto"/>
        <w:rPr>
          <w:i/>
          <w:iCs/>
          <w:color w:val="C00000"/>
          <w:sz w:val="24"/>
          <w:szCs w:val="24"/>
        </w:rPr>
      </w:pPr>
    </w:p>
    <w:sectPr w:rsidR="00CB5F60" w:rsidRPr="005458A6" w:rsidSect="00AE789E">
      <w:pgSz w:w="11906" w:h="16838"/>
      <w:pgMar w:top="1134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DB8" w:rsidRDefault="005B0DB8" w:rsidP="0046482B">
      <w:r>
        <w:separator/>
      </w:r>
    </w:p>
  </w:endnote>
  <w:endnote w:type="continuationSeparator" w:id="0">
    <w:p w:rsidR="005B0DB8" w:rsidRDefault="005B0DB8" w:rsidP="0046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B9C" w:rsidRDefault="0016370C" w:rsidP="007C79E9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D80B9C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F12662">
      <w:rPr>
        <w:rStyle w:val="af5"/>
        <w:noProof/>
      </w:rPr>
      <w:t>1</w:t>
    </w:r>
    <w:r>
      <w:rPr>
        <w:rStyle w:val="af5"/>
      </w:rPr>
      <w:fldChar w:fldCharType="end"/>
    </w:r>
  </w:p>
  <w:p w:rsidR="00D80B9C" w:rsidRDefault="00D80B9C" w:rsidP="00AE789E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DB8" w:rsidRDefault="005B0DB8" w:rsidP="0046482B">
      <w:r>
        <w:separator/>
      </w:r>
    </w:p>
  </w:footnote>
  <w:footnote w:type="continuationSeparator" w:id="0">
    <w:p w:rsidR="005B0DB8" w:rsidRDefault="005B0DB8" w:rsidP="00464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E44"/>
    <w:multiLevelType w:val="multilevel"/>
    <w:tmpl w:val="3800B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7C681E"/>
    <w:multiLevelType w:val="hybridMultilevel"/>
    <w:tmpl w:val="4F5A8DE2"/>
    <w:lvl w:ilvl="0" w:tplc="7F5C552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9F71A3"/>
    <w:multiLevelType w:val="multilevel"/>
    <w:tmpl w:val="3AC05CD6"/>
    <w:lvl w:ilvl="0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0" w:hanging="2160"/>
      </w:pPr>
      <w:rPr>
        <w:rFonts w:hint="default"/>
      </w:r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C2A64C2"/>
    <w:multiLevelType w:val="hybridMultilevel"/>
    <w:tmpl w:val="48C40DEC"/>
    <w:lvl w:ilvl="0" w:tplc="B810C404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A37C77"/>
    <w:multiLevelType w:val="multilevel"/>
    <w:tmpl w:val="4EE2C5E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cs="Times New Roman" w:hint="default"/>
      </w:rPr>
    </w:lvl>
  </w:abstractNum>
  <w:abstractNum w:abstractNumId="6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F746D8"/>
    <w:multiLevelType w:val="hybridMultilevel"/>
    <w:tmpl w:val="688E94F0"/>
    <w:lvl w:ilvl="0" w:tplc="224046D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9">
    <w:nsid w:val="4938239F"/>
    <w:multiLevelType w:val="hybridMultilevel"/>
    <w:tmpl w:val="17FA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C67F0"/>
    <w:multiLevelType w:val="singleLevel"/>
    <w:tmpl w:val="A7D66308"/>
    <w:lvl w:ilvl="0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1">
    <w:nsid w:val="518B1064"/>
    <w:multiLevelType w:val="hybridMultilevel"/>
    <w:tmpl w:val="FB7A2604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94F0783"/>
    <w:multiLevelType w:val="hybridMultilevel"/>
    <w:tmpl w:val="E3D05086"/>
    <w:lvl w:ilvl="0" w:tplc="199E0B4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384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1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2160"/>
      </w:pPr>
      <w:rPr>
        <w:rFonts w:cs="Times New Roman" w:hint="default"/>
      </w:rPr>
    </w:lvl>
  </w:abstractNum>
  <w:abstractNum w:abstractNumId="14">
    <w:nsid w:val="5B91067C"/>
    <w:multiLevelType w:val="singleLevel"/>
    <w:tmpl w:val="DCAA2850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5">
    <w:nsid w:val="63BC0177"/>
    <w:multiLevelType w:val="hybridMultilevel"/>
    <w:tmpl w:val="B1442AC2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3"/>
  </w:num>
  <w:num w:numId="5">
    <w:abstractNumId w:val="8"/>
  </w:num>
  <w:num w:numId="6">
    <w:abstractNumId w:val="0"/>
  </w:num>
  <w:num w:numId="7">
    <w:abstractNumId w:val="5"/>
  </w:num>
  <w:num w:numId="8">
    <w:abstractNumId w:val="15"/>
  </w:num>
  <w:num w:numId="9">
    <w:abstractNumId w:val="11"/>
  </w:num>
  <w:num w:numId="10">
    <w:abstractNumId w:val="10"/>
  </w:num>
  <w:num w:numId="11">
    <w:abstractNumId w:val="14"/>
  </w:num>
  <w:num w:numId="12">
    <w:abstractNumId w:val="1"/>
  </w:num>
  <w:num w:numId="13">
    <w:abstractNumId w:val="4"/>
  </w:num>
  <w:num w:numId="14">
    <w:abstractNumId w:val="12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B"/>
    <w:rsid w:val="000030DA"/>
    <w:rsid w:val="000031F9"/>
    <w:rsid w:val="00012220"/>
    <w:rsid w:val="000149D2"/>
    <w:rsid w:val="00014A3E"/>
    <w:rsid w:val="00027106"/>
    <w:rsid w:val="00045E27"/>
    <w:rsid w:val="00057C37"/>
    <w:rsid w:val="00062A1E"/>
    <w:rsid w:val="00076E2B"/>
    <w:rsid w:val="00080D5F"/>
    <w:rsid w:val="000848EE"/>
    <w:rsid w:val="00094C93"/>
    <w:rsid w:val="000A1D18"/>
    <w:rsid w:val="000A6DF4"/>
    <w:rsid w:val="000B20CE"/>
    <w:rsid w:val="000B700C"/>
    <w:rsid w:val="000B71E4"/>
    <w:rsid w:val="000C40E8"/>
    <w:rsid w:val="000C710B"/>
    <w:rsid w:val="000F77EE"/>
    <w:rsid w:val="001150CF"/>
    <w:rsid w:val="00125A16"/>
    <w:rsid w:val="00130DD9"/>
    <w:rsid w:val="00145471"/>
    <w:rsid w:val="001462B8"/>
    <w:rsid w:val="00157EF4"/>
    <w:rsid w:val="00160E3D"/>
    <w:rsid w:val="0016370C"/>
    <w:rsid w:val="00164B0F"/>
    <w:rsid w:val="00176F54"/>
    <w:rsid w:val="001858C2"/>
    <w:rsid w:val="00194112"/>
    <w:rsid w:val="00195BC6"/>
    <w:rsid w:val="00197477"/>
    <w:rsid w:val="001B4D7A"/>
    <w:rsid w:val="001C4615"/>
    <w:rsid w:val="001D7DFD"/>
    <w:rsid w:val="002113A0"/>
    <w:rsid w:val="00217575"/>
    <w:rsid w:val="00233F92"/>
    <w:rsid w:val="00234136"/>
    <w:rsid w:val="00253D77"/>
    <w:rsid w:val="00255168"/>
    <w:rsid w:val="00272596"/>
    <w:rsid w:val="00276FDC"/>
    <w:rsid w:val="0027781D"/>
    <w:rsid w:val="002A3966"/>
    <w:rsid w:val="002B6A5C"/>
    <w:rsid w:val="002C7CC9"/>
    <w:rsid w:val="002E3806"/>
    <w:rsid w:val="002F0644"/>
    <w:rsid w:val="0030015A"/>
    <w:rsid w:val="00324610"/>
    <w:rsid w:val="00337B6A"/>
    <w:rsid w:val="003423DD"/>
    <w:rsid w:val="003700F4"/>
    <w:rsid w:val="0039685C"/>
    <w:rsid w:val="003A315E"/>
    <w:rsid w:val="003B2769"/>
    <w:rsid w:val="003B6C29"/>
    <w:rsid w:val="003F0AE8"/>
    <w:rsid w:val="003F5842"/>
    <w:rsid w:val="00442F49"/>
    <w:rsid w:val="0046482B"/>
    <w:rsid w:val="004879FF"/>
    <w:rsid w:val="004909A0"/>
    <w:rsid w:val="00493557"/>
    <w:rsid w:val="004A188B"/>
    <w:rsid w:val="004A25C7"/>
    <w:rsid w:val="004B30D1"/>
    <w:rsid w:val="004C72E6"/>
    <w:rsid w:val="004D5AD7"/>
    <w:rsid w:val="004E154D"/>
    <w:rsid w:val="004F4112"/>
    <w:rsid w:val="005056BA"/>
    <w:rsid w:val="005115E3"/>
    <w:rsid w:val="005130EA"/>
    <w:rsid w:val="00520266"/>
    <w:rsid w:val="00545686"/>
    <w:rsid w:val="005458A6"/>
    <w:rsid w:val="0055056C"/>
    <w:rsid w:val="00550A0F"/>
    <w:rsid w:val="00550E88"/>
    <w:rsid w:val="00555BAE"/>
    <w:rsid w:val="00581828"/>
    <w:rsid w:val="005A37D7"/>
    <w:rsid w:val="005A38D6"/>
    <w:rsid w:val="005B0DB8"/>
    <w:rsid w:val="005B0FF0"/>
    <w:rsid w:val="005B68B1"/>
    <w:rsid w:val="005C6822"/>
    <w:rsid w:val="005D28C1"/>
    <w:rsid w:val="005D3965"/>
    <w:rsid w:val="005F5EB6"/>
    <w:rsid w:val="00601A23"/>
    <w:rsid w:val="00602A08"/>
    <w:rsid w:val="00604AD8"/>
    <w:rsid w:val="00620DBD"/>
    <w:rsid w:val="00621E5C"/>
    <w:rsid w:val="00622341"/>
    <w:rsid w:val="0063281D"/>
    <w:rsid w:val="00637607"/>
    <w:rsid w:val="00637DDE"/>
    <w:rsid w:val="00663C9C"/>
    <w:rsid w:val="006736E7"/>
    <w:rsid w:val="00680B4B"/>
    <w:rsid w:val="006A52A8"/>
    <w:rsid w:val="006F0CF0"/>
    <w:rsid w:val="006F1593"/>
    <w:rsid w:val="006F2F62"/>
    <w:rsid w:val="006F66B8"/>
    <w:rsid w:val="00727849"/>
    <w:rsid w:val="00742C94"/>
    <w:rsid w:val="00753D85"/>
    <w:rsid w:val="00755A11"/>
    <w:rsid w:val="00765DDE"/>
    <w:rsid w:val="00766238"/>
    <w:rsid w:val="007729FD"/>
    <w:rsid w:val="00774802"/>
    <w:rsid w:val="00791AAF"/>
    <w:rsid w:val="007923CB"/>
    <w:rsid w:val="00794ED4"/>
    <w:rsid w:val="007C79E9"/>
    <w:rsid w:val="007D0D22"/>
    <w:rsid w:val="007D5991"/>
    <w:rsid w:val="007D6FD4"/>
    <w:rsid w:val="007E686B"/>
    <w:rsid w:val="007F3FBB"/>
    <w:rsid w:val="007F438D"/>
    <w:rsid w:val="007F5030"/>
    <w:rsid w:val="00820942"/>
    <w:rsid w:val="008354B5"/>
    <w:rsid w:val="00840FF9"/>
    <w:rsid w:val="00843D4C"/>
    <w:rsid w:val="00850C20"/>
    <w:rsid w:val="00853CC8"/>
    <w:rsid w:val="00864D5E"/>
    <w:rsid w:val="0088321A"/>
    <w:rsid w:val="00892908"/>
    <w:rsid w:val="008B44B7"/>
    <w:rsid w:val="008E3348"/>
    <w:rsid w:val="008F0C9B"/>
    <w:rsid w:val="008F129E"/>
    <w:rsid w:val="0090048E"/>
    <w:rsid w:val="009049ED"/>
    <w:rsid w:val="0091037D"/>
    <w:rsid w:val="00922186"/>
    <w:rsid w:val="00923EC8"/>
    <w:rsid w:val="009421DA"/>
    <w:rsid w:val="0094637C"/>
    <w:rsid w:val="009540AC"/>
    <w:rsid w:val="009573B8"/>
    <w:rsid w:val="0096022E"/>
    <w:rsid w:val="00960ACC"/>
    <w:rsid w:val="0096464D"/>
    <w:rsid w:val="0097328C"/>
    <w:rsid w:val="00982502"/>
    <w:rsid w:val="0098324E"/>
    <w:rsid w:val="009836CD"/>
    <w:rsid w:val="00984DF7"/>
    <w:rsid w:val="0098724E"/>
    <w:rsid w:val="009A04DC"/>
    <w:rsid w:val="009A19F2"/>
    <w:rsid w:val="009A5A9A"/>
    <w:rsid w:val="009B4A50"/>
    <w:rsid w:val="009E786C"/>
    <w:rsid w:val="009F34F5"/>
    <w:rsid w:val="009F387A"/>
    <w:rsid w:val="009F4F78"/>
    <w:rsid w:val="00A066F6"/>
    <w:rsid w:val="00A1574D"/>
    <w:rsid w:val="00A16820"/>
    <w:rsid w:val="00A20434"/>
    <w:rsid w:val="00A2611A"/>
    <w:rsid w:val="00A34089"/>
    <w:rsid w:val="00A4693D"/>
    <w:rsid w:val="00A55001"/>
    <w:rsid w:val="00A6023B"/>
    <w:rsid w:val="00A727CF"/>
    <w:rsid w:val="00A77D15"/>
    <w:rsid w:val="00A810E7"/>
    <w:rsid w:val="00A845A0"/>
    <w:rsid w:val="00A908AB"/>
    <w:rsid w:val="00A93C12"/>
    <w:rsid w:val="00AA3E64"/>
    <w:rsid w:val="00AB1D7C"/>
    <w:rsid w:val="00AC5168"/>
    <w:rsid w:val="00AC75E1"/>
    <w:rsid w:val="00AD3822"/>
    <w:rsid w:val="00AE789E"/>
    <w:rsid w:val="00B118EC"/>
    <w:rsid w:val="00B179BE"/>
    <w:rsid w:val="00B36B58"/>
    <w:rsid w:val="00B42EC3"/>
    <w:rsid w:val="00B42F22"/>
    <w:rsid w:val="00B44A7E"/>
    <w:rsid w:val="00B46E8D"/>
    <w:rsid w:val="00B50F14"/>
    <w:rsid w:val="00B52E96"/>
    <w:rsid w:val="00B65385"/>
    <w:rsid w:val="00B7635D"/>
    <w:rsid w:val="00B77151"/>
    <w:rsid w:val="00B9335C"/>
    <w:rsid w:val="00BA373F"/>
    <w:rsid w:val="00BC1DB2"/>
    <w:rsid w:val="00BC4AFF"/>
    <w:rsid w:val="00BC500B"/>
    <w:rsid w:val="00BD401C"/>
    <w:rsid w:val="00BD4EB4"/>
    <w:rsid w:val="00BE3453"/>
    <w:rsid w:val="00BF555F"/>
    <w:rsid w:val="00C02762"/>
    <w:rsid w:val="00C02EC5"/>
    <w:rsid w:val="00C17C44"/>
    <w:rsid w:val="00C4393E"/>
    <w:rsid w:val="00C45A75"/>
    <w:rsid w:val="00C46F7A"/>
    <w:rsid w:val="00C61B74"/>
    <w:rsid w:val="00C66A11"/>
    <w:rsid w:val="00C75787"/>
    <w:rsid w:val="00C77CE2"/>
    <w:rsid w:val="00C95E50"/>
    <w:rsid w:val="00C97E99"/>
    <w:rsid w:val="00CA6A80"/>
    <w:rsid w:val="00CB23D9"/>
    <w:rsid w:val="00CB5F60"/>
    <w:rsid w:val="00CC39CF"/>
    <w:rsid w:val="00CC4FBA"/>
    <w:rsid w:val="00CF53F5"/>
    <w:rsid w:val="00D23912"/>
    <w:rsid w:val="00D35A15"/>
    <w:rsid w:val="00D371F8"/>
    <w:rsid w:val="00D62C28"/>
    <w:rsid w:val="00D65C77"/>
    <w:rsid w:val="00D67450"/>
    <w:rsid w:val="00D77637"/>
    <w:rsid w:val="00D80984"/>
    <w:rsid w:val="00D80B9C"/>
    <w:rsid w:val="00DA1A73"/>
    <w:rsid w:val="00DA40D3"/>
    <w:rsid w:val="00DD4ABD"/>
    <w:rsid w:val="00DF5065"/>
    <w:rsid w:val="00DF7728"/>
    <w:rsid w:val="00E156E0"/>
    <w:rsid w:val="00E22449"/>
    <w:rsid w:val="00E2274D"/>
    <w:rsid w:val="00E31F11"/>
    <w:rsid w:val="00E479B5"/>
    <w:rsid w:val="00E47BC8"/>
    <w:rsid w:val="00E50E70"/>
    <w:rsid w:val="00E73363"/>
    <w:rsid w:val="00EB78F1"/>
    <w:rsid w:val="00EC4EB1"/>
    <w:rsid w:val="00EF10E0"/>
    <w:rsid w:val="00EF198B"/>
    <w:rsid w:val="00F058C8"/>
    <w:rsid w:val="00F12662"/>
    <w:rsid w:val="00F17004"/>
    <w:rsid w:val="00F31FA4"/>
    <w:rsid w:val="00F403E3"/>
    <w:rsid w:val="00F41638"/>
    <w:rsid w:val="00F656B0"/>
    <w:rsid w:val="00F70C7A"/>
    <w:rsid w:val="00F747BF"/>
    <w:rsid w:val="00F867C4"/>
    <w:rsid w:val="00F930CA"/>
    <w:rsid w:val="00F9598C"/>
    <w:rsid w:val="00F96D6D"/>
    <w:rsid w:val="00FA7D40"/>
    <w:rsid w:val="00FC1F3B"/>
    <w:rsid w:val="00FC687D"/>
    <w:rsid w:val="00FF13B3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0A6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uiPriority w:val="99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rsid w:val="000A6DF4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0A6DF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3A160-53F6-489E-9EAF-D31EABDC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15</Pages>
  <Words>3835</Words>
  <Characters>21864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Cat Blacktorne</dc:creator>
  <cp:lastModifiedBy>Анжела</cp:lastModifiedBy>
  <cp:revision>30</cp:revision>
  <cp:lastPrinted>2016-03-23T11:02:00Z</cp:lastPrinted>
  <dcterms:created xsi:type="dcterms:W3CDTF">2016-09-07T11:27:00Z</dcterms:created>
  <dcterms:modified xsi:type="dcterms:W3CDTF">2020-05-06T08:56:00Z</dcterms:modified>
</cp:coreProperties>
</file>